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B079E8" w:rsidP="00A13E79">
      <w:pPr>
        <w:pStyle w:val="Title"/>
      </w:pPr>
      <w:r>
        <w:t xml:space="preserve">HDF5 </w:t>
      </w:r>
      <w:r w:rsidR="00DD7D61">
        <w:t>File Image Operations</w:t>
      </w:r>
    </w:p>
    <w:p w:rsidR="00485751" w:rsidRDefault="00485751" w:rsidP="00485751"/>
    <w:p w:rsidR="00801D68" w:rsidRPr="00801D68" w:rsidRDefault="00DD7D61" w:rsidP="00801D68">
      <w:pPr>
        <w:pStyle w:val="Subtitle"/>
      </w:pPr>
      <w:r>
        <w:t>HDF5 Release 1.8.</w:t>
      </w:r>
      <w:r w:rsidR="000455C8">
        <w:t>9</w:t>
      </w:r>
    </w:p>
    <w:p w:rsidR="00874E7A" w:rsidRDefault="000455C8" w:rsidP="00874E7A">
      <w:pPr>
        <w:pStyle w:val="Subtitle"/>
      </w:pPr>
      <w:r>
        <w:t>May 2012</w:t>
      </w:r>
    </w:p>
    <w:p w:rsidR="00D9653E" w:rsidRDefault="00D9653E"/>
    <w:p w:rsidR="00C27E3A" w:rsidRDefault="00C27E3A"/>
    <w:p w:rsidR="00C27E3A" w:rsidRDefault="00C27E3A"/>
    <w:p w:rsidR="002E2C16" w:rsidRDefault="002E2C16"/>
    <w:p w:rsidR="00DD7D61" w:rsidRDefault="00DD7D61"/>
    <w:p w:rsidR="00DD7D61" w:rsidRDefault="00DD7D61"/>
    <w:p w:rsidR="00DD7D61" w:rsidRDefault="00DD7D61"/>
    <w:p w:rsidR="00DD7D61" w:rsidRDefault="00DD7D61"/>
    <w:p w:rsidR="00DD7D61" w:rsidRDefault="00DD7D61"/>
    <w:p w:rsidR="002E2C16" w:rsidRDefault="002E2C16"/>
    <w:p w:rsidR="002E2C16" w:rsidRDefault="00526D8C">
      <w:r>
        <w:rPr>
          <w:noProof/>
        </w:rPr>
        <mc:AlternateContent>
          <mc:Choice Requires="wps">
            <w:drawing>
              <wp:anchor distT="0" distB="0" distL="114300" distR="114300" simplePos="0" relativeHeight="251667456" behindDoc="0" locked="0" layoutInCell="1" allowOverlap="1">
                <wp:simplePos x="0" y="0"/>
                <wp:positionH relativeFrom="column">
                  <wp:posOffset>3785235</wp:posOffset>
                </wp:positionH>
                <wp:positionV relativeFrom="paragraph">
                  <wp:posOffset>435610</wp:posOffset>
                </wp:positionV>
                <wp:extent cx="2516505" cy="17113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505" cy="1711325"/>
                        </a:xfrm>
                        <a:prstGeom prst="rect">
                          <a:avLst/>
                        </a:prstGeom>
                        <a:noFill/>
                        <a:ln w="9525">
                          <a:noFill/>
                          <a:miter lim="800000"/>
                          <a:headEnd/>
                          <a:tailEnd/>
                        </a:ln>
                      </wps:spPr>
                      <wps:txbx>
                        <w:txbxContent>
                          <w:p w:rsidR="008C2127" w:rsidRDefault="008C212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C2127" w:rsidRDefault="00D5445D" w:rsidP="002E2C16">
                            <w:pPr>
                              <w:jc w:val="center"/>
                            </w:pPr>
                            <w:hyperlink r:id="rId10" w:history="1">
                              <w:r w:rsidR="008C2127" w:rsidRPr="003575B2">
                                <w:rPr>
                                  <w:rStyle w:val="Hyperlink"/>
                                </w:rPr>
                                <w:t>http://www.HDFGroup.org</w:t>
                              </w:r>
                            </w:hyperlink>
                            <w:r w:rsidR="008C2127">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98.15pt;height:134.7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" filled="f" stroked="f">
                <v:textbox style="mso-fit-shape-to-text:t">
                  <w:txbxContent>
                    <w:p w:rsidR="008C2127" w:rsidRDefault="008C212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C2127" w:rsidRDefault="00E14F9C" w:rsidP="002E2C16">
                      <w:pPr>
                        <w:jc w:val="center"/>
                      </w:pPr>
                      <w:hyperlink r:id="rId12" w:history="1">
                        <w:r w:rsidR="008C2127" w:rsidRPr="003575B2">
                          <w:rPr>
                            <w:rStyle w:val="Hyperlink"/>
                          </w:rPr>
                          <w:t>http://www.HDFGroup.org</w:t>
                        </w:r>
                      </w:hyperlink>
                      <w:r w:rsidR="008C2127">
                        <w:t xml:space="preserve"> </w:t>
                      </w:r>
                    </w:p>
                  </w:txbxContent>
                </v:textbox>
              </v:shape>
            </w:pict>
          </mc:Fallback>
        </mc:AlternateContent>
      </w:r>
    </w:p>
    <w:p w:rsidR="00B24139" w:rsidRDefault="00B24139">
      <w:pPr>
        <w:sectPr w:rsidR="00B24139">
          <w:headerReference w:type="default" r:id="rId13"/>
          <w:footerReference w:type="default" r:id="rId14"/>
          <w:headerReference w:type="first" r:id="rId15"/>
          <w:pgSz w:w="12240" w:h="15840" w:code="1"/>
          <w:pgMar w:top="1152" w:right="1152" w:bottom="1440" w:left="1152" w:header="432" w:footer="720" w:gutter="0"/>
          <w:cols w:space="720"/>
          <w:titlePg/>
          <w:docGrid w:linePitch="360"/>
        </w:sectPr>
      </w:pPr>
    </w:p>
    <w:p w:rsidR="00702264" w:rsidRDefault="00702264" w:rsidP="00702264">
      <w:pPr>
        <w:pStyle w:val="SubSectionHeading"/>
      </w:pPr>
      <w:r>
        <w:lastRenderedPageBreak/>
        <w:t>Copyright Notice and License Terms for HDF5 (Hierarchical Data Format 5) Software Library and Utilities</w:t>
      </w:r>
    </w:p>
    <w:p w:rsidR="00702264" w:rsidRDefault="00702264" w:rsidP="00702264"/>
    <w:p w:rsidR="00702264" w:rsidRDefault="00702264" w:rsidP="00702264">
      <w:r>
        <w:t>HDF5 (Hierarchical Data Format 5) Software Library and Utilities</w:t>
      </w:r>
    </w:p>
    <w:p w:rsidR="00702264" w:rsidRDefault="00702264" w:rsidP="00702264">
      <w:r>
        <w:t xml:space="preserve">Copyright 2006-2012 by </w:t>
      </w:r>
      <w:proofErr w:type="gramStart"/>
      <w:r>
        <w:t>The</w:t>
      </w:r>
      <w:proofErr w:type="gramEnd"/>
      <w:r>
        <w:t xml:space="preserve"> HDF Group.</w:t>
      </w:r>
    </w:p>
    <w:p w:rsidR="00702264" w:rsidRDefault="00702264" w:rsidP="00702264"/>
    <w:p w:rsidR="00702264" w:rsidRDefault="00702264" w:rsidP="00702264">
      <w:r>
        <w:t>NCSA HDF5 (Hierarchical Data Format 5) Software Library and Utilities</w:t>
      </w:r>
    </w:p>
    <w:p w:rsidR="00702264" w:rsidRDefault="00702264" w:rsidP="00702264">
      <w:proofErr w:type="gramStart"/>
      <w:r>
        <w:t>Copyright 1998-2006 by the Board of Trustees of the University of Illinois.</w:t>
      </w:r>
      <w:proofErr w:type="gramEnd"/>
    </w:p>
    <w:p w:rsidR="00702264" w:rsidRDefault="00702264" w:rsidP="00702264"/>
    <w:p w:rsidR="00702264" w:rsidRPr="00702264" w:rsidRDefault="00702264" w:rsidP="00702264">
      <w:pPr>
        <w:rPr>
          <w:b/>
        </w:rPr>
      </w:pPr>
      <w:r w:rsidRPr="00702264">
        <w:rPr>
          <w:b/>
        </w:rPr>
        <w:t>All rights reserved.</w:t>
      </w:r>
    </w:p>
    <w:p w:rsidR="00702264" w:rsidRDefault="00702264" w:rsidP="00702264"/>
    <w:p w:rsidR="00702264" w:rsidRDefault="00702264" w:rsidP="00702264">
      <w:r>
        <w:t>Redistribution and use in source and binary forms, with or without modification, are permitted for any purpose (including commercial purposes) provided that the following conditions are met:</w:t>
      </w:r>
    </w:p>
    <w:p w:rsidR="00702264" w:rsidRDefault="00702264" w:rsidP="00702264"/>
    <w:p w:rsidR="00702264" w:rsidRDefault="00702264" w:rsidP="00702264">
      <w:pPr>
        <w:pStyle w:val="ListParagraph"/>
        <w:numPr>
          <w:ilvl w:val="0"/>
          <w:numId w:val="29"/>
        </w:numPr>
      </w:pPr>
      <w:r>
        <w:t>Redistributions of source code must retain the above copyright notice, this list of conditions, and the following disclaimer.</w:t>
      </w:r>
    </w:p>
    <w:p w:rsidR="00702264" w:rsidRDefault="00702264" w:rsidP="00702264">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rsidR="00702264" w:rsidRDefault="00702264" w:rsidP="00702264">
      <w:pPr>
        <w:pStyle w:val="ListParagraph"/>
        <w:numPr>
          <w:ilvl w:val="0"/>
          <w:numId w:val="29"/>
        </w:numPr>
      </w:pPr>
      <w:r>
        <w:t>In addition, redistributions of modified forms of the source or binary code must carry prominent notices stating that the original code was changed and the date of the change.</w:t>
      </w:r>
    </w:p>
    <w:p w:rsidR="00702264" w:rsidRDefault="00702264" w:rsidP="00702264">
      <w:pPr>
        <w:pStyle w:val="ListParagraph"/>
        <w:numPr>
          <w:ilvl w:val="0"/>
          <w:numId w:val="29"/>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702264" w:rsidRDefault="00702264" w:rsidP="00702264">
      <w:pPr>
        <w:pStyle w:val="ListParagraph"/>
        <w:numPr>
          <w:ilvl w:val="0"/>
          <w:numId w:val="29"/>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702264" w:rsidRDefault="00702264" w:rsidP="00702264"/>
    <w:p w:rsidR="00702264" w:rsidRDefault="00702264" w:rsidP="00702264">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702264" w:rsidRDefault="00702264" w:rsidP="00702264"/>
    <w:p w:rsidR="00702264" w:rsidRDefault="00702264" w:rsidP="00702264">
      <w:r>
        <w:t>Contributors: National Center for Supercomputing Applications  (NCSA) at the University of Illinois, Fortner Software, Unidata Program Center (netCDF), The Independent JPEG Group (JPEG), Jean-loup Gailly and Mark Adler (gzip), and Digital Equipment Corporation (DEC).</w:t>
      </w:r>
    </w:p>
    <w:p w:rsidR="00702264" w:rsidRDefault="00702264" w:rsidP="00702264"/>
    <w:p w:rsidR="00702264" w:rsidRDefault="00702264" w:rsidP="00702264">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702264" w:rsidRDefault="00702264" w:rsidP="00702264"/>
    <w:p w:rsidR="00702264" w:rsidRDefault="00702264" w:rsidP="00702264">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702264" w:rsidRDefault="00702264" w:rsidP="00702264"/>
    <w:p w:rsidR="00702264" w:rsidRDefault="00702264" w:rsidP="00535CFC">
      <w:pPr>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702264" w:rsidRDefault="00702264" w:rsidP="00535CFC">
      <w:pPr>
        <w:ind w:left="720"/>
      </w:pPr>
    </w:p>
    <w:p w:rsidR="00702264" w:rsidRDefault="00535CFC" w:rsidP="00535CFC">
      <w:pPr>
        <w:ind w:left="720"/>
      </w:pPr>
      <w:r w:rsidRPr="00535CFC">
        <w:rPr>
          <w:b/>
        </w:rPr>
        <w:lastRenderedPageBreak/>
        <w:t xml:space="preserve">DISCLAIMER: </w:t>
      </w:r>
      <w:r w:rsidR="00702264">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headerReference w:type="first" r:id="rId16"/>
          <w:footerReference w:type="first" r:id="rId17"/>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4743CC" w:rsidRDefault="00B84989">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bookmarkStart w:id="0" w:name="_GoBack"/>
      <w:bookmarkEnd w:id="0"/>
      <w:r w:rsidR="004743CC">
        <w:t>1. Introduction to HDF5 File Image Operations</w:t>
      </w:r>
      <w:r w:rsidR="004743CC">
        <w:tab/>
      </w:r>
      <w:r w:rsidR="004743CC">
        <w:fldChar w:fldCharType="begin"/>
      </w:r>
      <w:r w:rsidR="004743CC">
        <w:instrText xml:space="preserve"> PAGEREF _Toc318962979 \h </w:instrText>
      </w:r>
      <w:r w:rsidR="004743CC">
        <w:fldChar w:fldCharType="separate"/>
      </w:r>
      <w:r w:rsidR="004743CC">
        <w:t>5</w:t>
      </w:r>
      <w:r w:rsidR="004743CC">
        <w:fldChar w:fldCharType="end"/>
      </w:r>
    </w:p>
    <w:p w:rsidR="004743CC" w:rsidRDefault="004743CC">
      <w:pPr>
        <w:pStyle w:val="TOC2"/>
        <w:rPr>
          <w:lang w:bidi="ar-SA"/>
        </w:rPr>
      </w:pPr>
      <w:r>
        <w:t>1.1. File Image Operations Function Summary</w:t>
      </w:r>
      <w:r>
        <w:tab/>
      </w:r>
      <w:r>
        <w:fldChar w:fldCharType="begin"/>
      </w:r>
      <w:r>
        <w:instrText xml:space="preserve"> PAGEREF _Toc318962980 \h </w:instrText>
      </w:r>
      <w:r>
        <w:fldChar w:fldCharType="separate"/>
      </w:r>
      <w:r>
        <w:t>5</w:t>
      </w:r>
      <w:r>
        <w:fldChar w:fldCharType="end"/>
      </w:r>
    </w:p>
    <w:p w:rsidR="004743CC" w:rsidRDefault="004743CC">
      <w:pPr>
        <w:pStyle w:val="TOC2"/>
        <w:rPr>
          <w:lang w:bidi="ar-SA"/>
        </w:rPr>
      </w:pPr>
      <w:r>
        <w:t>1.2. Abbreviations</w:t>
      </w:r>
      <w:r>
        <w:tab/>
      </w:r>
      <w:r>
        <w:fldChar w:fldCharType="begin"/>
      </w:r>
      <w:r>
        <w:instrText xml:space="preserve"> PAGEREF _Toc318962981 \h </w:instrText>
      </w:r>
      <w:r>
        <w:fldChar w:fldCharType="separate"/>
      </w:r>
      <w:r>
        <w:t>6</w:t>
      </w:r>
      <w:r>
        <w:fldChar w:fldCharType="end"/>
      </w:r>
    </w:p>
    <w:p w:rsidR="004743CC" w:rsidRDefault="004743CC">
      <w:pPr>
        <w:pStyle w:val="TOC2"/>
        <w:rPr>
          <w:lang w:bidi="ar-SA"/>
        </w:rPr>
      </w:pPr>
      <w:r>
        <w:t>1.3. Developer Prerequisites</w:t>
      </w:r>
      <w:r>
        <w:tab/>
      </w:r>
      <w:r>
        <w:fldChar w:fldCharType="begin"/>
      </w:r>
      <w:r>
        <w:instrText xml:space="preserve"> PAGEREF _Toc318962982 \h </w:instrText>
      </w:r>
      <w:r>
        <w:fldChar w:fldCharType="separate"/>
      </w:r>
      <w:r>
        <w:t>6</w:t>
      </w:r>
      <w:r>
        <w:fldChar w:fldCharType="end"/>
      </w:r>
    </w:p>
    <w:p w:rsidR="004743CC" w:rsidRDefault="004743CC">
      <w:pPr>
        <w:pStyle w:val="TOC2"/>
        <w:rPr>
          <w:lang w:bidi="ar-SA"/>
        </w:rPr>
      </w:pPr>
      <w:r>
        <w:t>1.4. Resources</w:t>
      </w:r>
      <w:r>
        <w:tab/>
      </w:r>
      <w:r>
        <w:fldChar w:fldCharType="begin"/>
      </w:r>
      <w:r>
        <w:instrText xml:space="preserve"> PAGEREF _Toc318962983 \h </w:instrText>
      </w:r>
      <w:r>
        <w:fldChar w:fldCharType="separate"/>
      </w:r>
      <w:r>
        <w:t>6</w:t>
      </w:r>
      <w:r>
        <w:fldChar w:fldCharType="end"/>
      </w:r>
    </w:p>
    <w:p w:rsidR="004743CC" w:rsidRDefault="004743CC">
      <w:pPr>
        <w:pStyle w:val="TOC1"/>
        <w:rPr>
          <w:lang w:bidi="ar-SA"/>
        </w:rPr>
      </w:pPr>
      <w:r>
        <w:t>2. C API Call Syntax</w:t>
      </w:r>
      <w:r>
        <w:tab/>
      </w:r>
      <w:r>
        <w:fldChar w:fldCharType="begin"/>
      </w:r>
      <w:r>
        <w:instrText xml:space="preserve"> PAGEREF _Toc318962984 \h </w:instrText>
      </w:r>
      <w:r>
        <w:fldChar w:fldCharType="separate"/>
      </w:r>
      <w:r>
        <w:t>7</w:t>
      </w:r>
      <w:r>
        <w:fldChar w:fldCharType="end"/>
      </w:r>
    </w:p>
    <w:p w:rsidR="004743CC" w:rsidRDefault="004743CC">
      <w:pPr>
        <w:pStyle w:val="TOC2"/>
        <w:rPr>
          <w:lang w:bidi="ar-SA"/>
        </w:rPr>
      </w:pPr>
      <w:r>
        <w:t>2.1. Low-level C API Routines</w:t>
      </w:r>
      <w:r>
        <w:tab/>
      </w:r>
      <w:r>
        <w:fldChar w:fldCharType="begin"/>
      </w:r>
      <w:r>
        <w:instrText xml:space="preserve"> PAGEREF _Toc318962985 \h </w:instrText>
      </w:r>
      <w:r>
        <w:fldChar w:fldCharType="separate"/>
      </w:r>
      <w:r>
        <w:t>7</w:t>
      </w:r>
      <w:r>
        <w:fldChar w:fldCharType="end"/>
      </w:r>
    </w:p>
    <w:p w:rsidR="004743CC" w:rsidRDefault="004743CC">
      <w:pPr>
        <w:pStyle w:val="TOC3"/>
        <w:rPr>
          <w:rFonts w:eastAsiaTheme="minorEastAsia"/>
          <w:noProof/>
        </w:rPr>
      </w:pPr>
      <w:r>
        <w:rPr>
          <w:noProof/>
        </w:rPr>
        <w:t>2.1.1. H5Pset_file_image</w:t>
      </w:r>
      <w:r>
        <w:rPr>
          <w:noProof/>
        </w:rPr>
        <w:tab/>
      </w:r>
      <w:r>
        <w:rPr>
          <w:noProof/>
        </w:rPr>
        <w:fldChar w:fldCharType="begin"/>
      </w:r>
      <w:r>
        <w:rPr>
          <w:noProof/>
        </w:rPr>
        <w:instrText xml:space="preserve"> PAGEREF _Toc318962986 \h </w:instrText>
      </w:r>
      <w:r>
        <w:rPr>
          <w:noProof/>
        </w:rPr>
      </w:r>
      <w:r>
        <w:rPr>
          <w:noProof/>
        </w:rPr>
        <w:fldChar w:fldCharType="separate"/>
      </w:r>
      <w:r>
        <w:rPr>
          <w:noProof/>
        </w:rPr>
        <w:t>7</w:t>
      </w:r>
      <w:r>
        <w:rPr>
          <w:noProof/>
        </w:rPr>
        <w:fldChar w:fldCharType="end"/>
      </w:r>
    </w:p>
    <w:p w:rsidR="004743CC" w:rsidRDefault="004743CC">
      <w:pPr>
        <w:pStyle w:val="TOC3"/>
        <w:rPr>
          <w:rFonts w:eastAsiaTheme="minorEastAsia"/>
          <w:noProof/>
        </w:rPr>
      </w:pPr>
      <w:r>
        <w:rPr>
          <w:noProof/>
        </w:rPr>
        <w:t>2.1.2. H5Pget_file_image</w:t>
      </w:r>
      <w:r>
        <w:rPr>
          <w:noProof/>
        </w:rPr>
        <w:tab/>
      </w:r>
      <w:r>
        <w:rPr>
          <w:noProof/>
        </w:rPr>
        <w:fldChar w:fldCharType="begin"/>
      </w:r>
      <w:r>
        <w:rPr>
          <w:noProof/>
        </w:rPr>
        <w:instrText xml:space="preserve"> PAGEREF _Toc318962987 \h </w:instrText>
      </w:r>
      <w:r>
        <w:rPr>
          <w:noProof/>
        </w:rPr>
      </w:r>
      <w:r>
        <w:rPr>
          <w:noProof/>
        </w:rPr>
        <w:fldChar w:fldCharType="separate"/>
      </w:r>
      <w:r>
        <w:rPr>
          <w:noProof/>
        </w:rPr>
        <w:t>8</w:t>
      </w:r>
      <w:r>
        <w:rPr>
          <w:noProof/>
        </w:rPr>
        <w:fldChar w:fldCharType="end"/>
      </w:r>
    </w:p>
    <w:p w:rsidR="004743CC" w:rsidRDefault="004743CC">
      <w:pPr>
        <w:pStyle w:val="TOC3"/>
        <w:rPr>
          <w:rFonts w:eastAsiaTheme="minorEastAsia"/>
          <w:noProof/>
        </w:rPr>
      </w:pPr>
      <w:r>
        <w:rPr>
          <w:noProof/>
        </w:rPr>
        <w:t>2.1.3. H5Pset_file_image_callbacks</w:t>
      </w:r>
      <w:r>
        <w:rPr>
          <w:noProof/>
        </w:rPr>
        <w:tab/>
      </w:r>
      <w:r>
        <w:rPr>
          <w:noProof/>
        </w:rPr>
        <w:fldChar w:fldCharType="begin"/>
      </w:r>
      <w:r>
        <w:rPr>
          <w:noProof/>
        </w:rPr>
        <w:instrText xml:space="preserve"> PAGEREF _Toc318962988 \h </w:instrText>
      </w:r>
      <w:r>
        <w:rPr>
          <w:noProof/>
        </w:rPr>
      </w:r>
      <w:r>
        <w:rPr>
          <w:noProof/>
        </w:rPr>
        <w:fldChar w:fldCharType="separate"/>
      </w:r>
      <w:r>
        <w:rPr>
          <w:noProof/>
        </w:rPr>
        <w:t>8</w:t>
      </w:r>
      <w:r>
        <w:rPr>
          <w:noProof/>
        </w:rPr>
        <w:fldChar w:fldCharType="end"/>
      </w:r>
    </w:p>
    <w:p w:rsidR="004743CC" w:rsidRDefault="004743CC">
      <w:pPr>
        <w:pStyle w:val="TOC3"/>
        <w:rPr>
          <w:rFonts w:eastAsiaTheme="minorEastAsia"/>
          <w:noProof/>
        </w:rPr>
      </w:pPr>
      <w:r>
        <w:rPr>
          <w:noProof/>
        </w:rPr>
        <w:t>2.1.4. H5Pget_file_image_callbacks</w:t>
      </w:r>
      <w:r>
        <w:rPr>
          <w:noProof/>
        </w:rPr>
        <w:tab/>
      </w:r>
      <w:r>
        <w:rPr>
          <w:noProof/>
        </w:rPr>
        <w:fldChar w:fldCharType="begin"/>
      </w:r>
      <w:r>
        <w:rPr>
          <w:noProof/>
        </w:rPr>
        <w:instrText xml:space="preserve"> PAGEREF _Toc318962989 \h </w:instrText>
      </w:r>
      <w:r>
        <w:rPr>
          <w:noProof/>
        </w:rPr>
      </w:r>
      <w:r>
        <w:rPr>
          <w:noProof/>
        </w:rPr>
        <w:fldChar w:fldCharType="separate"/>
      </w:r>
      <w:r>
        <w:rPr>
          <w:noProof/>
        </w:rPr>
        <w:t>12</w:t>
      </w:r>
      <w:r>
        <w:rPr>
          <w:noProof/>
        </w:rPr>
        <w:fldChar w:fldCharType="end"/>
      </w:r>
    </w:p>
    <w:p w:rsidR="004743CC" w:rsidRDefault="004743CC">
      <w:pPr>
        <w:pStyle w:val="TOC3"/>
        <w:rPr>
          <w:rFonts w:eastAsiaTheme="minorEastAsia"/>
          <w:noProof/>
        </w:rPr>
      </w:pPr>
      <w:r>
        <w:rPr>
          <w:noProof/>
        </w:rPr>
        <w:t>2.1.5. Virtual File Driver Feature Flags</w:t>
      </w:r>
      <w:r>
        <w:rPr>
          <w:noProof/>
        </w:rPr>
        <w:tab/>
      </w:r>
      <w:r>
        <w:rPr>
          <w:noProof/>
        </w:rPr>
        <w:fldChar w:fldCharType="begin"/>
      </w:r>
      <w:r>
        <w:rPr>
          <w:noProof/>
        </w:rPr>
        <w:instrText xml:space="preserve"> PAGEREF _Toc318962990 \h </w:instrText>
      </w:r>
      <w:r>
        <w:rPr>
          <w:noProof/>
        </w:rPr>
      </w:r>
      <w:r>
        <w:rPr>
          <w:noProof/>
        </w:rPr>
        <w:fldChar w:fldCharType="separate"/>
      </w:r>
      <w:r>
        <w:rPr>
          <w:noProof/>
        </w:rPr>
        <w:t>13</w:t>
      </w:r>
      <w:r>
        <w:rPr>
          <w:noProof/>
        </w:rPr>
        <w:fldChar w:fldCharType="end"/>
      </w:r>
    </w:p>
    <w:p w:rsidR="004743CC" w:rsidRDefault="004743CC">
      <w:pPr>
        <w:pStyle w:val="TOC3"/>
        <w:rPr>
          <w:rFonts w:eastAsiaTheme="minorEastAsia"/>
          <w:noProof/>
        </w:rPr>
      </w:pPr>
      <w:r>
        <w:rPr>
          <w:noProof/>
        </w:rPr>
        <w:t>2.1.6. H5Fget_file_image</w:t>
      </w:r>
      <w:r>
        <w:rPr>
          <w:noProof/>
        </w:rPr>
        <w:tab/>
      </w:r>
      <w:r>
        <w:rPr>
          <w:noProof/>
        </w:rPr>
        <w:fldChar w:fldCharType="begin"/>
      </w:r>
      <w:r>
        <w:rPr>
          <w:noProof/>
        </w:rPr>
        <w:instrText xml:space="preserve"> PAGEREF _Toc318962991 \h </w:instrText>
      </w:r>
      <w:r>
        <w:rPr>
          <w:noProof/>
        </w:rPr>
      </w:r>
      <w:r>
        <w:rPr>
          <w:noProof/>
        </w:rPr>
        <w:fldChar w:fldCharType="separate"/>
      </w:r>
      <w:r>
        <w:rPr>
          <w:noProof/>
        </w:rPr>
        <w:t>14</w:t>
      </w:r>
      <w:r>
        <w:rPr>
          <w:noProof/>
        </w:rPr>
        <w:fldChar w:fldCharType="end"/>
      </w:r>
    </w:p>
    <w:p w:rsidR="004743CC" w:rsidRDefault="004743CC">
      <w:pPr>
        <w:pStyle w:val="TOC2"/>
        <w:rPr>
          <w:lang w:bidi="ar-SA"/>
        </w:rPr>
      </w:pPr>
      <w:r>
        <w:t>2.2. High-level C API Routine</w:t>
      </w:r>
      <w:r>
        <w:tab/>
      </w:r>
      <w:r>
        <w:fldChar w:fldCharType="begin"/>
      </w:r>
      <w:r>
        <w:instrText xml:space="preserve"> PAGEREF _Toc318962992 \h </w:instrText>
      </w:r>
      <w:r>
        <w:fldChar w:fldCharType="separate"/>
      </w:r>
      <w:r>
        <w:t>15</w:t>
      </w:r>
      <w:r>
        <w:fldChar w:fldCharType="end"/>
      </w:r>
    </w:p>
    <w:p w:rsidR="004743CC" w:rsidRDefault="004743CC">
      <w:pPr>
        <w:pStyle w:val="TOC3"/>
        <w:rPr>
          <w:rFonts w:eastAsiaTheme="minorEastAsia"/>
          <w:noProof/>
        </w:rPr>
      </w:pPr>
      <w:r>
        <w:rPr>
          <w:noProof/>
        </w:rPr>
        <w:t>2.2.1. H5LTopen_file_image</w:t>
      </w:r>
      <w:r>
        <w:rPr>
          <w:noProof/>
        </w:rPr>
        <w:tab/>
      </w:r>
      <w:r>
        <w:rPr>
          <w:noProof/>
        </w:rPr>
        <w:fldChar w:fldCharType="begin"/>
      </w:r>
      <w:r>
        <w:rPr>
          <w:noProof/>
        </w:rPr>
        <w:instrText xml:space="preserve"> PAGEREF _Toc318962993 \h </w:instrText>
      </w:r>
      <w:r>
        <w:rPr>
          <w:noProof/>
        </w:rPr>
      </w:r>
      <w:r>
        <w:rPr>
          <w:noProof/>
        </w:rPr>
        <w:fldChar w:fldCharType="separate"/>
      </w:r>
      <w:r>
        <w:rPr>
          <w:noProof/>
        </w:rPr>
        <w:t>15</w:t>
      </w:r>
      <w:r>
        <w:rPr>
          <w:noProof/>
        </w:rPr>
        <w:fldChar w:fldCharType="end"/>
      </w:r>
    </w:p>
    <w:p w:rsidR="004743CC" w:rsidRDefault="004743CC">
      <w:pPr>
        <w:pStyle w:val="TOC1"/>
        <w:rPr>
          <w:lang w:bidi="ar-SA"/>
        </w:rPr>
      </w:pPr>
      <w:r>
        <w:t>3. C API Call Semantics</w:t>
      </w:r>
      <w:r>
        <w:tab/>
      </w:r>
      <w:r>
        <w:fldChar w:fldCharType="begin"/>
      </w:r>
      <w:r>
        <w:instrText xml:space="preserve"> PAGEREF _Toc318962994 \h </w:instrText>
      </w:r>
      <w:r>
        <w:fldChar w:fldCharType="separate"/>
      </w:r>
      <w:r>
        <w:t>18</w:t>
      </w:r>
      <w:r>
        <w:fldChar w:fldCharType="end"/>
      </w:r>
    </w:p>
    <w:p w:rsidR="004743CC" w:rsidRDefault="004743CC">
      <w:pPr>
        <w:pStyle w:val="TOC2"/>
        <w:rPr>
          <w:lang w:bidi="ar-SA"/>
        </w:rPr>
      </w:pPr>
      <w:r>
        <w:t>3.1. File Image Callback Semantics</w:t>
      </w:r>
      <w:r>
        <w:tab/>
      </w:r>
      <w:r>
        <w:fldChar w:fldCharType="begin"/>
      </w:r>
      <w:r>
        <w:instrText xml:space="preserve"> PAGEREF _Toc318962995 \h </w:instrText>
      </w:r>
      <w:r>
        <w:fldChar w:fldCharType="separate"/>
      </w:r>
      <w:r>
        <w:t>18</w:t>
      </w:r>
      <w:r>
        <w:fldChar w:fldCharType="end"/>
      </w:r>
    </w:p>
    <w:p w:rsidR="004743CC" w:rsidRDefault="004743CC">
      <w:pPr>
        <w:pStyle w:val="TOC3"/>
        <w:rPr>
          <w:rFonts w:eastAsiaTheme="minorEastAsia"/>
          <w:noProof/>
        </w:rPr>
      </w:pPr>
      <w:r>
        <w:rPr>
          <w:noProof/>
        </w:rPr>
        <w:t>3.1.1. Buffer Ownership</w:t>
      </w:r>
      <w:r>
        <w:rPr>
          <w:noProof/>
        </w:rPr>
        <w:tab/>
      </w:r>
      <w:r>
        <w:rPr>
          <w:noProof/>
        </w:rPr>
        <w:fldChar w:fldCharType="begin"/>
      </w:r>
      <w:r>
        <w:rPr>
          <w:noProof/>
        </w:rPr>
        <w:instrText xml:space="preserve"> PAGEREF _Toc318962996 \h </w:instrText>
      </w:r>
      <w:r>
        <w:rPr>
          <w:noProof/>
        </w:rPr>
      </w:r>
      <w:r>
        <w:rPr>
          <w:noProof/>
        </w:rPr>
        <w:fldChar w:fldCharType="separate"/>
      </w:r>
      <w:r>
        <w:rPr>
          <w:noProof/>
        </w:rPr>
        <w:t>19</w:t>
      </w:r>
      <w:r>
        <w:rPr>
          <w:noProof/>
        </w:rPr>
        <w:fldChar w:fldCharType="end"/>
      </w:r>
    </w:p>
    <w:p w:rsidR="004743CC" w:rsidRDefault="004743CC">
      <w:pPr>
        <w:pStyle w:val="TOC3"/>
        <w:rPr>
          <w:rFonts w:eastAsiaTheme="minorEastAsia"/>
          <w:noProof/>
        </w:rPr>
      </w:pPr>
      <w:r>
        <w:rPr>
          <w:noProof/>
        </w:rPr>
        <w:t>3.1.2. Sharing a File image Buffer with the HDF5 Library</w:t>
      </w:r>
      <w:r>
        <w:rPr>
          <w:noProof/>
        </w:rPr>
        <w:tab/>
      </w:r>
      <w:r>
        <w:rPr>
          <w:noProof/>
        </w:rPr>
        <w:fldChar w:fldCharType="begin"/>
      </w:r>
      <w:r>
        <w:rPr>
          <w:noProof/>
        </w:rPr>
        <w:instrText xml:space="preserve"> PAGEREF _Toc318962997 \h </w:instrText>
      </w:r>
      <w:r>
        <w:rPr>
          <w:noProof/>
        </w:rPr>
      </w:r>
      <w:r>
        <w:rPr>
          <w:noProof/>
        </w:rPr>
        <w:fldChar w:fldCharType="separate"/>
      </w:r>
      <w:r>
        <w:rPr>
          <w:noProof/>
        </w:rPr>
        <w:t>19</w:t>
      </w:r>
      <w:r>
        <w:rPr>
          <w:noProof/>
        </w:rPr>
        <w:fldChar w:fldCharType="end"/>
      </w:r>
    </w:p>
    <w:p w:rsidR="004743CC" w:rsidRDefault="004743CC">
      <w:pPr>
        <w:pStyle w:val="TOC3"/>
        <w:rPr>
          <w:rFonts w:eastAsiaTheme="minorEastAsia"/>
          <w:noProof/>
        </w:rPr>
      </w:pPr>
      <w:r>
        <w:rPr>
          <w:noProof/>
        </w:rPr>
        <w:t>3.1.3. File Driver Considerations</w:t>
      </w:r>
      <w:r>
        <w:rPr>
          <w:noProof/>
        </w:rPr>
        <w:tab/>
      </w:r>
      <w:r>
        <w:rPr>
          <w:noProof/>
        </w:rPr>
        <w:fldChar w:fldCharType="begin"/>
      </w:r>
      <w:r>
        <w:rPr>
          <w:noProof/>
        </w:rPr>
        <w:instrText xml:space="preserve"> PAGEREF _Toc318962998 \h </w:instrText>
      </w:r>
      <w:r>
        <w:rPr>
          <w:noProof/>
        </w:rPr>
      </w:r>
      <w:r>
        <w:rPr>
          <w:noProof/>
        </w:rPr>
        <w:fldChar w:fldCharType="separate"/>
      </w:r>
      <w:r>
        <w:rPr>
          <w:noProof/>
        </w:rPr>
        <w:t>20</w:t>
      </w:r>
      <w:r>
        <w:rPr>
          <w:noProof/>
        </w:rPr>
        <w:fldChar w:fldCharType="end"/>
      </w:r>
    </w:p>
    <w:p w:rsidR="004743CC" w:rsidRDefault="004743CC">
      <w:pPr>
        <w:pStyle w:val="TOC2"/>
        <w:rPr>
          <w:lang w:bidi="ar-SA"/>
        </w:rPr>
      </w:pPr>
      <w:r>
        <w:t>3.2. Initial File Image Semantics</w:t>
      </w:r>
      <w:r>
        <w:tab/>
      </w:r>
      <w:r>
        <w:fldChar w:fldCharType="begin"/>
      </w:r>
      <w:r>
        <w:instrText xml:space="preserve"> PAGEREF _Toc318962999 \h </w:instrText>
      </w:r>
      <w:r>
        <w:fldChar w:fldCharType="separate"/>
      </w:r>
      <w:r>
        <w:t>22</w:t>
      </w:r>
      <w:r>
        <w:fldChar w:fldCharType="end"/>
      </w:r>
    </w:p>
    <w:p w:rsidR="004743CC" w:rsidRDefault="004743CC">
      <w:pPr>
        <w:pStyle w:val="TOC3"/>
        <w:rPr>
          <w:rFonts w:eastAsiaTheme="minorEastAsia"/>
          <w:noProof/>
        </w:rPr>
      </w:pPr>
      <w:r>
        <w:rPr>
          <w:noProof/>
        </w:rPr>
        <w:t>3.2.1. Applying Initial File Image Semantics to the Core File Driver</w:t>
      </w:r>
      <w:r>
        <w:rPr>
          <w:noProof/>
        </w:rPr>
        <w:tab/>
      </w:r>
      <w:r>
        <w:rPr>
          <w:noProof/>
        </w:rPr>
        <w:fldChar w:fldCharType="begin"/>
      </w:r>
      <w:r>
        <w:rPr>
          <w:noProof/>
        </w:rPr>
        <w:instrText xml:space="preserve"> PAGEREF _Toc318963000 \h </w:instrText>
      </w:r>
      <w:r>
        <w:rPr>
          <w:noProof/>
        </w:rPr>
      </w:r>
      <w:r>
        <w:rPr>
          <w:noProof/>
        </w:rPr>
        <w:fldChar w:fldCharType="separate"/>
      </w:r>
      <w:r>
        <w:rPr>
          <w:noProof/>
        </w:rPr>
        <w:t>22</w:t>
      </w:r>
      <w:r>
        <w:rPr>
          <w:noProof/>
        </w:rPr>
        <w:fldChar w:fldCharType="end"/>
      </w:r>
    </w:p>
    <w:p w:rsidR="004743CC" w:rsidRDefault="004743CC">
      <w:pPr>
        <w:pStyle w:val="TOC1"/>
        <w:rPr>
          <w:lang w:bidi="ar-SA"/>
        </w:rPr>
      </w:pPr>
      <w:r>
        <w:t>4. Examples</w:t>
      </w:r>
      <w:r>
        <w:tab/>
      </w:r>
      <w:r>
        <w:fldChar w:fldCharType="begin"/>
      </w:r>
      <w:r>
        <w:instrText xml:space="preserve"> PAGEREF _Toc318963001 \h </w:instrText>
      </w:r>
      <w:r>
        <w:fldChar w:fldCharType="separate"/>
      </w:r>
      <w:r>
        <w:t>24</w:t>
      </w:r>
      <w:r>
        <w:fldChar w:fldCharType="end"/>
      </w:r>
    </w:p>
    <w:p w:rsidR="004743CC" w:rsidRDefault="004743CC">
      <w:pPr>
        <w:pStyle w:val="TOC2"/>
        <w:rPr>
          <w:lang w:bidi="ar-SA"/>
        </w:rPr>
      </w:pPr>
      <w:r>
        <w:t>4.1. Reading an In-memory HDF5 File Image</w:t>
      </w:r>
      <w:r>
        <w:tab/>
      </w:r>
      <w:r>
        <w:fldChar w:fldCharType="begin"/>
      </w:r>
      <w:r>
        <w:instrText xml:space="preserve"> PAGEREF _Toc318963002 \h </w:instrText>
      </w:r>
      <w:r>
        <w:fldChar w:fldCharType="separate"/>
      </w:r>
      <w:r>
        <w:t>24</w:t>
      </w:r>
      <w:r>
        <w:fldChar w:fldCharType="end"/>
      </w:r>
    </w:p>
    <w:p w:rsidR="004743CC" w:rsidRDefault="004743CC">
      <w:pPr>
        <w:pStyle w:val="TOC2"/>
        <w:rPr>
          <w:lang w:bidi="ar-SA"/>
        </w:rPr>
      </w:pPr>
      <w:r>
        <w:t>4.2. In-memory HDF5 File Image Construction</w:t>
      </w:r>
      <w:r>
        <w:tab/>
      </w:r>
      <w:r>
        <w:fldChar w:fldCharType="begin"/>
      </w:r>
      <w:r>
        <w:instrText xml:space="preserve"> PAGEREF _Toc318963003 \h </w:instrText>
      </w:r>
      <w:r>
        <w:fldChar w:fldCharType="separate"/>
      </w:r>
      <w:r>
        <w:t>26</w:t>
      </w:r>
      <w:r>
        <w:fldChar w:fldCharType="end"/>
      </w:r>
    </w:p>
    <w:p w:rsidR="004743CC" w:rsidRDefault="004743CC">
      <w:pPr>
        <w:pStyle w:val="TOC2"/>
        <w:rPr>
          <w:lang w:bidi="ar-SA"/>
        </w:rPr>
      </w:pPr>
      <w:r>
        <w:t>4.3. Using HDF5 to Construct and Read a Data Packet</w:t>
      </w:r>
      <w:r>
        <w:tab/>
      </w:r>
      <w:r>
        <w:fldChar w:fldCharType="begin"/>
      </w:r>
      <w:r>
        <w:instrText xml:space="preserve"> PAGEREF _Toc318963004 \h </w:instrText>
      </w:r>
      <w:r>
        <w:fldChar w:fldCharType="separate"/>
      </w:r>
      <w:r>
        <w:t>35</w:t>
      </w:r>
      <w:r>
        <w:fldChar w:fldCharType="end"/>
      </w:r>
    </w:p>
    <w:p w:rsidR="004743CC" w:rsidRDefault="004743CC">
      <w:pPr>
        <w:pStyle w:val="TOC2"/>
        <w:rPr>
          <w:lang w:bidi="ar-SA"/>
        </w:rPr>
      </w:pPr>
      <w:r>
        <w:t>4.4. Using a Template File</w:t>
      </w:r>
      <w:r>
        <w:tab/>
      </w:r>
      <w:r>
        <w:fldChar w:fldCharType="begin"/>
      </w:r>
      <w:r>
        <w:instrText xml:space="preserve"> PAGEREF _Toc318963005 \h </w:instrText>
      </w:r>
      <w:r>
        <w:fldChar w:fldCharType="separate"/>
      </w:r>
      <w:r>
        <w:t>36</w:t>
      </w:r>
      <w:r>
        <w:fldChar w:fldCharType="end"/>
      </w:r>
    </w:p>
    <w:p w:rsidR="004743CC" w:rsidRDefault="004743CC">
      <w:pPr>
        <w:pStyle w:val="TOC1"/>
        <w:rPr>
          <w:lang w:bidi="ar-SA"/>
        </w:rPr>
      </w:pPr>
      <w:r>
        <w:t>5. Java Signatures for File Image Operations API Calls</w:t>
      </w:r>
      <w:r>
        <w:tab/>
      </w:r>
      <w:r>
        <w:fldChar w:fldCharType="begin"/>
      </w:r>
      <w:r>
        <w:instrText xml:space="preserve"> PAGEREF _Toc318963006 \h </w:instrText>
      </w:r>
      <w:r>
        <w:fldChar w:fldCharType="separate"/>
      </w:r>
      <w:r>
        <w:t>38</w:t>
      </w:r>
      <w:r>
        <w:fldChar w:fldCharType="end"/>
      </w:r>
    </w:p>
    <w:p w:rsidR="004743CC" w:rsidRDefault="004743CC">
      <w:pPr>
        <w:pStyle w:val="TOC1"/>
        <w:rPr>
          <w:lang w:bidi="ar-SA"/>
        </w:rPr>
      </w:pPr>
      <w:r>
        <w:t>6. Fortran Signatures for File Image Operations API Calls</w:t>
      </w:r>
      <w:r>
        <w:tab/>
      </w:r>
      <w:r>
        <w:fldChar w:fldCharType="begin"/>
      </w:r>
      <w:r>
        <w:instrText xml:space="preserve"> PAGEREF _Toc318963007 \h </w:instrText>
      </w:r>
      <w:r>
        <w:fldChar w:fldCharType="separate"/>
      </w:r>
      <w:r>
        <w:t>40</w:t>
      </w:r>
      <w:r>
        <w:fldChar w:fldCharType="end"/>
      </w:r>
    </w:p>
    <w:p w:rsidR="004743CC" w:rsidRDefault="004743CC">
      <w:pPr>
        <w:pStyle w:val="TOC2"/>
        <w:rPr>
          <w:lang w:bidi="ar-SA"/>
        </w:rPr>
      </w:pPr>
      <w:r>
        <w:t>6.1. Low-level Fortran API Routines</w:t>
      </w:r>
      <w:r>
        <w:tab/>
      </w:r>
      <w:r>
        <w:fldChar w:fldCharType="begin"/>
      </w:r>
      <w:r>
        <w:instrText xml:space="preserve"> PAGEREF _Toc318963008 \h </w:instrText>
      </w:r>
      <w:r>
        <w:fldChar w:fldCharType="separate"/>
      </w:r>
      <w:r>
        <w:t>40</w:t>
      </w:r>
      <w:r>
        <w:fldChar w:fldCharType="end"/>
      </w:r>
    </w:p>
    <w:p w:rsidR="004743CC" w:rsidRDefault="004743CC">
      <w:pPr>
        <w:pStyle w:val="TOC3"/>
        <w:rPr>
          <w:rFonts w:eastAsiaTheme="minorEastAsia"/>
          <w:noProof/>
        </w:rPr>
      </w:pPr>
      <w:r>
        <w:rPr>
          <w:noProof/>
        </w:rPr>
        <w:t>6.1.1. H5Pset_file_image_f</w:t>
      </w:r>
      <w:r>
        <w:rPr>
          <w:noProof/>
        </w:rPr>
        <w:tab/>
      </w:r>
      <w:r>
        <w:rPr>
          <w:noProof/>
        </w:rPr>
        <w:fldChar w:fldCharType="begin"/>
      </w:r>
      <w:r>
        <w:rPr>
          <w:noProof/>
        </w:rPr>
        <w:instrText xml:space="preserve"> PAGEREF _Toc318963009 \h </w:instrText>
      </w:r>
      <w:r>
        <w:rPr>
          <w:noProof/>
        </w:rPr>
      </w:r>
      <w:r>
        <w:rPr>
          <w:noProof/>
        </w:rPr>
        <w:fldChar w:fldCharType="separate"/>
      </w:r>
      <w:r>
        <w:rPr>
          <w:noProof/>
        </w:rPr>
        <w:t>40</w:t>
      </w:r>
      <w:r>
        <w:rPr>
          <w:noProof/>
        </w:rPr>
        <w:fldChar w:fldCharType="end"/>
      </w:r>
    </w:p>
    <w:p w:rsidR="004743CC" w:rsidRDefault="004743CC">
      <w:pPr>
        <w:pStyle w:val="TOC3"/>
        <w:rPr>
          <w:rFonts w:eastAsiaTheme="minorEastAsia"/>
          <w:noProof/>
        </w:rPr>
      </w:pPr>
      <w:r>
        <w:rPr>
          <w:noProof/>
        </w:rPr>
        <w:t>6.1.2. H5Pget_file_image_f</w:t>
      </w:r>
      <w:r>
        <w:rPr>
          <w:noProof/>
        </w:rPr>
        <w:tab/>
      </w:r>
      <w:r>
        <w:rPr>
          <w:noProof/>
        </w:rPr>
        <w:fldChar w:fldCharType="begin"/>
      </w:r>
      <w:r>
        <w:rPr>
          <w:noProof/>
        </w:rPr>
        <w:instrText xml:space="preserve"> PAGEREF _Toc318963010 \h </w:instrText>
      </w:r>
      <w:r>
        <w:rPr>
          <w:noProof/>
        </w:rPr>
      </w:r>
      <w:r>
        <w:rPr>
          <w:noProof/>
        </w:rPr>
        <w:fldChar w:fldCharType="separate"/>
      </w:r>
      <w:r>
        <w:rPr>
          <w:noProof/>
        </w:rPr>
        <w:t>41</w:t>
      </w:r>
      <w:r>
        <w:rPr>
          <w:noProof/>
        </w:rPr>
        <w:fldChar w:fldCharType="end"/>
      </w:r>
    </w:p>
    <w:p w:rsidR="004743CC" w:rsidRDefault="004743CC">
      <w:pPr>
        <w:pStyle w:val="TOC3"/>
        <w:rPr>
          <w:rFonts w:eastAsiaTheme="minorEastAsia"/>
          <w:noProof/>
        </w:rPr>
      </w:pPr>
      <w:r>
        <w:rPr>
          <w:noProof/>
        </w:rPr>
        <w:t>6.1.3. H5Pset_file_image_callbacks_f</w:t>
      </w:r>
      <w:r>
        <w:rPr>
          <w:noProof/>
        </w:rPr>
        <w:tab/>
      </w:r>
      <w:r>
        <w:rPr>
          <w:noProof/>
        </w:rPr>
        <w:fldChar w:fldCharType="begin"/>
      </w:r>
      <w:r>
        <w:rPr>
          <w:noProof/>
        </w:rPr>
        <w:instrText xml:space="preserve"> PAGEREF _Toc318963011 \h </w:instrText>
      </w:r>
      <w:r>
        <w:rPr>
          <w:noProof/>
        </w:rPr>
      </w:r>
      <w:r>
        <w:rPr>
          <w:noProof/>
        </w:rPr>
        <w:fldChar w:fldCharType="separate"/>
      </w:r>
      <w:r>
        <w:rPr>
          <w:noProof/>
        </w:rPr>
        <w:t>41</w:t>
      </w:r>
      <w:r>
        <w:rPr>
          <w:noProof/>
        </w:rPr>
        <w:fldChar w:fldCharType="end"/>
      </w:r>
    </w:p>
    <w:p w:rsidR="004743CC" w:rsidRDefault="004743CC">
      <w:pPr>
        <w:pStyle w:val="TOC3"/>
        <w:rPr>
          <w:rFonts w:eastAsiaTheme="minorEastAsia"/>
          <w:noProof/>
        </w:rPr>
      </w:pPr>
      <w:r>
        <w:rPr>
          <w:noProof/>
        </w:rPr>
        <w:t>6.1.4. H5Pget_file_image_callbacks_f</w:t>
      </w:r>
      <w:r>
        <w:rPr>
          <w:noProof/>
        </w:rPr>
        <w:tab/>
      </w:r>
      <w:r>
        <w:rPr>
          <w:noProof/>
        </w:rPr>
        <w:fldChar w:fldCharType="begin"/>
      </w:r>
      <w:r>
        <w:rPr>
          <w:noProof/>
        </w:rPr>
        <w:instrText xml:space="preserve"> PAGEREF _Toc318963012 \h </w:instrText>
      </w:r>
      <w:r>
        <w:rPr>
          <w:noProof/>
        </w:rPr>
      </w:r>
      <w:r>
        <w:rPr>
          <w:noProof/>
        </w:rPr>
        <w:fldChar w:fldCharType="separate"/>
      </w:r>
      <w:r>
        <w:rPr>
          <w:noProof/>
        </w:rPr>
        <w:t>44</w:t>
      </w:r>
      <w:r>
        <w:rPr>
          <w:noProof/>
        </w:rPr>
        <w:fldChar w:fldCharType="end"/>
      </w:r>
    </w:p>
    <w:p w:rsidR="004743CC" w:rsidRDefault="004743CC">
      <w:pPr>
        <w:pStyle w:val="TOC3"/>
        <w:rPr>
          <w:rFonts w:eastAsiaTheme="minorEastAsia"/>
          <w:noProof/>
        </w:rPr>
      </w:pPr>
      <w:r>
        <w:rPr>
          <w:noProof/>
        </w:rPr>
        <w:t>6.1.5. Fortran Virtual File Driver Feature Flags</w:t>
      </w:r>
      <w:r>
        <w:rPr>
          <w:noProof/>
        </w:rPr>
        <w:tab/>
      </w:r>
      <w:r>
        <w:rPr>
          <w:noProof/>
        </w:rPr>
        <w:fldChar w:fldCharType="begin"/>
      </w:r>
      <w:r>
        <w:rPr>
          <w:noProof/>
        </w:rPr>
        <w:instrText xml:space="preserve"> PAGEREF _Toc318963013 \h </w:instrText>
      </w:r>
      <w:r>
        <w:rPr>
          <w:noProof/>
        </w:rPr>
      </w:r>
      <w:r>
        <w:rPr>
          <w:noProof/>
        </w:rPr>
        <w:fldChar w:fldCharType="separate"/>
      </w:r>
      <w:r>
        <w:rPr>
          <w:noProof/>
        </w:rPr>
        <w:t>44</w:t>
      </w:r>
      <w:r>
        <w:rPr>
          <w:noProof/>
        </w:rPr>
        <w:fldChar w:fldCharType="end"/>
      </w:r>
    </w:p>
    <w:p w:rsidR="004743CC" w:rsidRDefault="004743CC">
      <w:pPr>
        <w:pStyle w:val="TOC3"/>
        <w:rPr>
          <w:rFonts w:eastAsiaTheme="minorEastAsia"/>
          <w:noProof/>
        </w:rPr>
      </w:pPr>
      <w:r>
        <w:rPr>
          <w:noProof/>
        </w:rPr>
        <w:t>6.1.6. H5Fget_file_image_f</w:t>
      </w:r>
      <w:r>
        <w:rPr>
          <w:noProof/>
        </w:rPr>
        <w:tab/>
      </w:r>
      <w:r>
        <w:rPr>
          <w:noProof/>
        </w:rPr>
        <w:fldChar w:fldCharType="begin"/>
      </w:r>
      <w:r>
        <w:rPr>
          <w:noProof/>
        </w:rPr>
        <w:instrText xml:space="preserve"> PAGEREF _Toc318963014 \h </w:instrText>
      </w:r>
      <w:r>
        <w:rPr>
          <w:noProof/>
        </w:rPr>
      </w:r>
      <w:r>
        <w:rPr>
          <w:noProof/>
        </w:rPr>
        <w:fldChar w:fldCharType="separate"/>
      </w:r>
      <w:r>
        <w:rPr>
          <w:noProof/>
        </w:rPr>
        <w:t>45</w:t>
      </w:r>
      <w:r>
        <w:rPr>
          <w:noProof/>
        </w:rPr>
        <w:fldChar w:fldCharType="end"/>
      </w:r>
    </w:p>
    <w:p w:rsidR="004743CC" w:rsidRDefault="004743CC">
      <w:pPr>
        <w:pStyle w:val="TOC2"/>
        <w:rPr>
          <w:lang w:bidi="ar-SA"/>
        </w:rPr>
      </w:pPr>
      <w:r>
        <w:t>6.2. High-level Fortran API Routine</w:t>
      </w:r>
      <w:r>
        <w:tab/>
      </w:r>
      <w:r>
        <w:fldChar w:fldCharType="begin"/>
      </w:r>
      <w:r>
        <w:instrText xml:space="preserve"> PAGEREF _Toc318963015 \h </w:instrText>
      </w:r>
      <w:r>
        <w:fldChar w:fldCharType="separate"/>
      </w:r>
      <w:r>
        <w:t>46</w:t>
      </w:r>
      <w:r>
        <w:fldChar w:fldCharType="end"/>
      </w:r>
    </w:p>
    <w:p w:rsidR="004743CC" w:rsidRDefault="004743CC">
      <w:pPr>
        <w:pStyle w:val="TOC3"/>
        <w:rPr>
          <w:rFonts w:eastAsiaTheme="minorEastAsia"/>
          <w:noProof/>
        </w:rPr>
      </w:pPr>
      <w:r>
        <w:rPr>
          <w:noProof/>
        </w:rPr>
        <w:t>6.2.1. H5LTopen_file_image_f</w:t>
      </w:r>
      <w:r>
        <w:rPr>
          <w:noProof/>
        </w:rPr>
        <w:tab/>
      </w:r>
      <w:r>
        <w:rPr>
          <w:noProof/>
        </w:rPr>
        <w:fldChar w:fldCharType="begin"/>
      </w:r>
      <w:r>
        <w:rPr>
          <w:noProof/>
        </w:rPr>
        <w:instrText xml:space="preserve"> PAGEREF _Toc318963016 \h </w:instrText>
      </w:r>
      <w:r>
        <w:rPr>
          <w:noProof/>
        </w:rPr>
      </w:r>
      <w:r>
        <w:rPr>
          <w:noProof/>
        </w:rPr>
        <w:fldChar w:fldCharType="separate"/>
      </w:r>
      <w:r>
        <w:rPr>
          <w:noProof/>
        </w:rPr>
        <w:t>46</w:t>
      </w:r>
      <w:r>
        <w:rPr>
          <w:noProof/>
        </w:rPr>
        <w:fldChar w:fldCharType="end"/>
      </w:r>
    </w:p>
    <w:p w:rsidR="00621809" w:rsidRDefault="00B84989"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headerReference w:type="first" r:id="rId18"/>
          <w:type w:val="continuous"/>
          <w:pgSz w:w="12240" w:h="15840" w:code="1"/>
          <w:pgMar w:top="1152" w:right="1152" w:bottom="1440" w:left="1152" w:header="432" w:footer="720" w:gutter="0"/>
          <w:cols w:space="720"/>
          <w:titlePg/>
          <w:docGrid w:linePitch="360"/>
        </w:sectPr>
      </w:pPr>
    </w:p>
    <w:p w:rsidR="00DD7D61" w:rsidRPr="00A21BA4" w:rsidRDefault="00DD7D61" w:rsidP="00420406">
      <w:pPr>
        <w:pStyle w:val="Heading1"/>
      </w:pPr>
      <w:bookmarkStart w:id="1" w:name="_Toc318962979"/>
      <w:r w:rsidRPr="00A21BA4">
        <w:lastRenderedPageBreak/>
        <w:t xml:space="preserve">Introduction to </w:t>
      </w:r>
      <w:r w:rsidR="00B079E8">
        <w:t xml:space="preserve">HDF5 </w:t>
      </w:r>
      <w:r w:rsidRPr="00A21BA4">
        <w:t>File Image Operations</w:t>
      </w:r>
      <w:bookmarkEnd w:id="1"/>
      <w:r w:rsidR="00F960DD" w:rsidRPr="00A21BA4">
        <w:t xml:space="preserve"> </w:t>
      </w:r>
    </w:p>
    <w:p w:rsidR="00094E01" w:rsidRDefault="00F43272" w:rsidP="00DD7D61">
      <w:r>
        <w:t xml:space="preserve">File image operations allow users to </w:t>
      </w:r>
      <w:r w:rsidR="00094E01">
        <w:t>work with HDF5 files in memory</w:t>
      </w:r>
      <w:r w:rsidR="00873EB2">
        <w:t xml:space="preserve"> in the same ways that users currently work with HDF5 files on disk</w:t>
      </w:r>
      <w:r w:rsidR="00094E01">
        <w:t>. Disk I/O is not required when file images are opened, created, read from, or written to.</w:t>
      </w:r>
      <w:r w:rsidR="005458E9">
        <w:t xml:space="preserve"> </w:t>
      </w:r>
    </w:p>
    <w:p w:rsidR="00094E01" w:rsidRDefault="00094E01" w:rsidP="00DD7D61"/>
    <w:p w:rsidR="003C53F3" w:rsidRDefault="00B70C08" w:rsidP="003C53F3">
      <w:r>
        <w:t>A</w:t>
      </w:r>
      <w:r w:rsidR="005458E9">
        <w:t xml:space="preserve">n HDF5 file image is </w:t>
      </w:r>
      <w:r w:rsidR="00240D23">
        <w:t xml:space="preserve">an HDF5 file that is held in </w:t>
      </w:r>
      <w:r w:rsidR="005458E9">
        <w:t xml:space="preserve">a buffer in main memory. </w:t>
      </w:r>
      <w:r w:rsidR="003C53F3">
        <w:t xml:space="preserve">Setting up a file image in memory involves using either a buffer in the file access property list or a buffer in the Core (aka Memory) file driver. </w:t>
      </w:r>
    </w:p>
    <w:p w:rsidR="00564ADB" w:rsidRDefault="00564ADB" w:rsidP="005458E9"/>
    <w:p w:rsidR="00564ADB" w:rsidRDefault="00564ADB" w:rsidP="005458E9">
      <w:r>
        <w:t>The advantage of working with a file in memory is faster access to the data.</w:t>
      </w:r>
    </w:p>
    <w:p w:rsidR="00DB2E37" w:rsidRDefault="00DB2E37" w:rsidP="005458E9"/>
    <w:p w:rsidR="0048308A" w:rsidRDefault="0048308A" w:rsidP="0048308A">
      <w:r>
        <w:t xml:space="preserve">The challenge of working with files in memory buffers is maximizing performance and minimizing memory footprint while working within the constraints of the property list mechanism. This should be a non-issue for small file images, but may be a major issue for large images.  </w:t>
      </w:r>
    </w:p>
    <w:p w:rsidR="0048308A" w:rsidRDefault="0048308A" w:rsidP="0048308A"/>
    <w:p w:rsidR="0048308A" w:rsidRDefault="00556C8B" w:rsidP="0048308A">
      <w:r>
        <w:t>If invoked with the appropriate flags, t</w:t>
      </w:r>
      <w:r w:rsidR="0048308A">
        <w:t xml:space="preserve">he </w:t>
      </w:r>
      <w:r w:rsidR="0048308A" w:rsidRPr="00C82E6F">
        <w:rPr>
          <w:rFonts w:ascii="Courier New" w:hAnsi="Courier New" w:cs="Courier New"/>
          <w:sz w:val="18"/>
        </w:rPr>
        <w:t>H5LTopen_file_</w:t>
      </w:r>
      <w:proofErr w:type="gramStart"/>
      <w:r w:rsidR="0048308A" w:rsidRPr="00C82E6F">
        <w:rPr>
          <w:rFonts w:ascii="Courier New" w:hAnsi="Courier New" w:cs="Courier New"/>
          <w:sz w:val="18"/>
        </w:rPr>
        <w:t>image(</w:t>
      </w:r>
      <w:proofErr w:type="gramEnd"/>
      <w:r w:rsidR="0048308A" w:rsidRPr="00C82E6F">
        <w:rPr>
          <w:rFonts w:ascii="Courier New" w:hAnsi="Courier New" w:cs="Courier New"/>
          <w:sz w:val="18"/>
        </w:rPr>
        <w:t>)</w:t>
      </w:r>
      <w:r w:rsidR="0048308A">
        <w:t xml:space="preserve"> high level library call should deal with these challenges in most cases.  However, some applications may require the programmer to address these issues directly.</w:t>
      </w:r>
    </w:p>
    <w:p w:rsidR="007B04EE" w:rsidRDefault="007B04EE" w:rsidP="005458E9"/>
    <w:p w:rsidR="00870C93" w:rsidRDefault="00870C93" w:rsidP="003519F8"/>
    <w:p w:rsidR="00C82E6F" w:rsidRDefault="00C82E6F" w:rsidP="003519F8"/>
    <w:p w:rsidR="00870C93" w:rsidRDefault="00870C93" w:rsidP="00870C93">
      <w:pPr>
        <w:pStyle w:val="Heading2"/>
      </w:pPr>
      <w:bookmarkStart w:id="2" w:name="_Toc318962980"/>
      <w:r>
        <w:t>File Image Operations Function Summary</w:t>
      </w:r>
      <w:bookmarkEnd w:id="2"/>
    </w:p>
    <w:p w:rsidR="00870C93" w:rsidRDefault="00870C93" w:rsidP="00870C93">
      <w:r>
        <w:t>Functions used in file image operations are listed below.</w:t>
      </w:r>
    </w:p>
    <w:p w:rsidR="00870C93" w:rsidRDefault="00870C93" w:rsidP="00870C93"/>
    <w:tbl>
      <w:tblPr>
        <w:tblStyle w:val="TableGrid"/>
        <w:tblW w:w="0" w:type="auto"/>
        <w:jc w:val="center"/>
        <w:tblInd w:w="786"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510"/>
        <w:gridCol w:w="5033"/>
      </w:tblGrid>
      <w:tr w:rsidR="00870C93" w:rsidRPr="00326919">
        <w:trPr>
          <w:tblHeader/>
          <w:jc w:val="center"/>
        </w:trPr>
        <w:tc>
          <w:tcPr>
            <w:tcW w:w="8543" w:type="dxa"/>
            <w:gridSpan w:val="2"/>
          </w:tcPr>
          <w:p w:rsidR="00870C93" w:rsidRPr="00326919" w:rsidRDefault="00870C93" w:rsidP="00870C93">
            <w:pPr>
              <w:pStyle w:val="NormalTable"/>
            </w:pPr>
            <w:r w:rsidRPr="00326919">
              <w:t xml:space="preserve">Function Listing </w:t>
            </w:r>
            <w:r>
              <w:t>1.</w:t>
            </w:r>
            <w:r w:rsidRPr="00326919">
              <w:t xml:space="preserve"> </w:t>
            </w:r>
            <w:r>
              <w:t>File image operations functions</w:t>
            </w:r>
          </w:p>
        </w:tc>
      </w:tr>
      <w:tr w:rsidR="00870C93" w:rsidRPr="00326919">
        <w:trPr>
          <w:tblHeader/>
          <w:jc w:val="center"/>
        </w:trPr>
        <w:tc>
          <w:tcPr>
            <w:tcW w:w="3510" w:type="dxa"/>
          </w:tcPr>
          <w:p w:rsidR="00870C93" w:rsidRPr="00326919" w:rsidRDefault="00870C93" w:rsidP="00870C93">
            <w:pPr>
              <w:pStyle w:val="NormalTable"/>
            </w:pPr>
            <w:r>
              <w:t>C Function</w:t>
            </w:r>
          </w:p>
        </w:tc>
        <w:tc>
          <w:tcPr>
            <w:tcW w:w="5033" w:type="dxa"/>
          </w:tcPr>
          <w:p w:rsidR="00870C93" w:rsidRPr="00326919" w:rsidRDefault="00870C93" w:rsidP="0047588B">
            <w:pPr>
              <w:pStyle w:val="NormalTable"/>
            </w:pPr>
            <w:r>
              <w:t>Purpose</w:t>
            </w:r>
          </w:p>
        </w:tc>
      </w:tr>
      <w:tr w:rsidR="00CF3474">
        <w:trPr>
          <w:jc w:val="center"/>
        </w:trPr>
        <w:tc>
          <w:tcPr>
            <w:tcW w:w="3510" w:type="dxa"/>
          </w:tcPr>
          <w:p w:rsidR="00CF3474" w:rsidRDefault="00CF3474" w:rsidP="0047588B">
            <w:pPr>
              <w:pStyle w:val="PlainText"/>
            </w:pPr>
            <w:r>
              <w:t>H5Pset_file_image</w:t>
            </w:r>
          </w:p>
        </w:tc>
        <w:tc>
          <w:tcPr>
            <w:tcW w:w="5033" w:type="dxa"/>
          </w:tcPr>
          <w:p w:rsidR="00CF3474" w:rsidRPr="00EF1275" w:rsidRDefault="00006478" w:rsidP="005C0C94">
            <w:pPr>
              <w:rPr>
                <w:b/>
              </w:rPr>
            </w:pPr>
            <w:r>
              <w:t xml:space="preserve">Allows </w:t>
            </w:r>
            <w:r w:rsidR="005C0C94">
              <w:t xml:space="preserve">an application </w:t>
            </w:r>
            <w:r w:rsidR="00CF3474">
              <w:t>to specify an initial file image.</w:t>
            </w:r>
            <w:r>
              <w:t xml:space="preserve"> </w:t>
            </w:r>
            <w:r w:rsidR="00CF3474">
              <w:t>For more information, see page</w:t>
            </w:r>
            <w:r>
              <w:t xml:space="preserve"> </w:t>
            </w:r>
            <w:r w:rsidR="00B84989">
              <w:fldChar w:fldCharType="begin"/>
            </w:r>
            <w:r>
              <w:instrText xml:space="preserve"> PAGEREF H5Pset_file_image \h </w:instrText>
            </w:r>
            <w:r w:rsidR="00B84989">
              <w:fldChar w:fldCharType="separate"/>
            </w:r>
            <w:r w:rsidR="006D729D">
              <w:rPr>
                <w:noProof/>
              </w:rPr>
              <w:t>12</w:t>
            </w:r>
            <w:r w:rsidR="00B84989">
              <w:fldChar w:fldCharType="end"/>
            </w:r>
            <w:r w:rsidR="00CF3474">
              <w:t>.</w:t>
            </w:r>
          </w:p>
        </w:tc>
      </w:tr>
      <w:tr w:rsidR="00B338CB">
        <w:trPr>
          <w:jc w:val="center"/>
        </w:trPr>
        <w:tc>
          <w:tcPr>
            <w:tcW w:w="3510" w:type="dxa"/>
          </w:tcPr>
          <w:p w:rsidR="00B338CB" w:rsidRDefault="00B338CB" w:rsidP="0047588B">
            <w:pPr>
              <w:pStyle w:val="PlainText"/>
            </w:pPr>
            <w:r>
              <w:t>H5Pget_file_image</w:t>
            </w:r>
          </w:p>
        </w:tc>
        <w:tc>
          <w:tcPr>
            <w:tcW w:w="5033" w:type="dxa"/>
          </w:tcPr>
          <w:p w:rsidR="00B338CB" w:rsidRPr="00EF1275" w:rsidRDefault="00006478" w:rsidP="0047588B">
            <w:pPr>
              <w:rPr>
                <w:b/>
              </w:rPr>
            </w:pPr>
            <w:r w:rsidRPr="00EF1275">
              <w:t>Allow</w:t>
            </w:r>
            <w:r>
              <w:t>s</w:t>
            </w:r>
            <w:r w:rsidRPr="00EF1275">
              <w:t xml:space="preserve"> </w:t>
            </w:r>
            <w:r w:rsidR="00B338CB" w:rsidRPr="00EF1275">
              <w:t>an application to retrieve a copy of the file image designated for a VFD to use as the initial contents of a file.</w:t>
            </w:r>
            <w:r w:rsidR="00B338CB">
              <w:t xml:space="preserve"> For more information, see page </w:t>
            </w:r>
            <w:r w:rsidR="00B84989">
              <w:fldChar w:fldCharType="begin"/>
            </w:r>
            <w:r w:rsidR="00B338CB">
              <w:instrText xml:space="preserve"> PAGEREF H5Pget_file_image \h </w:instrText>
            </w:r>
            <w:r w:rsidR="00B84989">
              <w:fldChar w:fldCharType="separate"/>
            </w:r>
            <w:r w:rsidR="006D729D">
              <w:rPr>
                <w:noProof/>
              </w:rPr>
              <w:t>12</w:t>
            </w:r>
            <w:r w:rsidR="00B84989">
              <w:fldChar w:fldCharType="end"/>
            </w:r>
            <w:r w:rsidR="00B338CB">
              <w:t>.</w:t>
            </w:r>
          </w:p>
        </w:tc>
      </w:tr>
      <w:tr w:rsidR="00CF3474">
        <w:trPr>
          <w:jc w:val="center"/>
        </w:trPr>
        <w:tc>
          <w:tcPr>
            <w:tcW w:w="3510" w:type="dxa"/>
          </w:tcPr>
          <w:p w:rsidR="00CF3474" w:rsidRDefault="00CF3474" w:rsidP="0047588B">
            <w:pPr>
              <w:pStyle w:val="PlainText"/>
            </w:pPr>
            <w:r>
              <w:t>H5Pset_file_image_callbacks</w:t>
            </w:r>
          </w:p>
        </w:tc>
        <w:tc>
          <w:tcPr>
            <w:tcW w:w="5033" w:type="dxa"/>
          </w:tcPr>
          <w:p w:rsidR="00CF3474" w:rsidRPr="00CF3474" w:rsidRDefault="00DB547F" w:rsidP="005E40EB">
            <w:r>
              <w:t xml:space="preserve">Allows an </w:t>
            </w:r>
            <w:r w:rsidR="00CF3474">
              <w:t xml:space="preserve">application to </w:t>
            </w:r>
            <w:r>
              <w:t xml:space="preserve">manage </w:t>
            </w:r>
            <w:r w:rsidR="00CF3474">
              <w:t xml:space="preserve">file image buffer allocation, copying, reallocation, and release. For more information, see page </w:t>
            </w:r>
            <w:r w:rsidR="00B84989">
              <w:fldChar w:fldCharType="begin"/>
            </w:r>
            <w:r w:rsidR="00CF3474">
              <w:instrText xml:space="preserve"> PAGEREF H5Pset_file_image_callbacks \h </w:instrText>
            </w:r>
            <w:r w:rsidR="00B84989">
              <w:fldChar w:fldCharType="separate"/>
            </w:r>
            <w:r w:rsidR="006D729D">
              <w:rPr>
                <w:noProof/>
              </w:rPr>
              <w:t>13</w:t>
            </w:r>
            <w:r w:rsidR="00B84989">
              <w:fldChar w:fldCharType="end"/>
            </w:r>
            <w:r w:rsidR="00CF3474">
              <w:t xml:space="preserve">. </w:t>
            </w:r>
          </w:p>
        </w:tc>
      </w:tr>
      <w:tr w:rsidR="00B338CB">
        <w:trPr>
          <w:jc w:val="center"/>
        </w:trPr>
        <w:tc>
          <w:tcPr>
            <w:tcW w:w="3510" w:type="dxa"/>
          </w:tcPr>
          <w:p w:rsidR="00B338CB" w:rsidRDefault="00B338CB" w:rsidP="0047588B">
            <w:pPr>
              <w:pStyle w:val="PlainText"/>
            </w:pPr>
            <w:r>
              <w:t>H5Pget_file_image_callbacks</w:t>
            </w:r>
          </w:p>
        </w:tc>
        <w:tc>
          <w:tcPr>
            <w:tcW w:w="5033" w:type="dxa"/>
          </w:tcPr>
          <w:p w:rsidR="00B338CB" w:rsidRPr="008D1E44" w:rsidRDefault="00DB547F" w:rsidP="00DB547F">
            <w:pPr>
              <w:rPr>
                <w:b/>
              </w:rPr>
            </w:pPr>
            <w:r>
              <w:t xml:space="preserve">Allows an application to </w:t>
            </w:r>
            <w:r w:rsidR="00B338CB">
              <w:t xml:space="preserve">obtain the current file image callbacks from a file access property list. For more information, see page </w:t>
            </w:r>
            <w:r w:rsidR="00B84989">
              <w:fldChar w:fldCharType="begin"/>
            </w:r>
            <w:r w:rsidR="00B338CB">
              <w:instrText xml:space="preserve"> PAGEREF H5Pget_file_image_callbacks \h </w:instrText>
            </w:r>
            <w:r w:rsidR="00B84989">
              <w:fldChar w:fldCharType="separate"/>
            </w:r>
            <w:r w:rsidR="006D729D">
              <w:rPr>
                <w:noProof/>
              </w:rPr>
              <w:t>16</w:t>
            </w:r>
            <w:r w:rsidR="00B84989">
              <w:fldChar w:fldCharType="end"/>
            </w:r>
            <w:r w:rsidR="00B338CB">
              <w:t>.</w:t>
            </w:r>
          </w:p>
        </w:tc>
      </w:tr>
      <w:tr w:rsidR="00CF3474">
        <w:trPr>
          <w:jc w:val="center"/>
        </w:trPr>
        <w:tc>
          <w:tcPr>
            <w:tcW w:w="3510" w:type="dxa"/>
          </w:tcPr>
          <w:p w:rsidR="00CF3474" w:rsidRDefault="00CF3474" w:rsidP="008169A5">
            <w:pPr>
              <w:pStyle w:val="PlainText"/>
            </w:pPr>
            <w:r>
              <w:t>H5Fget_file_image</w:t>
            </w:r>
          </w:p>
        </w:tc>
        <w:tc>
          <w:tcPr>
            <w:tcW w:w="5033" w:type="dxa"/>
          </w:tcPr>
          <w:p w:rsidR="00CF3474" w:rsidRPr="00CF3474" w:rsidRDefault="00DB547F" w:rsidP="00DB547F">
            <w:r>
              <w:t xml:space="preserve">Provides </w:t>
            </w:r>
            <w:r w:rsidR="00CF3474">
              <w:t xml:space="preserve">a simple way to retrieve a copy of the image of an existing, open file. For more information, see page </w:t>
            </w:r>
            <w:r w:rsidR="00B84989">
              <w:fldChar w:fldCharType="begin"/>
            </w:r>
            <w:r w:rsidR="00CF3474">
              <w:instrText xml:space="preserve"> PAGEREF H5Fget_file_image \h </w:instrText>
            </w:r>
            <w:r w:rsidR="00B84989">
              <w:fldChar w:fldCharType="separate"/>
            </w:r>
            <w:r w:rsidR="006D729D">
              <w:rPr>
                <w:noProof/>
              </w:rPr>
              <w:t>18</w:t>
            </w:r>
            <w:r w:rsidR="00B84989">
              <w:fldChar w:fldCharType="end"/>
            </w:r>
            <w:r w:rsidR="00CF3474">
              <w:t>.</w:t>
            </w:r>
          </w:p>
        </w:tc>
      </w:tr>
      <w:tr w:rsidR="00CF3474">
        <w:trPr>
          <w:jc w:val="center"/>
        </w:trPr>
        <w:tc>
          <w:tcPr>
            <w:tcW w:w="3510" w:type="dxa"/>
          </w:tcPr>
          <w:p w:rsidR="00CF3474" w:rsidRDefault="00CF3474" w:rsidP="0047588B">
            <w:pPr>
              <w:pStyle w:val="PlainText"/>
            </w:pPr>
            <w:r>
              <w:t>H5LTopen_file_image</w:t>
            </w:r>
          </w:p>
        </w:tc>
        <w:tc>
          <w:tcPr>
            <w:tcW w:w="5033" w:type="dxa"/>
          </w:tcPr>
          <w:p w:rsidR="00CF3474" w:rsidRPr="008D1E44" w:rsidRDefault="00DB547F" w:rsidP="00CF3474">
            <w:pPr>
              <w:rPr>
                <w:b/>
              </w:rPr>
            </w:pPr>
            <w:r>
              <w:t xml:space="preserve">Provides </w:t>
            </w:r>
            <w:r w:rsidR="00CF3474">
              <w:t xml:space="preserve">a convenient way to open an initial file image with the </w:t>
            </w:r>
            <w:r w:rsidR="00D53013">
              <w:t xml:space="preserve">Core </w:t>
            </w:r>
            <w:r w:rsidR="00CF3474">
              <w:t xml:space="preserve">VFD. For more information, see page </w:t>
            </w:r>
            <w:r w:rsidR="00B84989">
              <w:fldChar w:fldCharType="begin"/>
            </w:r>
            <w:r w:rsidR="00CF3474">
              <w:instrText xml:space="preserve"> PAGEREF H5LTopen_file_image \h </w:instrText>
            </w:r>
            <w:r w:rsidR="00B84989">
              <w:fldChar w:fldCharType="separate"/>
            </w:r>
            <w:r w:rsidR="006D729D">
              <w:rPr>
                <w:noProof/>
              </w:rPr>
              <w:t>19</w:t>
            </w:r>
            <w:r w:rsidR="00B84989">
              <w:fldChar w:fldCharType="end"/>
            </w:r>
            <w:r w:rsidR="00CF3474">
              <w:t>.</w:t>
            </w:r>
          </w:p>
        </w:tc>
      </w:tr>
    </w:tbl>
    <w:p w:rsidR="00870C93" w:rsidRDefault="00870C93" w:rsidP="00870C93"/>
    <w:p w:rsidR="008169A5" w:rsidRDefault="008169A5" w:rsidP="008169A5"/>
    <w:p w:rsidR="008169A5" w:rsidRDefault="008169A5" w:rsidP="008169A5"/>
    <w:p w:rsidR="008169A5" w:rsidRDefault="000E4B2A" w:rsidP="000E4B2A">
      <w:pPr>
        <w:pStyle w:val="Heading2"/>
      </w:pPr>
      <w:bookmarkStart w:id="3" w:name="_Toc318962981"/>
      <w:r>
        <w:lastRenderedPageBreak/>
        <w:t>Abbreviations</w:t>
      </w:r>
      <w:bookmarkEnd w:id="3"/>
    </w:p>
    <w:p w:rsidR="000E4B2A" w:rsidRDefault="000E4B2A" w:rsidP="000E4B2A">
      <w:r>
        <w:t>The following abbreviations are used in this document:</w:t>
      </w:r>
    </w:p>
    <w:p w:rsidR="00DB547F" w:rsidRDefault="00DB547F" w:rsidP="00DB547F"/>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922"/>
        <w:gridCol w:w="5411"/>
      </w:tblGrid>
      <w:tr w:rsidR="00DB547F" w:rsidRPr="00137C51">
        <w:trPr>
          <w:tblHeader/>
          <w:jc w:val="center"/>
        </w:trPr>
        <w:tc>
          <w:tcPr>
            <w:tcW w:w="7333" w:type="dxa"/>
            <w:gridSpan w:val="2"/>
            <w:shd w:val="clear" w:color="auto" w:fill="auto"/>
          </w:tcPr>
          <w:p w:rsidR="00DB547F" w:rsidRPr="00137C51" w:rsidRDefault="00DB547F" w:rsidP="00DB547F">
            <w:pPr>
              <w:pStyle w:val="NormalTable"/>
            </w:pPr>
            <w:r>
              <w:t>Table 1. Abbreviations</w:t>
            </w:r>
          </w:p>
        </w:tc>
      </w:tr>
      <w:tr w:rsidR="00DB547F" w:rsidRPr="00137C51">
        <w:trPr>
          <w:tblHeader/>
          <w:jc w:val="center"/>
        </w:trPr>
        <w:tc>
          <w:tcPr>
            <w:tcW w:w="1922" w:type="dxa"/>
          </w:tcPr>
          <w:p w:rsidR="00DB547F" w:rsidRPr="00137C51" w:rsidRDefault="00DB547F" w:rsidP="0047588B">
            <w:pPr>
              <w:pStyle w:val="NormalTable"/>
            </w:pPr>
            <w:r>
              <w:t>Abbreviation</w:t>
            </w:r>
          </w:p>
        </w:tc>
        <w:tc>
          <w:tcPr>
            <w:tcW w:w="5411" w:type="dxa"/>
          </w:tcPr>
          <w:p w:rsidR="00DB547F" w:rsidRPr="00137C51" w:rsidRDefault="00DB547F" w:rsidP="0047588B">
            <w:pPr>
              <w:pStyle w:val="NormalTable"/>
            </w:pPr>
            <w:r>
              <w:t xml:space="preserve">This abbreviation is short for: </w:t>
            </w:r>
          </w:p>
        </w:tc>
      </w:tr>
      <w:tr w:rsidR="00DB547F" w:rsidRPr="007625C5">
        <w:trPr>
          <w:jc w:val="center"/>
        </w:trPr>
        <w:tc>
          <w:tcPr>
            <w:tcW w:w="1922" w:type="dxa"/>
          </w:tcPr>
          <w:p w:rsidR="00DB547F" w:rsidRDefault="00DB547F" w:rsidP="0047588B">
            <w:r>
              <w:t>FAPL or fapl</w:t>
            </w:r>
          </w:p>
        </w:tc>
        <w:tc>
          <w:tcPr>
            <w:tcW w:w="5411" w:type="dxa"/>
          </w:tcPr>
          <w:p w:rsidR="00DB547F" w:rsidRDefault="00DB547F" w:rsidP="0047588B">
            <w:r>
              <w:t xml:space="preserve">File Access Property List. In code samples, fapl is used. </w:t>
            </w:r>
          </w:p>
        </w:tc>
      </w:tr>
      <w:tr w:rsidR="00DB547F" w:rsidRPr="007625C5">
        <w:trPr>
          <w:jc w:val="center"/>
        </w:trPr>
        <w:tc>
          <w:tcPr>
            <w:tcW w:w="1922" w:type="dxa"/>
          </w:tcPr>
          <w:p w:rsidR="00DB547F" w:rsidRDefault="00DB547F" w:rsidP="0047588B">
            <w:r>
              <w:t>VFD</w:t>
            </w:r>
          </w:p>
        </w:tc>
        <w:tc>
          <w:tcPr>
            <w:tcW w:w="5411" w:type="dxa"/>
          </w:tcPr>
          <w:p w:rsidR="00DB547F" w:rsidRDefault="00DB547F" w:rsidP="0047588B">
            <w:r>
              <w:t>Virtual File Driver</w:t>
            </w:r>
          </w:p>
        </w:tc>
      </w:tr>
      <w:tr w:rsidR="00DB547F" w:rsidRPr="008D1E44">
        <w:trPr>
          <w:jc w:val="center"/>
        </w:trPr>
        <w:tc>
          <w:tcPr>
            <w:tcW w:w="1922" w:type="dxa"/>
          </w:tcPr>
          <w:p w:rsidR="00DB547F" w:rsidRDefault="00DB547F" w:rsidP="0047588B">
            <w:r>
              <w:t>VFL</w:t>
            </w:r>
          </w:p>
        </w:tc>
        <w:tc>
          <w:tcPr>
            <w:tcW w:w="5411" w:type="dxa"/>
          </w:tcPr>
          <w:p w:rsidR="00DB547F" w:rsidRDefault="00DB547F" w:rsidP="0047588B">
            <w:r>
              <w:t>Virtual File Layer</w:t>
            </w:r>
          </w:p>
        </w:tc>
      </w:tr>
    </w:tbl>
    <w:p w:rsidR="00DB547F" w:rsidRDefault="00DB547F" w:rsidP="00DB547F"/>
    <w:p w:rsidR="00870C93" w:rsidRDefault="00870C93" w:rsidP="003519F8"/>
    <w:p w:rsidR="00664E9D" w:rsidRDefault="00664E9D" w:rsidP="003519F8"/>
    <w:p w:rsidR="00664E9D" w:rsidRDefault="00664E9D" w:rsidP="00664E9D">
      <w:pPr>
        <w:pStyle w:val="Heading2"/>
      </w:pPr>
      <w:bookmarkStart w:id="4" w:name="_Toc318962982"/>
      <w:r>
        <w:t>Developer Prerequisites</w:t>
      </w:r>
      <w:bookmarkEnd w:id="4"/>
    </w:p>
    <w:p w:rsidR="00664E9D" w:rsidRDefault="00664E9D" w:rsidP="00664E9D">
      <w:r>
        <w:t xml:space="preserve">Developers who use the file image operations described in this document should be proficient and experienced users of the HDF5 C Library APIs. </w:t>
      </w:r>
      <w:r w:rsidR="00A21BA4">
        <w:t>More specifically</w:t>
      </w:r>
      <w:r>
        <w:t>, developers should have a working knowledge of property lists</w:t>
      </w:r>
      <w:r w:rsidR="002A25F1">
        <w:t xml:space="preserve">, callbacks, </w:t>
      </w:r>
      <w:r w:rsidR="00805591">
        <w:t>and virtual file drivers.</w:t>
      </w:r>
    </w:p>
    <w:p w:rsidR="00664E9D" w:rsidRDefault="00664E9D" w:rsidP="00664E9D"/>
    <w:p w:rsidR="00805591" w:rsidRDefault="00805591" w:rsidP="00664E9D"/>
    <w:p w:rsidR="00332A96" w:rsidRDefault="00332A96" w:rsidP="00664E9D"/>
    <w:p w:rsidR="00332A96" w:rsidRDefault="00332A96" w:rsidP="00332A96">
      <w:pPr>
        <w:pStyle w:val="Heading2"/>
      </w:pPr>
      <w:bookmarkStart w:id="5" w:name="_Toc318962983"/>
      <w:r>
        <w:t>Resources</w:t>
      </w:r>
      <w:bookmarkEnd w:id="5"/>
    </w:p>
    <w:p w:rsidR="00332A96" w:rsidRDefault="00332A96" w:rsidP="00332A96">
      <w:r>
        <w:t>See the following for more information.</w:t>
      </w:r>
    </w:p>
    <w:p w:rsidR="00332A96" w:rsidRDefault="00332A96" w:rsidP="00332A96"/>
    <w:p w:rsidR="00C82E6F" w:rsidRDefault="00C82E6F" w:rsidP="00332A96">
      <w:r>
        <w:t>The “RFC: File Image Operations” is the primary source for the information in this document.</w:t>
      </w:r>
    </w:p>
    <w:p w:rsidR="00C82E6F" w:rsidRDefault="00C82E6F" w:rsidP="00332A96"/>
    <w:p w:rsidR="00332A96" w:rsidRDefault="00332A96" w:rsidP="00332A96">
      <w:r>
        <w:t xml:space="preserve">The “Alternate File Storage Layouts and Low-level File Drivers” section is in “The HDF5 File” chapter of the </w:t>
      </w:r>
      <w:r w:rsidRPr="00332A96">
        <w:rPr>
          <w:i/>
        </w:rPr>
        <w:t>HDF5 User’s Guide</w:t>
      </w:r>
      <w:r>
        <w:t xml:space="preserve"> at </w:t>
      </w:r>
      <w:hyperlink r:id="rId19" w:history="1">
        <w:r w:rsidRPr="003E1A1E">
          <w:rPr>
            <w:rStyle w:val="Hyperlink"/>
          </w:rPr>
          <w:t>http://www.hdfgroup.org/HDF5/doc/UG/UG_frame08TheFile.html</w:t>
        </w:r>
      </w:hyperlink>
      <w:r>
        <w:t xml:space="preserve">. </w:t>
      </w:r>
    </w:p>
    <w:p w:rsidR="00332A96" w:rsidRDefault="00332A96" w:rsidP="00332A96"/>
    <w:p w:rsidR="005F6D01" w:rsidRDefault="005F6D01" w:rsidP="00332A96">
      <w:r>
        <w:t xml:space="preserve">The H5Pset_fapl_core function call can be used to modify the file access property list so that the Memory virtual file driver, H5FD_CORE, is used. The Memory file driver is also known as the Core file driver. See the </w:t>
      </w:r>
      <w:r w:rsidRPr="005F6D01">
        <w:rPr>
          <w:i/>
        </w:rPr>
        <w:t>HDF5 Reference Manual</w:t>
      </w:r>
      <w:r>
        <w:t xml:space="preserve"> at </w:t>
      </w:r>
      <w:hyperlink r:id="rId20" w:anchor="Property-SetFaplCore" w:history="1">
        <w:r w:rsidRPr="003E1A1E">
          <w:rPr>
            <w:rStyle w:val="Hyperlink"/>
          </w:rPr>
          <w:t>http://www.hdfgroup.org/HDF5/doc/RM/RM_H5P.html#Property-SetFaplCore</w:t>
        </w:r>
      </w:hyperlink>
      <w:r>
        <w:t xml:space="preserve"> for more information. </w:t>
      </w:r>
    </w:p>
    <w:p w:rsidR="00332A96" w:rsidRDefault="00332A96" w:rsidP="00332A96"/>
    <w:p w:rsidR="005F6D01" w:rsidRDefault="005F6D01" w:rsidP="005F6D01">
      <w:r>
        <w:t xml:space="preserve">Links to the “Virtual File Layer” and “List of VFL Functions” documents can be found on the “HDF5 Technical Notes” page at </w:t>
      </w:r>
      <w:hyperlink r:id="rId21" w:history="1">
        <w:r w:rsidRPr="003E1A1E">
          <w:rPr>
            <w:rStyle w:val="Hyperlink"/>
          </w:rPr>
          <w:t>http://www.hdfgroup.org/HDF5/doc/TechNotes.html</w:t>
        </w:r>
      </w:hyperlink>
      <w:r>
        <w:t xml:space="preserve">. </w:t>
      </w:r>
    </w:p>
    <w:p w:rsidR="005F6D01" w:rsidRDefault="005F6D01" w:rsidP="005F6D01"/>
    <w:p w:rsidR="005F6D01" w:rsidRDefault="005F6D01" w:rsidP="00332A96"/>
    <w:p w:rsidR="00113A75" w:rsidRDefault="00113A75" w:rsidP="00332A96"/>
    <w:p w:rsidR="00332A96" w:rsidRPr="00332A96" w:rsidRDefault="00332A96" w:rsidP="00332A96"/>
    <w:p w:rsidR="00695735" w:rsidRDefault="00555DD7" w:rsidP="000E1FF8">
      <w:pPr>
        <w:pStyle w:val="Heading1"/>
      </w:pPr>
      <w:bookmarkStart w:id="6" w:name="_Toc318962984"/>
      <w:r>
        <w:lastRenderedPageBreak/>
        <w:t>C</w:t>
      </w:r>
      <w:r w:rsidR="00695735">
        <w:t xml:space="preserve"> API Call Syntax</w:t>
      </w:r>
      <w:bookmarkEnd w:id="6"/>
    </w:p>
    <w:p w:rsidR="00695735" w:rsidRDefault="00555DD7" w:rsidP="000E1FF8">
      <w:r>
        <w:t xml:space="preserve">The C </w:t>
      </w:r>
      <w:r w:rsidR="00695735">
        <w:t xml:space="preserve">API </w:t>
      </w:r>
      <w:r>
        <w:t xml:space="preserve">function </w:t>
      </w:r>
      <w:r w:rsidR="00695735">
        <w:t xml:space="preserve">calls described in this </w:t>
      </w:r>
      <w:r w:rsidR="00015FDD">
        <w:t>chapter</w:t>
      </w:r>
      <w:r w:rsidR="00695735">
        <w:t xml:space="preserve"> fall into two categories: low-level routines that are </w:t>
      </w:r>
      <w:r w:rsidR="00591888">
        <w:t xml:space="preserve">part of </w:t>
      </w:r>
      <w:r w:rsidR="00695735">
        <w:t xml:space="preserve">the main </w:t>
      </w:r>
      <w:r w:rsidR="00543630">
        <w:t xml:space="preserve">HDF5 </w:t>
      </w:r>
      <w:r>
        <w:t xml:space="preserve">C </w:t>
      </w:r>
      <w:r w:rsidR="00543630">
        <w:t>Library</w:t>
      </w:r>
      <w:r w:rsidR="00695735">
        <w:t xml:space="preserve"> and one high-level routine </w:t>
      </w:r>
      <w:r w:rsidR="00591888">
        <w:t xml:space="preserve">that is part of </w:t>
      </w:r>
      <w:r w:rsidR="00695735">
        <w:t>the “lite” API in the high-level wrapper library</w:t>
      </w:r>
      <w:r w:rsidR="006564E8">
        <w:t xml:space="preserve">. </w:t>
      </w:r>
      <w:r w:rsidR="00695735">
        <w:t>The high-level routine uses the low-level routines</w:t>
      </w:r>
      <w:r w:rsidR="00F025B2">
        <w:t xml:space="preserve"> and </w:t>
      </w:r>
      <w:r w:rsidR="00695735">
        <w:t>presents frequently requested functionality conveniently packaged for application developers’ use.</w:t>
      </w:r>
    </w:p>
    <w:p w:rsidR="003519F8" w:rsidRDefault="003519F8" w:rsidP="000E1FF8"/>
    <w:p w:rsidR="00695735" w:rsidRDefault="00695735" w:rsidP="000E1FF8"/>
    <w:p w:rsidR="00695735" w:rsidRDefault="00695735" w:rsidP="000E1FF8"/>
    <w:p w:rsidR="00E827BC" w:rsidRPr="00086E6C" w:rsidRDefault="00E827BC" w:rsidP="000E1FF8">
      <w:pPr>
        <w:pStyle w:val="Heading2"/>
      </w:pPr>
      <w:bookmarkStart w:id="7" w:name="_Toc318962985"/>
      <w:r w:rsidRPr="00086E6C">
        <w:t>Low-</w:t>
      </w:r>
      <w:r w:rsidR="00591888" w:rsidRPr="00086E6C">
        <w:t>l</w:t>
      </w:r>
      <w:r w:rsidRPr="00086E6C">
        <w:t xml:space="preserve">evel </w:t>
      </w:r>
      <w:r w:rsidR="00555DD7" w:rsidRPr="00086E6C">
        <w:t xml:space="preserve">C </w:t>
      </w:r>
      <w:r w:rsidRPr="00086E6C">
        <w:t>API Routines</w:t>
      </w:r>
      <w:bookmarkEnd w:id="7"/>
    </w:p>
    <w:p w:rsidR="00E827BC" w:rsidRDefault="00071297" w:rsidP="000E1FF8">
      <w:r>
        <w:t xml:space="preserve">The purpose of this section is to describe the low-level C API routines that support file image operations. </w:t>
      </w:r>
      <w:r w:rsidR="001E31BA">
        <w:t>The</w:t>
      </w:r>
      <w:r>
        <w:t>se</w:t>
      </w:r>
      <w:r w:rsidR="001E31BA">
        <w:t xml:space="preserve"> routines </w:t>
      </w:r>
      <w:r w:rsidR="00E827BC">
        <w:t>allow an in</w:t>
      </w:r>
      <w:r w:rsidR="00BE1A29">
        <w:t>-</w:t>
      </w:r>
      <w:r w:rsidR="00E827BC">
        <w:t>memory image of an HDF5 file to be opened without requiring file system I/O</w:t>
      </w:r>
      <w:r w:rsidR="006564E8">
        <w:t xml:space="preserve">. </w:t>
      </w:r>
    </w:p>
    <w:p w:rsidR="00E827BC" w:rsidRDefault="00E827BC" w:rsidP="000E1FF8"/>
    <w:p w:rsidR="00E827BC" w:rsidRDefault="001E31BA" w:rsidP="000E1FF8">
      <w:r>
        <w:t>T</w:t>
      </w:r>
      <w:r w:rsidR="00E827BC">
        <w:t>he basic approach to opening an in</w:t>
      </w:r>
      <w:r w:rsidR="00BE1A29">
        <w:t>-</w:t>
      </w:r>
      <w:r w:rsidR="00E827BC">
        <w:t xml:space="preserve">memory image of an HDF5 file is to pass the image to the </w:t>
      </w:r>
      <w:r w:rsidR="00805591">
        <w:t>Core file driver</w:t>
      </w:r>
      <w:r w:rsidR="00E827BC">
        <w:t xml:space="preserve">, and </w:t>
      </w:r>
      <w:r>
        <w:t xml:space="preserve">then </w:t>
      </w:r>
      <w:r w:rsidR="00E827BC">
        <w:t xml:space="preserve">tell </w:t>
      </w:r>
      <w:r>
        <w:t xml:space="preserve">the </w:t>
      </w:r>
      <w:r w:rsidR="00805591">
        <w:t>Core file driver</w:t>
      </w:r>
      <w:r>
        <w:t xml:space="preserve"> </w:t>
      </w:r>
      <w:r w:rsidR="00E827BC">
        <w:t xml:space="preserve">to open </w:t>
      </w:r>
      <w:r>
        <w:t>the file</w:t>
      </w:r>
      <w:r w:rsidR="00E827BC">
        <w:t xml:space="preserve">. We do this by </w:t>
      </w:r>
      <w:r>
        <w:t xml:space="preserve">using </w:t>
      </w:r>
      <w:r w:rsidR="00E827BC">
        <w:t xml:space="preserve">the </w:t>
      </w:r>
      <w:r w:rsidR="00E827BC" w:rsidRPr="00061D60">
        <w:rPr>
          <w:rFonts w:ascii="Courier New" w:hAnsi="Courier New" w:cs="Courier New"/>
          <w:sz w:val="18"/>
          <w:szCs w:val="18"/>
        </w:rPr>
        <w:t>H5Pget/set_file_image</w:t>
      </w:r>
      <w:r w:rsidR="00E827BC">
        <w:t xml:space="preserve"> calls</w:t>
      </w:r>
      <w:r>
        <w:t xml:space="preserve">. These calls </w:t>
      </w:r>
      <w:r w:rsidR="00E827BC">
        <w:t>allow the user to specify an initial file image.</w:t>
      </w:r>
    </w:p>
    <w:p w:rsidR="00E827BC" w:rsidRDefault="00E827BC" w:rsidP="000E1FF8"/>
    <w:p w:rsidR="00E827BC" w:rsidRDefault="00086E6C" w:rsidP="000E1FF8">
      <w:r>
        <w:t xml:space="preserve">A potential problem with the </w:t>
      </w:r>
      <w:r w:rsidRPr="00086E6C">
        <w:rPr>
          <w:rFonts w:ascii="Courier New" w:hAnsi="Courier New" w:cs="Courier New"/>
          <w:sz w:val="18"/>
        </w:rPr>
        <w:t>H5Pget/set_file_image</w:t>
      </w:r>
      <w:r>
        <w:t xml:space="preserve"> calls is the </w:t>
      </w:r>
      <w:r w:rsidR="008C2127">
        <w:t>overhead of allocating</w:t>
      </w:r>
      <w:r w:rsidR="009759F6">
        <w:t xml:space="preserve"> and </w:t>
      </w:r>
      <w:r>
        <w:t xml:space="preserve">copying of large </w:t>
      </w:r>
      <w:r w:rsidR="008C2127">
        <w:t xml:space="preserve">file image </w:t>
      </w:r>
      <w:r>
        <w:t xml:space="preserve">buffers. </w:t>
      </w:r>
      <w:r w:rsidR="00071297" w:rsidRPr="00071297">
        <w:t xml:space="preserve">The callback routines enable application programs </w:t>
      </w:r>
      <w:r w:rsidR="00E827BC" w:rsidRPr="00071297">
        <w:t xml:space="preserve">to avoid </w:t>
      </w:r>
      <w:r>
        <w:t>this problem</w:t>
      </w:r>
      <w:r w:rsidR="00071297" w:rsidRPr="00071297">
        <w:t xml:space="preserve">. </w:t>
      </w:r>
      <w:r>
        <w:t>However, t</w:t>
      </w:r>
      <w:r w:rsidR="00E827BC" w:rsidRPr="00071297">
        <w:t xml:space="preserve">he use of these callbacks is </w:t>
      </w:r>
      <w:r w:rsidR="008C2127">
        <w:t>complex</w:t>
      </w:r>
      <w:r w:rsidR="009759F6">
        <w:t xml:space="preserve"> and </w:t>
      </w:r>
      <w:r w:rsidR="00E827BC" w:rsidRPr="00071297">
        <w:t xml:space="preserve">potentially </w:t>
      </w:r>
      <w:r w:rsidR="009759F6">
        <w:t>hazardous</w:t>
      </w:r>
      <w:r w:rsidR="00244835" w:rsidRPr="00071297">
        <w:t>:</w:t>
      </w:r>
      <w:r w:rsidR="00E827BC" w:rsidRPr="00071297">
        <w:t xml:space="preserve"> the particulars </w:t>
      </w:r>
      <w:r w:rsidR="00F025B2" w:rsidRPr="00071297">
        <w:t xml:space="preserve">are </w:t>
      </w:r>
      <w:r w:rsidR="00E827BC" w:rsidRPr="00071297">
        <w:t xml:space="preserve">discussed in the semantics and examples </w:t>
      </w:r>
      <w:r w:rsidR="00071297" w:rsidRPr="00071297">
        <w:t xml:space="preserve">chapters </w:t>
      </w:r>
      <w:r w:rsidR="00E827BC" w:rsidRPr="00071297">
        <w:t>below</w:t>
      </w:r>
      <w:r w:rsidR="006D7829" w:rsidRPr="00071297">
        <w:t xml:space="preserve"> (see pages </w:t>
      </w:r>
      <w:r w:rsidR="00B84989" w:rsidRPr="00071297">
        <w:fldChar w:fldCharType="begin"/>
      </w:r>
      <w:r w:rsidR="006D7829" w:rsidRPr="00071297">
        <w:instrText xml:space="preserve"> PAGEREF CApiCallSemantics \h </w:instrText>
      </w:r>
      <w:r w:rsidR="00B84989" w:rsidRPr="00071297">
        <w:fldChar w:fldCharType="separate"/>
      </w:r>
      <w:r w:rsidR="006D729D">
        <w:rPr>
          <w:noProof/>
        </w:rPr>
        <w:t>22</w:t>
      </w:r>
      <w:r w:rsidR="00B84989" w:rsidRPr="00071297">
        <w:fldChar w:fldCharType="end"/>
      </w:r>
      <w:r w:rsidR="006D7829" w:rsidRPr="00071297">
        <w:t xml:space="preserve"> and </w:t>
      </w:r>
      <w:r w:rsidR="00B84989" w:rsidRPr="00071297">
        <w:fldChar w:fldCharType="begin"/>
      </w:r>
      <w:r w:rsidR="002873B0" w:rsidRPr="00071297">
        <w:instrText xml:space="preserve"> PAGEREF Examples \h </w:instrText>
      </w:r>
      <w:r w:rsidR="00B84989" w:rsidRPr="00071297">
        <w:fldChar w:fldCharType="separate"/>
      </w:r>
      <w:r w:rsidR="006D729D">
        <w:rPr>
          <w:noProof/>
        </w:rPr>
        <w:t>28</w:t>
      </w:r>
      <w:r w:rsidR="00B84989" w:rsidRPr="00071297">
        <w:fldChar w:fldCharType="end"/>
      </w:r>
      <w:r w:rsidR="002873B0" w:rsidRPr="00071297">
        <w:t xml:space="preserve"> </w:t>
      </w:r>
      <w:r w:rsidR="006D7829" w:rsidRPr="00071297">
        <w:t>respectively)</w:t>
      </w:r>
      <w:r w:rsidR="006564E8" w:rsidRPr="00071297">
        <w:t xml:space="preserve">. </w:t>
      </w:r>
      <w:r w:rsidR="008C2127">
        <w:t>Fortunately, use of the file image callbacks should seldom be necessary</w:t>
      </w:r>
      <w:r w:rsidR="00C82E6F">
        <w:t xml:space="preserve">: </w:t>
      </w:r>
      <w:r w:rsidR="008C2127">
        <w:t>the H5LTopen_file_image call should address most use cases.</w:t>
      </w:r>
    </w:p>
    <w:p w:rsidR="00E827BC" w:rsidRDefault="00E827BC" w:rsidP="000E1FF8"/>
    <w:p w:rsidR="00E827BC" w:rsidRPr="00086E6C" w:rsidRDefault="00086E6C" w:rsidP="000E1FF8">
      <w:r w:rsidRPr="00086E6C">
        <w:t xml:space="preserve">The property list facility in HDF5 </w:t>
      </w:r>
      <w:r w:rsidR="009759F6">
        <w:t>is employed in</w:t>
      </w:r>
      <w:r w:rsidRPr="00086E6C">
        <w:t xml:space="preserve"> file image operations. This </w:t>
      </w:r>
      <w:r w:rsidR="00E827BC" w:rsidRPr="00086E6C">
        <w:t>facility was designed for passing data, not consumable resources</w:t>
      </w:r>
      <w:r w:rsidRPr="00086E6C">
        <w:t>,</w:t>
      </w:r>
      <w:r w:rsidR="00E827BC" w:rsidRPr="00086E6C">
        <w:t xml:space="preserve"> into API calls</w:t>
      </w:r>
      <w:r w:rsidR="006564E8" w:rsidRPr="00086E6C">
        <w:t xml:space="preserve">. </w:t>
      </w:r>
      <w:r w:rsidR="00E827BC" w:rsidRPr="00086E6C">
        <w:t xml:space="preserve">The peculiar ways in which the file image allocation callbacks may be used allows us to avoid extending the property list structure to handle consumable resources cleanly </w:t>
      </w:r>
      <w:r w:rsidRPr="00086E6C">
        <w:t>and to avoid</w:t>
      </w:r>
      <w:r w:rsidR="00E827BC" w:rsidRPr="00086E6C">
        <w:t xml:space="preserve"> constructing a new facility for the purpose</w:t>
      </w:r>
      <w:r w:rsidR="006564E8" w:rsidRPr="00086E6C">
        <w:t xml:space="preserve">. </w:t>
      </w:r>
    </w:p>
    <w:p w:rsidR="00E827BC" w:rsidRPr="002C13CE" w:rsidRDefault="00E827BC" w:rsidP="000E1FF8">
      <w:pPr>
        <w:rPr>
          <w:highlight w:val="yellow"/>
        </w:rPr>
      </w:pPr>
    </w:p>
    <w:p w:rsidR="00695735" w:rsidRDefault="00071297" w:rsidP="000E1FF8">
      <w:r>
        <w:t>The sub-sections below describe the low-level C APIs that are used with file image operations.</w:t>
      </w:r>
    </w:p>
    <w:p w:rsidR="00695735" w:rsidRDefault="00695735" w:rsidP="000E1FF8"/>
    <w:p w:rsidR="006540DE" w:rsidRDefault="006540DE"/>
    <w:p w:rsidR="00E827BC" w:rsidRDefault="00E827BC" w:rsidP="000E1FF8"/>
    <w:p w:rsidR="00E827BC" w:rsidRPr="000162EC" w:rsidRDefault="00E827BC" w:rsidP="000E1FF8">
      <w:pPr>
        <w:pStyle w:val="Heading3"/>
      </w:pPr>
      <w:bookmarkStart w:id="8" w:name="_Toc318962986"/>
      <w:r w:rsidRPr="000162EC">
        <w:t>H5Ps</w:t>
      </w:r>
      <w:bookmarkStart w:id="9" w:name="H5Pset_file_image"/>
      <w:bookmarkEnd w:id="9"/>
      <w:r w:rsidRPr="000162EC">
        <w:t>et_file_image</w:t>
      </w:r>
      <w:bookmarkEnd w:id="8"/>
      <w:r w:rsidR="008B27D0" w:rsidRPr="000162EC">
        <w:t xml:space="preserve"> </w:t>
      </w:r>
    </w:p>
    <w:p w:rsidR="00E827BC" w:rsidRDefault="00E827BC" w:rsidP="000E1FF8">
      <w:r>
        <w:t xml:space="preserve">The </w:t>
      </w:r>
      <w:r w:rsidRPr="00EF1275">
        <w:rPr>
          <w:rFonts w:ascii="Courier New" w:hAnsi="Courier New" w:cs="Courier New"/>
          <w:sz w:val="18"/>
          <w:szCs w:val="18"/>
        </w:rPr>
        <w:t>H5Pset_file_image</w:t>
      </w:r>
      <w:r>
        <w:t xml:space="preserve"> routine allow</w:t>
      </w:r>
      <w:r w:rsidR="00145D85">
        <w:t>s</w:t>
      </w:r>
      <w:r>
        <w:t xml:space="preserve"> an application to provide an image for a </w:t>
      </w:r>
      <w:r w:rsidR="00145D85">
        <w:t>file driver</w:t>
      </w:r>
      <w:r>
        <w:t xml:space="preserve"> to use as the initial contents of the file</w:t>
      </w:r>
      <w:r w:rsidR="006564E8">
        <w:t xml:space="preserve">. </w:t>
      </w:r>
      <w:r>
        <w:t xml:space="preserve">This call </w:t>
      </w:r>
      <w:r w:rsidR="00956BDF">
        <w:t>was</w:t>
      </w:r>
      <w:r>
        <w:t xml:space="preserve"> designed initially for use with the </w:t>
      </w:r>
      <w:r w:rsidR="00D53013">
        <w:t xml:space="preserve">Core </w:t>
      </w:r>
      <w:r>
        <w:t>VFD, but it can be used with any VFD that supports using an initial file image when opening a file</w:t>
      </w:r>
      <w:r w:rsidR="00145D85">
        <w:t xml:space="preserve">. See the “Virtual File Driver Feature Flags” section on page </w:t>
      </w:r>
      <w:r w:rsidR="00B84989">
        <w:fldChar w:fldCharType="begin"/>
      </w:r>
      <w:r w:rsidR="00145D85">
        <w:instrText xml:space="preserve"> PAGEREF VirtualFileDriverFeatureFlags \h </w:instrText>
      </w:r>
      <w:r w:rsidR="00B84989">
        <w:fldChar w:fldCharType="separate"/>
      </w:r>
      <w:r w:rsidR="006D729D">
        <w:rPr>
          <w:noProof/>
        </w:rPr>
        <w:t>17</w:t>
      </w:r>
      <w:r w:rsidR="00B84989">
        <w:fldChar w:fldCharType="end"/>
      </w:r>
      <w:r w:rsidR="00145D85">
        <w:t xml:space="preserve"> for more information</w:t>
      </w:r>
      <w:r w:rsidR="006564E8">
        <w:t xml:space="preserve">. </w:t>
      </w:r>
      <w:r>
        <w:t xml:space="preserve">Calling this routine makes a copy of the </w:t>
      </w:r>
      <w:r w:rsidR="00672821">
        <w:t xml:space="preserve">provided </w:t>
      </w:r>
      <w:r>
        <w:t>file image buffer</w:t>
      </w:r>
      <w:r w:rsidR="006564E8">
        <w:t xml:space="preserve">. </w:t>
      </w:r>
      <w:r w:rsidR="00145D85">
        <w:t xml:space="preserve">See the “H5Pset_file_image_callbacks” section on page </w:t>
      </w:r>
      <w:r w:rsidR="00B84989">
        <w:fldChar w:fldCharType="begin"/>
      </w:r>
      <w:r w:rsidR="00145D85">
        <w:instrText xml:space="preserve"> PAGEREF H5Pset_file_image_callbacks \h </w:instrText>
      </w:r>
      <w:r w:rsidR="00B84989">
        <w:fldChar w:fldCharType="separate"/>
      </w:r>
      <w:r w:rsidR="006D729D">
        <w:rPr>
          <w:noProof/>
        </w:rPr>
        <w:t>13</w:t>
      </w:r>
      <w:r w:rsidR="00B84989">
        <w:fldChar w:fldCharType="end"/>
      </w:r>
      <w:r w:rsidR="00145D85">
        <w:t xml:space="preserve"> for more information.</w:t>
      </w:r>
    </w:p>
    <w:p w:rsidR="00E827BC" w:rsidRDefault="00E827BC" w:rsidP="000E1FF8"/>
    <w:p w:rsidR="00E827BC" w:rsidRDefault="00E827BC" w:rsidP="000E1FF8">
      <w:r>
        <w:t>The signature of H5Pset_file_image is defined as follows:</w:t>
      </w:r>
    </w:p>
    <w:p w:rsidR="00E827BC" w:rsidRDefault="00E827BC" w:rsidP="000E1FF8"/>
    <w:p w:rsidR="00E827BC" w:rsidRDefault="00E827BC" w:rsidP="000E1FF8">
      <w:pPr>
        <w:pStyle w:val="PlainText"/>
      </w:pPr>
      <w:r>
        <w:t>herr_t H5Pset_file_</w:t>
      </w:r>
      <w:proofErr w:type="gramStart"/>
      <w:r>
        <w:t>image(</w:t>
      </w:r>
      <w:proofErr w:type="gramEnd"/>
      <w:r>
        <w:t>hid_t fapl_id, void *buf_ptr, size_t buf_len)</w:t>
      </w:r>
    </w:p>
    <w:p w:rsidR="00E827BC" w:rsidRDefault="00E827BC" w:rsidP="000E1FF8"/>
    <w:p w:rsidR="00E827BC" w:rsidRDefault="00E827BC" w:rsidP="000E1FF8">
      <w:r>
        <w:t xml:space="preserve">The parameters of </w:t>
      </w:r>
      <w:r w:rsidRPr="00823CD4">
        <w:rPr>
          <w:rFonts w:ascii="Courier New" w:hAnsi="Courier New" w:cs="Courier New"/>
          <w:sz w:val="18"/>
        </w:rPr>
        <w:t>H5Pset_file_image</w:t>
      </w:r>
      <w:r>
        <w:t xml:space="preserve"> are defined as follows:</w:t>
      </w:r>
    </w:p>
    <w:p w:rsidR="00E827BC" w:rsidRDefault="00E827BC" w:rsidP="000E1FF8"/>
    <w:p w:rsidR="00E827BC" w:rsidRDefault="00E827BC" w:rsidP="00924B5A">
      <w:pPr>
        <w:pStyle w:val="ListParagraph"/>
        <w:numPr>
          <w:ilvl w:val="0"/>
          <w:numId w:val="12"/>
        </w:numPr>
      </w:pPr>
      <w:proofErr w:type="gramStart"/>
      <w:r w:rsidRPr="00061D60">
        <w:rPr>
          <w:rFonts w:ascii="Courier New" w:hAnsi="Courier New" w:cs="Courier New"/>
          <w:sz w:val="18"/>
          <w:szCs w:val="18"/>
        </w:rPr>
        <w:t>fapl_id</w:t>
      </w:r>
      <w:proofErr w:type="gramEnd"/>
      <w:r>
        <w:t xml:space="preserve"> contains the ID of the target file access property list.</w:t>
      </w:r>
    </w:p>
    <w:p w:rsidR="00E827BC" w:rsidRDefault="00E827BC" w:rsidP="00924B5A">
      <w:pPr>
        <w:pStyle w:val="ListParagraph"/>
        <w:numPr>
          <w:ilvl w:val="0"/>
          <w:numId w:val="12"/>
        </w:numPr>
      </w:pPr>
      <w:proofErr w:type="gramStart"/>
      <w:r w:rsidRPr="00061D60">
        <w:rPr>
          <w:rFonts w:ascii="Courier New" w:hAnsi="Courier New" w:cs="Courier New"/>
          <w:sz w:val="18"/>
          <w:szCs w:val="18"/>
        </w:rPr>
        <w:lastRenderedPageBreak/>
        <w:t>buf_ptr</w:t>
      </w:r>
      <w:proofErr w:type="gramEnd"/>
      <w:r>
        <w:t xml:space="preserve"> supplies a pointer to the initial file image, or NULL if no initial file image is desired.</w:t>
      </w:r>
    </w:p>
    <w:p w:rsidR="00E827BC" w:rsidRDefault="00E827BC" w:rsidP="00924B5A">
      <w:pPr>
        <w:pStyle w:val="ListParagraph"/>
        <w:numPr>
          <w:ilvl w:val="0"/>
          <w:numId w:val="12"/>
        </w:numPr>
      </w:pPr>
      <w:proofErr w:type="gramStart"/>
      <w:r w:rsidRPr="00061D60">
        <w:rPr>
          <w:rFonts w:ascii="Courier New" w:hAnsi="Courier New" w:cs="Courier New"/>
          <w:sz w:val="18"/>
          <w:szCs w:val="18"/>
        </w:rPr>
        <w:t>buf_len</w:t>
      </w:r>
      <w:proofErr w:type="gramEnd"/>
      <w:r>
        <w:t xml:space="preserve"> contains the size of the supplied buffer, or 0 if no initial image is desired.</w:t>
      </w:r>
    </w:p>
    <w:p w:rsidR="00E827BC" w:rsidRDefault="00E827BC" w:rsidP="000E1FF8"/>
    <w:p w:rsidR="00E827BC" w:rsidRDefault="000162EC" w:rsidP="000E1FF8">
      <w:r>
        <w:t xml:space="preserve">If </w:t>
      </w:r>
      <w:r w:rsidR="00E827BC">
        <w:t xml:space="preserve">either the </w:t>
      </w:r>
      <w:r w:rsidR="00E827BC" w:rsidRPr="00EF1275">
        <w:rPr>
          <w:rFonts w:ascii="Courier New" w:hAnsi="Courier New" w:cs="Courier New"/>
          <w:sz w:val="18"/>
          <w:szCs w:val="18"/>
        </w:rPr>
        <w:t>buf_len</w:t>
      </w:r>
      <w:r w:rsidR="00E827BC">
        <w:t xml:space="preserve"> parameter is zero, or the </w:t>
      </w:r>
      <w:r w:rsidR="00E827BC" w:rsidRPr="00EF1275">
        <w:rPr>
          <w:rFonts w:ascii="Courier New" w:hAnsi="Courier New" w:cs="Courier New"/>
          <w:sz w:val="18"/>
          <w:szCs w:val="18"/>
        </w:rPr>
        <w:t>buf_ptr</w:t>
      </w:r>
      <w:r w:rsidR="00E827BC">
        <w:t xml:space="preserve"> parameter is NULL, no file image will be set in the FAPL, and any existing file image buff</w:t>
      </w:r>
      <w:r>
        <w:t xml:space="preserve">er in the FAPL will be released. If a buffer is released, </w:t>
      </w:r>
      <w:r w:rsidR="00E827BC">
        <w:t xml:space="preserve">the FAPL’s file image </w:t>
      </w:r>
      <w:r w:rsidR="00E827BC" w:rsidRPr="00EF1275">
        <w:rPr>
          <w:rFonts w:ascii="Courier New" w:hAnsi="Courier New" w:cs="Courier New"/>
          <w:sz w:val="18"/>
        </w:rPr>
        <w:t>buf_len</w:t>
      </w:r>
      <w:r w:rsidR="00E827BC">
        <w:t xml:space="preserve"> </w:t>
      </w:r>
      <w:r>
        <w:t xml:space="preserve">will be set </w:t>
      </w:r>
      <w:r w:rsidR="00E827BC">
        <w:t xml:space="preserve">to 0 and </w:t>
      </w:r>
      <w:r w:rsidR="00E827BC" w:rsidRPr="00EF1275">
        <w:rPr>
          <w:rFonts w:ascii="Courier New" w:hAnsi="Courier New" w:cs="Courier New"/>
          <w:sz w:val="18"/>
        </w:rPr>
        <w:t>buf_ptr</w:t>
      </w:r>
      <w:r w:rsidR="00E827BC">
        <w:t xml:space="preserve"> </w:t>
      </w:r>
      <w:r>
        <w:t xml:space="preserve">will be set </w:t>
      </w:r>
      <w:r w:rsidR="00E827BC">
        <w:t>to NULL.</w:t>
      </w:r>
    </w:p>
    <w:p w:rsidR="00E827BC" w:rsidRDefault="00E827BC" w:rsidP="000E1FF8"/>
    <w:p w:rsidR="000162EC" w:rsidRDefault="000162EC" w:rsidP="000162EC">
      <w:r>
        <w:t>Given the tight interaction between the file image callbacks and the file image, the file image callbacks in a property list cannot be changed while a file image is defined.</w:t>
      </w:r>
    </w:p>
    <w:p w:rsidR="000162EC" w:rsidRDefault="000162EC" w:rsidP="000162EC"/>
    <w:p w:rsidR="000162EC" w:rsidRDefault="000162EC" w:rsidP="000162EC">
      <w:r>
        <w:t xml:space="preserve">With properly constructed file image callbacks, it is possible to avoid actually copying the file image. The particulars of this are discussed in greater detail in the “C API Call Semantics” chapter beginning on page </w:t>
      </w:r>
      <w:r w:rsidR="00B84989">
        <w:fldChar w:fldCharType="begin"/>
      </w:r>
      <w:r>
        <w:instrText xml:space="preserve"> PAGEREF CApiCallSemantics \h </w:instrText>
      </w:r>
      <w:r w:rsidR="00B84989">
        <w:fldChar w:fldCharType="separate"/>
      </w:r>
      <w:r w:rsidR="006D729D">
        <w:rPr>
          <w:noProof/>
        </w:rPr>
        <w:t>22</w:t>
      </w:r>
      <w:r w:rsidR="00B84989">
        <w:fldChar w:fldCharType="end"/>
      </w:r>
      <w:r>
        <w:t xml:space="preserve"> and in the “Examples” chapter beginning on page </w:t>
      </w:r>
      <w:r w:rsidR="00B84989">
        <w:fldChar w:fldCharType="begin"/>
      </w:r>
      <w:r>
        <w:instrText xml:space="preserve"> PAGEREF Examples \h </w:instrText>
      </w:r>
      <w:r w:rsidR="00B84989">
        <w:fldChar w:fldCharType="separate"/>
      </w:r>
      <w:r w:rsidR="006D729D">
        <w:rPr>
          <w:noProof/>
        </w:rPr>
        <w:t>28</w:t>
      </w:r>
      <w:r w:rsidR="00B84989">
        <w:fldChar w:fldCharType="end"/>
      </w:r>
      <w:r>
        <w:t>.</w:t>
      </w:r>
    </w:p>
    <w:p w:rsidR="000162EC" w:rsidRDefault="000162EC" w:rsidP="000162EC"/>
    <w:p w:rsidR="00E827BC" w:rsidRDefault="00E827BC" w:rsidP="000E1FF8"/>
    <w:p w:rsidR="00E827BC" w:rsidRDefault="00E827BC" w:rsidP="000E1FF8"/>
    <w:p w:rsidR="00E827BC" w:rsidRDefault="00E827BC" w:rsidP="000E1FF8">
      <w:pPr>
        <w:pStyle w:val="Heading3"/>
      </w:pPr>
      <w:bookmarkStart w:id="10" w:name="_Toc318962987"/>
      <w:r>
        <w:t>H5Pge</w:t>
      </w:r>
      <w:bookmarkStart w:id="11" w:name="H5Pget_file_image"/>
      <w:bookmarkEnd w:id="11"/>
      <w:r>
        <w:t>t_file_image</w:t>
      </w:r>
      <w:bookmarkEnd w:id="10"/>
    </w:p>
    <w:p w:rsidR="00E827BC" w:rsidRDefault="00E827BC" w:rsidP="000E1FF8">
      <w:r>
        <w:t xml:space="preserve">The </w:t>
      </w:r>
      <w:r w:rsidRPr="00EF1275">
        <w:rPr>
          <w:rFonts w:ascii="Courier New" w:hAnsi="Courier New" w:cs="Courier New"/>
          <w:sz w:val="18"/>
        </w:rPr>
        <w:t>H5Pget_file_image</w:t>
      </w:r>
      <w:r>
        <w:t xml:space="preserve"> routine allow</w:t>
      </w:r>
      <w:r w:rsidR="00BF55D1">
        <w:t>s</w:t>
      </w:r>
      <w:r>
        <w:t xml:space="preserve"> an application to retrieve a copy of the file image designated for a VFD to use as the initial contents of a file</w:t>
      </w:r>
      <w:r w:rsidR="006564E8">
        <w:t xml:space="preserve">. </w:t>
      </w:r>
      <w:r>
        <w:t>This routine uses the file image callbacks (if defined) when allocating and loading the buffer to return to the application</w:t>
      </w:r>
      <w:r w:rsidR="00BF55D1">
        <w:t>,</w:t>
      </w:r>
      <w:r>
        <w:t xml:space="preserve"> or</w:t>
      </w:r>
      <w:r w:rsidR="00BF55D1">
        <w:t xml:space="preserve"> it uses</w:t>
      </w:r>
      <w:r>
        <w:t xml:space="preserve"> </w:t>
      </w:r>
      <w:r w:rsidRPr="00EF1275">
        <w:rPr>
          <w:rFonts w:ascii="Courier New" w:hAnsi="Courier New" w:cs="Courier New"/>
          <w:sz w:val="18"/>
        </w:rPr>
        <w:t>malloc</w:t>
      </w:r>
      <w:r>
        <w:t xml:space="preserve"> and </w:t>
      </w:r>
      <w:r w:rsidRPr="00EF1275">
        <w:rPr>
          <w:rFonts w:ascii="Courier New" w:hAnsi="Courier New" w:cs="Courier New"/>
          <w:sz w:val="18"/>
        </w:rPr>
        <w:t>memcpy</w:t>
      </w:r>
      <w:r>
        <w:t xml:space="preserve"> if the callbacks are undefined</w:t>
      </w:r>
      <w:r w:rsidR="006564E8">
        <w:t xml:space="preserve">. </w:t>
      </w:r>
      <w:r w:rsidR="00BF55D1">
        <w:t xml:space="preserve">When </w:t>
      </w:r>
      <w:r w:rsidRPr="00EF1275">
        <w:rPr>
          <w:rFonts w:ascii="Courier New" w:hAnsi="Courier New" w:cs="Courier New"/>
          <w:sz w:val="18"/>
        </w:rPr>
        <w:t>malloc</w:t>
      </w:r>
      <w:r>
        <w:t xml:space="preserve"> and </w:t>
      </w:r>
      <w:r w:rsidRPr="00EF1275">
        <w:rPr>
          <w:rFonts w:ascii="Courier New" w:hAnsi="Courier New" w:cs="Courier New"/>
          <w:sz w:val="18"/>
        </w:rPr>
        <w:t>memcpy</w:t>
      </w:r>
      <w:r>
        <w:t xml:space="preserve"> are used, it will be the caller’s responsibility to discard the returned buffer via a call to </w:t>
      </w:r>
      <w:r w:rsidRPr="00C77FF7">
        <w:rPr>
          <w:rFonts w:ascii="Courier New" w:hAnsi="Courier New" w:cs="Courier New"/>
          <w:sz w:val="18"/>
        </w:rPr>
        <w:t>free</w:t>
      </w:r>
      <w:r>
        <w:t>.</w:t>
      </w:r>
    </w:p>
    <w:p w:rsidR="00E827BC" w:rsidRDefault="00E827BC" w:rsidP="000E1FF8"/>
    <w:p w:rsidR="00E827BC" w:rsidRDefault="00E827BC" w:rsidP="000E1FF8">
      <w:r>
        <w:t xml:space="preserve">The signature of </w:t>
      </w:r>
      <w:r w:rsidRPr="00BF55D1">
        <w:rPr>
          <w:rFonts w:ascii="Courier New" w:hAnsi="Courier New" w:cs="Courier New"/>
          <w:sz w:val="18"/>
        </w:rPr>
        <w:t>H5Pget_file_image</w:t>
      </w:r>
      <w:r>
        <w:t xml:space="preserve"> is defined as follows:</w:t>
      </w:r>
    </w:p>
    <w:p w:rsidR="00E827BC" w:rsidRDefault="00E827BC" w:rsidP="000E1FF8"/>
    <w:p w:rsidR="00E827BC" w:rsidRDefault="00E827BC" w:rsidP="000E1FF8">
      <w:pPr>
        <w:pStyle w:val="PlainText"/>
      </w:pPr>
      <w:r>
        <w:t>herr_t H5Pget_file_</w:t>
      </w:r>
      <w:proofErr w:type="gramStart"/>
      <w:r>
        <w:t>image(</w:t>
      </w:r>
      <w:proofErr w:type="gramEnd"/>
      <w:r>
        <w:t>hid_t fapl_id, void **buf_ptr_ptr, size_t *buf_len_ptr)</w:t>
      </w:r>
    </w:p>
    <w:p w:rsidR="00E827BC" w:rsidRDefault="00E827BC" w:rsidP="000E1FF8"/>
    <w:p w:rsidR="00E827BC" w:rsidRDefault="00E827BC" w:rsidP="000E1FF8">
      <w:r>
        <w:t xml:space="preserve">The parameters of </w:t>
      </w:r>
      <w:r w:rsidRPr="00EF1275">
        <w:rPr>
          <w:rFonts w:ascii="Courier New" w:hAnsi="Courier New" w:cs="Courier New"/>
          <w:sz w:val="18"/>
        </w:rPr>
        <w:t>H5Pget_file_image</w:t>
      </w:r>
      <w:r>
        <w:t xml:space="preserve"> are defined as follows:</w:t>
      </w:r>
    </w:p>
    <w:p w:rsidR="00E827BC" w:rsidRDefault="00E827BC" w:rsidP="000E1FF8"/>
    <w:p w:rsidR="00E827BC" w:rsidRDefault="00E827BC" w:rsidP="00924B5A">
      <w:pPr>
        <w:pStyle w:val="ListParagraph"/>
        <w:numPr>
          <w:ilvl w:val="0"/>
          <w:numId w:val="13"/>
        </w:numPr>
      </w:pPr>
      <w:proofErr w:type="gramStart"/>
      <w:r w:rsidRPr="00EF1275">
        <w:rPr>
          <w:rFonts w:ascii="Courier New" w:hAnsi="Courier New" w:cs="Courier New"/>
          <w:sz w:val="18"/>
        </w:rPr>
        <w:t>fapl_id</w:t>
      </w:r>
      <w:proofErr w:type="gramEnd"/>
      <w:r>
        <w:t xml:space="preserve"> contain</w:t>
      </w:r>
      <w:r w:rsidR="00BF55D1">
        <w:t>s</w:t>
      </w:r>
      <w:r>
        <w:t xml:space="preserve"> the ID of the target file access property list.</w:t>
      </w:r>
    </w:p>
    <w:p w:rsidR="00E827BC" w:rsidRDefault="00E827BC" w:rsidP="00924B5A">
      <w:pPr>
        <w:pStyle w:val="ListParagraph"/>
        <w:numPr>
          <w:ilvl w:val="0"/>
          <w:numId w:val="13"/>
        </w:numPr>
      </w:pPr>
      <w:proofErr w:type="gramStart"/>
      <w:r w:rsidRPr="00EF1275">
        <w:rPr>
          <w:rFonts w:ascii="Courier New" w:hAnsi="Courier New" w:cs="Courier New"/>
          <w:sz w:val="18"/>
        </w:rPr>
        <w:t>buf_ptr_ptr</w:t>
      </w:r>
      <w:proofErr w:type="gramEnd"/>
      <w:r>
        <w:t xml:space="preserve"> </w:t>
      </w:r>
      <w:r w:rsidR="00BF55D1">
        <w:t xml:space="preserve">contains a </w:t>
      </w:r>
      <w:r>
        <w:t>NULL or a pointer to a void*</w:t>
      </w:r>
      <w:r w:rsidR="006564E8">
        <w:t xml:space="preserve">. </w:t>
      </w:r>
      <w:r>
        <w:t xml:space="preserve">If </w:t>
      </w:r>
      <w:r w:rsidRPr="00EF1275">
        <w:rPr>
          <w:rFonts w:ascii="Courier New" w:hAnsi="Courier New" w:cs="Courier New"/>
          <w:sz w:val="18"/>
        </w:rPr>
        <w:t>buf_ptr_ptr</w:t>
      </w:r>
      <w:r>
        <w:t xml:space="preserve"> is not NULL, on successful return, </w:t>
      </w:r>
      <w:r w:rsidRPr="00EF1275">
        <w:rPr>
          <w:rFonts w:ascii="Courier New" w:hAnsi="Courier New" w:cs="Courier New"/>
          <w:sz w:val="18"/>
        </w:rPr>
        <w:t>*buf_ptr_ptr</w:t>
      </w:r>
      <w:r>
        <w:t xml:space="preserve"> </w:t>
      </w:r>
      <w:r w:rsidR="00BF55D1">
        <w:t xml:space="preserve">will </w:t>
      </w:r>
      <w:r>
        <w:t xml:space="preserve">contain a pointer to a copy of the initial image provided in the last call to </w:t>
      </w:r>
      <w:r w:rsidRPr="00EF1275">
        <w:rPr>
          <w:rFonts w:ascii="Courier New" w:hAnsi="Courier New" w:cs="Courier New"/>
          <w:sz w:val="18"/>
        </w:rPr>
        <w:t>H5Pset_file_image</w:t>
      </w:r>
      <w:r>
        <w:t xml:space="preserve"> for the supplied </w:t>
      </w:r>
      <w:r w:rsidRPr="00EF1275">
        <w:rPr>
          <w:rFonts w:ascii="Courier New" w:hAnsi="Courier New" w:cs="Courier New"/>
          <w:sz w:val="18"/>
        </w:rPr>
        <w:t>fapl_id</w:t>
      </w:r>
      <w:r w:rsidR="00BF55D1" w:rsidRPr="00BF55D1">
        <w:t xml:space="preserve">. </w:t>
      </w:r>
      <w:r w:rsidR="00BF55D1">
        <w:t xml:space="preserve">If </w:t>
      </w:r>
      <w:r w:rsidR="00C33E76">
        <w:t>no initial image has been set, *</w:t>
      </w:r>
      <w:r w:rsidR="00BF55D1" w:rsidRPr="00EF1275">
        <w:rPr>
          <w:rFonts w:ascii="Courier New" w:hAnsi="Courier New" w:cs="Courier New"/>
          <w:sz w:val="18"/>
        </w:rPr>
        <w:t>buf_ptr_ptr</w:t>
      </w:r>
      <w:r w:rsidR="00BF55D1">
        <w:t xml:space="preserve"> </w:t>
      </w:r>
      <w:r w:rsidR="00C33E76">
        <w:t xml:space="preserve">will be </w:t>
      </w:r>
      <w:r>
        <w:t>NULL.</w:t>
      </w:r>
    </w:p>
    <w:p w:rsidR="00E827BC" w:rsidRDefault="00E827BC" w:rsidP="00924B5A">
      <w:pPr>
        <w:pStyle w:val="ListParagraph"/>
        <w:numPr>
          <w:ilvl w:val="0"/>
          <w:numId w:val="13"/>
        </w:numPr>
      </w:pPr>
      <w:proofErr w:type="gramStart"/>
      <w:r w:rsidRPr="00EF1275">
        <w:rPr>
          <w:rFonts w:ascii="Courier New" w:hAnsi="Courier New" w:cs="Courier New"/>
          <w:sz w:val="18"/>
        </w:rPr>
        <w:t>buf_len_ptr</w:t>
      </w:r>
      <w:proofErr w:type="gramEnd"/>
      <w:r>
        <w:t xml:space="preserve"> </w:t>
      </w:r>
      <w:r w:rsidR="00BF55D1">
        <w:t xml:space="preserve">contains a </w:t>
      </w:r>
      <w:r>
        <w:t xml:space="preserve">NULL or a pointer to </w:t>
      </w:r>
      <w:r w:rsidRPr="00EF1275">
        <w:rPr>
          <w:rFonts w:ascii="Courier New" w:hAnsi="Courier New" w:cs="Courier New"/>
          <w:sz w:val="18"/>
        </w:rPr>
        <w:t>size_t</w:t>
      </w:r>
      <w:r w:rsidR="006564E8">
        <w:t xml:space="preserve">. </w:t>
      </w:r>
      <w:r>
        <w:t xml:space="preserve">If </w:t>
      </w:r>
      <w:r w:rsidRPr="00EF1275">
        <w:rPr>
          <w:rFonts w:ascii="Courier New" w:hAnsi="Courier New" w:cs="Courier New"/>
          <w:sz w:val="18"/>
        </w:rPr>
        <w:t>buf_len_ptr</w:t>
      </w:r>
      <w:r>
        <w:t xml:space="preserve"> is not NULL, on successful return, </w:t>
      </w:r>
      <w:r w:rsidRPr="00EF1275">
        <w:rPr>
          <w:rFonts w:ascii="Courier New" w:hAnsi="Courier New" w:cs="Courier New"/>
          <w:sz w:val="18"/>
        </w:rPr>
        <w:t>*buf_len_ptr</w:t>
      </w:r>
      <w:r>
        <w:t xml:space="preserve"> </w:t>
      </w:r>
      <w:r w:rsidR="00BF55D1">
        <w:t xml:space="preserve">will </w:t>
      </w:r>
      <w:r>
        <w:t xml:space="preserve">contain the value of the </w:t>
      </w:r>
      <w:r w:rsidRPr="00EF1275">
        <w:rPr>
          <w:rFonts w:ascii="Courier New" w:hAnsi="Courier New" w:cs="Courier New"/>
          <w:sz w:val="18"/>
        </w:rPr>
        <w:t>buf_len</w:t>
      </w:r>
      <w:r>
        <w:t xml:space="preserve"> parameter for the initial image in the supplied </w:t>
      </w:r>
      <w:r w:rsidRPr="00EF1275">
        <w:rPr>
          <w:rFonts w:ascii="Courier New" w:hAnsi="Courier New" w:cs="Courier New"/>
          <w:sz w:val="18"/>
        </w:rPr>
        <w:t>fapl_id</w:t>
      </w:r>
      <w:r w:rsidR="00BF55D1" w:rsidRPr="00BF55D1">
        <w:t xml:space="preserve">. </w:t>
      </w:r>
      <w:r w:rsidR="009F6278">
        <w:t xml:space="preserve">If no initial image is set, the value of </w:t>
      </w:r>
      <w:r w:rsidR="009F6278" w:rsidRPr="009F6278">
        <w:rPr>
          <w:rFonts w:ascii="Courier New" w:hAnsi="Courier New" w:cs="Courier New"/>
          <w:sz w:val="18"/>
        </w:rPr>
        <w:t>*buf_len_ptr</w:t>
      </w:r>
      <w:r w:rsidR="009F6278">
        <w:t xml:space="preserve"> will be 0.</w:t>
      </w:r>
    </w:p>
    <w:p w:rsidR="00E827BC" w:rsidRDefault="00E827BC" w:rsidP="000E1FF8"/>
    <w:p w:rsidR="00C77FF7" w:rsidRDefault="00C77FF7" w:rsidP="00C77FF7">
      <w:r>
        <w:t xml:space="preserve">As with </w:t>
      </w:r>
      <w:r w:rsidRPr="00C77FF7">
        <w:rPr>
          <w:rFonts w:ascii="Courier New" w:hAnsi="Courier New" w:cs="Courier New"/>
          <w:sz w:val="18"/>
        </w:rPr>
        <w:t>H5Pset_file_image</w:t>
      </w:r>
      <w:r>
        <w:t xml:space="preserve">, appropriately defined file image callbacks can allow this function to avoid buffer allocation and memory copy operations. </w:t>
      </w:r>
    </w:p>
    <w:p w:rsidR="00C77FF7" w:rsidRDefault="00C77FF7" w:rsidP="00C77FF7"/>
    <w:p w:rsidR="00E827BC" w:rsidRDefault="00E827BC" w:rsidP="000E1FF8"/>
    <w:p w:rsidR="00E827BC" w:rsidRDefault="00E827BC" w:rsidP="000E1FF8"/>
    <w:p w:rsidR="00E827BC" w:rsidRPr="001E0173" w:rsidRDefault="00E827BC" w:rsidP="000E1FF8">
      <w:pPr>
        <w:pStyle w:val="Heading3"/>
      </w:pPr>
      <w:bookmarkStart w:id="12" w:name="_Toc318962988"/>
      <w:r w:rsidRPr="001E0173">
        <w:t>H5Ps</w:t>
      </w:r>
      <w:bookmarkStart w:id="13" w:name="H5Pset_file_image_callbacks"/>
      <w:bookmarkEnd w:id="13"/>
      <w:r w:rsidRPr="001E0173">
        <w:t>et_file_image_callbacks</w:t>
      </w:r>
      <w:bookmarkEnd w:id="12"/>
      <w:r w:rsidR="004A4947" w:rsidRPr="001E0173">
        <w:t xml:space="preserve"> </w:t>
      </w:r>
    </w:p>
    <w:p w:rsidR="007428F1" w:rsidRPr="009527AC" w:rsidRDefault="00C33E76" w:rsidP="0043187D">
      <w:r>
        <w:t>Th</w:t>
      </w:r>
      <w:r w:rsidR="00C82E6F">
        <w:t>e</w:t>
      </w:r>
      <w:r>
        <w:t xml:space="preserve"> </w:t>
      </w:r>
      <w:r w:rsidR="00C82E6F" w:rsidRPr="00C82E6F">
        <w:rPr>
          <w:rFonts w:ascii="Courier New" w:hAnsi="Courier New" w:cs="Courier New"/>
          <w:sz w:val="18"/>
        </w:rPr>
        <w:t>H5Pset_file_image_callbacks</w:t>
      </w:r>
      <w:r w:rsidR="00C82E6F">
        <w:t xml:space="preserve"> </w:t>
      </w:r>
      <w:r>
        <w:t xml:space="preserve">API call exists to allow </w:t>
      </w:r>
      <w:r w:rsidR="00C82E6F">
        <w:t xml:space="preserve">an </w:t>
      </w:r>
      <w:r>
        <w:t xml:space="preserve">application to control the management of </w:t>
      </w:r>
      <w:r w:rsidR="007428F1">
        <w:t>file image buffers</w:t>
      </w:r>
      <w:r>
        <w:t xml:space="preserve"> through user defined callbacks</w:t>
      </w:r>
      <w:r w:rsidR="007428F1">
        <w:t xml:space="preserve">. These </w:t>
      </w:r>
      <w:r>
        <w:t xml:space="preserve">callbacks will be used in the management of file image buffers </w:t>
      </w:r>
      <w:r w:rsidR="007428F1">
        <w:t xml:space="preserve">in property lists and in select file drivers. </w:t>
      </w:r>
      <w:r w:rsidR="007428F1" w:rsidRPr="0064656E">
        <w:t xml:space="preserve">These routines are invoked when a new file image buffer is </w:t>
      </w:r>
      <w:r w:rsidR="007428F1" w:rsidRPr="0064656E">
        <w:lastRenderedPageBreak/>
        <w:t xml:space="preserve">allocated, </w:t>
      </w:r>
      <w:r w:rsidR="007428F1">
        <w:t xml:space="preserve">when </w:t>
      </w:r>
      <w:r w:rsidR="007428F1" w:rsidRPr="0064656E">
        <w:t xml:space="preserve">an existing file image buffer is copied or resized, or </w:t>
      </w:r>
      <w:r w:rsidR="007428F1">
        <w:t xml:space="preserve">when </w:t>
      </w:r>
      <w:r w:rsidR="007428F1" w:rsidRPr="0064656E">
        <w:t>a file image buffer is released from use.</w:t>
      </w:r>
      <w:r w:rsidR="007428F1">
        <w:t xml:space="preserve"> </w:t>
      </w:r>
      <w:r w:rsidR="007428F1" w:rsidRPr="00DF720F">
        <w:t>From the perspective of the HDF5 Library, the operation</w:t>
      </w:r>
      <w:r w:rsidR="007428F1">
        <w:t>s</w:t>
      </w:r>
      <w:r w:rsidR="007428F1" w:rsidRPr="00DF720F">
        <w:t xml:space="preserve"> of the </w:t>
      </w:r>
      <w:r w:rsidR="007428F1" w:rsidRPr="00DF720F">
        <w:rPr>
          <w:rFonts w:ascii="Courier New" w:hAnsi="Courier New" w:cs="Courier New"/>
          <w:sz w:val="18"/>
        </w:rPr>
        <w:t>image_malloc</w:t>
      </w:r>
      <w:r w:rsidR="007428F1" w:rsidRPr="00DF720F">
        <w:t xml:space="preserve">, </w:t>
      </w:r>
      <w:r w:rsidR="007428F1" w:rsidRPr="00DF720F">
        <w:rPr>
          <w:rFonts w:ascii="Courier New" w:hAnsi="Courier New" w:cs="Courier New"/>
          <w:sz w:val="18"/>
        </w:rPr>
        <w:t>image_memcpy</w:t>
      </w:r>
      <w:r w:rsidR="007428F1" w:rsidRPr="00DF720F">
        <w:t xml:space="preserve">, </w:t>
      </w:r>
      <w:r w:rsidR="007428F1" w:rsidRPr="00DF720F">
        <w:rPr>
          <w:rFonts w:ascii="Courier New" w:hAnsi="Courier New" w:cs="Courier New"/>
          <w:sz w:val="18"/>
        </w:rPr>
        <w:t>image_realloc</w:t>
      </w:r>
      <w:r w:rsidR="007428F1" w:rsidRPr="00DF720F">
        <w:t xml:space="preserve">, and </w:t>
      </w:r>
      <w:r w:rsidR="007428F1" w:rsidRPr="00DF720F">
        <w:rPr>
          <w:rFonts w:ascii="Courier New" w:hAnsi="Courier New" w:cs="Courier New"/>
          <w:sz w:val="18"/>
        </w:rPr>
        <w:t>image_free</w:t>
      </w:r>
      <w:r w:rsidR="007428F1" w:rsidRPr="00DF720F">
        <w:t xml:space="preserve"> callbacks </w:t>
      </w:r>
      <w:r>
        <w:t>must be</w:t>
      </w:r>
      <w:r w:rsidRPr="00DF720F">
        <w:t xml:space="preserve"> </w:t>
      </w:r>
      <w:r w:rsidR="007428F1" w:rsidRPr="00DF720F">
        <w:t>identical to those of the corresponding C standard library calls (</w:t>
      </w:r>
      <w:r w:rsidR="007428F1" w:rsidRPr="00DF720F">
        <w:rPr>
          <w:rFonts w:ascii="Courier New" w:hAnsi="Courier New" w:cs="Courier New"/>
          <w:sz w:val="18"/>
        </w:rPr>
        <w:t>malloc</w:t>
      </w:r>
      <w:r w:rsidR="007428F1" w:rsidRPr="00DF720F">
        <w:t xml:space="preserve">, </w:t>
      </w:r>
      <w:r w:rsidR="007428F1" w:rsidRPr="00DF720F">
        <w:rPr>
          <w:rFonts w:ascii="Courier New" w:hAnsi="Courier New" w:cs="Courier New"/>
          <w:sz w:val="18"/>
        </w:rPr>
        <w:t>memcpy</w:t>
      </w:r>
      <w:r w:rsidR="007428F1" w:rsidRPr="00DF720F">
        <w:t xml:space="preserve">, </w:t>
      </w:r>
      <w:r w:rsidR="007428F1" w:rsidRPr="00DF720F">
        <w:rPr>
          <w:rFonts w:ascii="Courier New" w:hAnsi="Courier New" w:cs="Courier New"/>
          <w:sz w:val="18"/>
        </w:rPr>
        <w:t>realloc</w:t>
      </w:r>
      <w:r w:rsidR="007428F1" w:rsidRPr="00DF720F">
        <w:t xml:space="preserve">, and </w:t>
      </w:r>
      <w:r w:rsidR="007428F1" w:rsidRPr="00DF720F">
        <w:rPr>
          <w:rFonts w:ascii="Courier New" w:hAnsi="Courier New" w:cs="Courier New"/>
          <w:sz w:val="18"/>
        </w:rPr>
        <w:t>free</w:t>
      </w:r>
      <w:r w:rsidR="007428F1" w:rsidRPr="00DF720F">
        <w:t xml:space="preserve">). </w:t>
      </w:r>
      <w:r>
        <w:t xml:space="preserve">While the </w:t>
      </w:r>
      <w:r w:rsidR="007428F1">
        <w:t xml:space="preserve">operations </w:t>
      </w:r>
      <w:r>
        <w:t xml:space="preserve">must be </w:t>
      </w:r>
      <w:r w:rsidR="007428F1">
        <w:t xml:space="preserve">identical, the </w:t>
      </w:r>
      <w:r>
        <w:t xml:space="preserve">file </w:t>
      </w:r>
      <w:r w:rsidR="007428F1">
        <w:t xml:space="preserve">image callbacks have more parameters. The callbacks and their parameters are described below. </w:t>
      </w:r>
      <w:r w:rsidR="007428F1" w:rsidRPr="009527AC">
        <w:t xml:space="preserve">The return values of </w:t>
      </w:r>
      <w:r w:rsidR="007428F1" w:rsidRPr="009527AC">
        <w:rPr>
          <w:rFonts w:ascii="Courier New" w:hAnsi="Courier New" w:cs="Courier New"/>
          <w:sz w:val="18"/>
        </w:rPr>
        <w:t>image_malloc</w:t>
      </w:r>
      <w:r w:rsidR="007428F1" w:rsidRPr="009527AC">
        <w:t xml:space="preserve"> and </w:t>
      </w:r>
      <w:r w:rsidR="007428F1" w:rsidRPr="009527AC">
        <w:rPr>
          <w:rFonts w:ascii="Courier New" w:hAnsi="Courier New" w:cs="Courier New"/>
          <w:sz w:val="18"/>
        </w:rPr>
        <w:t>image_realloc</w:t>
      </w:r>
      <w:r w:rsidR="007428F1" w:rsidRPr="009527AC">
        <w:t xml:space="preserve"> are identical to</w:t>
      </w:r>
      <w:r w:rsidR="007428F1">
        <w:t xml:space="preserve"> the return values of</w:t>
      </w:r>
      <w:r w:rsidR="007428F1" w:rsidRPr="009527AC">
        <w:t xml:space="preserve"> </w:t>
      </w:r>
      <w:r w:rsidR="007428F1" w:rsidRPr="009527AC">
        <w:rPr>
          <w:rFonts w:ascii="Courier New" w:hAnsi="Courier New" w:cs="Courier New"/>
          <w:sz w:val="18"/>
        </w:rPr>
        <w:t>malloc</w:t>
      </w:r>
      <w:r w:rsidR="007428F1">
        <w:t xml:space="preserve"> and </w:t>
      </w:r>
      <w:r w:rsidR="007428F1" w:rsidRPr="009527AC">
        <w:rPr>
          <w:rFonts w:ascii="Courier New" w:hAnsi="Courier New" w:cs="Courier New"/>
          <w:sz w:val="18"/>
        </w:rPr>
        <w:t>realloc</w:t>
      </w:r>
      <w:r w:rsidR="007428F1" w:rsidRPr="009527AC">
        <w:t>.</w:t>
      </w:r>
      <w:r w:rsidR="007428F1">
        <w:t xml:space="preserve"> </w:t>
      </w:r>
      <w:r w:rsidR="007428F1" w:rsidRPr="009527AC">
        <w:t xml:space="preserve">However, the return values of </w:t>
      </w:r>
      <w:r w:rsidR="007428F1" w:rsidRPr="009527AC">
        <w:rPr>
          <w:rFonts w:ascii="Courier New" w:hAnsi="Courier New" w:cs="Courier New"/>
          <w:sz w:val="18"/>
        </w:rPr>
        <w:t>image_memcpy</w:t>
      </w:r>
      <w:r w:rsidR="007428F1" w:rsidRPr="009527AC">
        <w:t xml:space="preserve"> and </w:t>
      </w:r>
      <w:r w:rsidR="007428F1" w:rsidRPr="009527AC">
        <w:rPr>
          <w:rFonts w:ascii="Courier New" w:hAnsi="Courier New" w:cs="Courier New"/>
          <w:sz w:val="18"/>
        </w:rPr>
        <w:t>image_free</w:t>
      </w:r>
      <w:r w:rsidR="007428F1" w:rsidRPr="009527AC">
        <w:t xml:space="preserve"> </w:t>
      </w:r>
      <w:r w:rsidR="007428F1">
        <w:t xml:space="preserve">are different than the return values of </w:t>
      </w:r>
      <w:r w:rsidR="007428F1" w:rsidRPr="009527AC">
        <w:rPr>
          <w:rFonts w:ascii="Courier New" w:hAnsi="Courier New" w:cs="Courier New"/>
          <w:sz w:val="18"/>
        </w:rPr>
        <w:t>memcpy</w:t>
      </w:r>
      <w:r w:rsidR="007428F1">
        <w:t xml:space="preserve"> and </w:t>
      </w:r>
      <w:r w:rsidR="007428F1" w:rsidRPr="009527AC">
        <w:rPr>
          <w:rFonts w:ascii="Courier New" w:hAnsi="Courier New" w:cs="Courier New"/>
          <w:sz w:val="18"/>
        </w:rPr>
        <w:t>free</w:t>
      </w:r>
      <w:r w:rsidR="007428F1">
        <w:t xml:space="preserve">: the return values </w:t>
      </w:r>
      <w:r w:rsidR="007428F1" w:rsidRPr="009527AC">
        <w:t xml:space="preserve">of </w:t>
      </w:r>
      <w:r w:rsidR="007428F1" w:rsidRPr="009527AC">
        <w:rPr>
          <w:rFonts w:ascii="Courier New" w:hAnsi="Courier New" w:cs="Courier New"/>
          <w:sz w:val="18"/>
        </w:rPr>
        <w:t>image_memcpy</w:t>
      </w:r>
      <w:r w:rsidR="007428F1" w:rsidRPr="009527AC">
        <w:t xml:space="preserve"> and </w:t>
      </w:r>
      <w:r w:rsidR="007428F1" w:rsidRPr="009527AC">
        <w:rPr>
          <w:rFonts w:ascii="Courier New" w:hAnsi="Courier New" w:cs="Courier New"/>
          <w:sz w:val="18"/>
        </w:rPr>
        <w:t>image_free</w:t>
      </w:r>
      <w:r w:rsidR="007428F1" w:rsidRPr="009527AC">
        <w:t xml:space="preserve"> </w:t>
      </w:r>
      <w:r w:rsidR="007428F1">
        <w:t xml:space="preserve">can also </w:t>
      </w:r>
      <w:r w:rsidR="007428F1" w:rsidRPr="009527AC">
        <w:t>indicate failure.</w:t>
      </w:r>
      <w:r w:rsidR="00243685">
        <w:t xml:space="preserve"> See the “File Image Callback Semantics” section on page </w:t>
      </w:r>
      <w:r w:rsidR="00B84989">
        <w:fldChar w:fldCharType="begin"/>
      </w:r>
      <w:r w:rsidR="00243685">
        <w:instrText xml:space="preserve"> PAGEREF FileImageCallbackSemantics \h </w:instrText>
      </w:r>
      <w:r w:rsidR="00B84989">
        <w:fldChar w:fldCharType="separate"/>
      </w:r>
      <w:r w:rsidR="006D729D">
        <w:rPr>
          <w:noProof/>
        </w:rPr>
        <w:t>22</w:t>
      </w:r>
      <w:r w:rsidR="00B84989">
        <w:fldChar w:fldCharType="end"/>
      </w:r>
      <w:r w:rsidR="00243685">
        <w:t xml:space="preserve"> for more information.</w:t>
      </w:r>
    </w:p>
    <w:p w:rsidR="007428F1" w:rsidRDefault="007428F1" w:rsidP="00D51136"/>
    <w:p w:rsidR="00E827BC" w:rsidRDefault="00E827BC" w:rsidP="000E1FF8">
      <w:r>
        <w:t xml:space="preserve">The signature of </w:t>
      </w:r>
      <w:r w:rsidRPr="00FB62AA">
        <w:rPr>
          <w:rFonts w:ascii="Courier New" w:hAnsi="Courier New" w:cs="Courier New"/>
          <w:sz w:val="18"/>
        </w:rPr>
        <w:t>H5Pset_file_image_callbacks</w:t>
      </w:r>
      <w:r>
        <w:t xml:space="preserve"> is defined as follows:</w:t>
      </w:r>
    </w:p>
    <w:p w:rsidR="00E827BC" w:rsidRDefault="00E827BC" w:rsidP="000E1FF8"/>
    <w:p w:rsidR="00E827BC" w:rsidRDefault="00E827BC" w:rsidP="000E1FF8">
      <w:pPr>
        <w:pStyle w:val="PlainText"/>
      </w:pPr>
      <w:proofErr w:type="gramStart"/>
      <w:r>
        <w:t>typedef</w:t>
      </w:r>
      <w:proofErr w:type="gramEnd"/>
      <w:r>
        <w:t xml:space="preserve"> enum </w:t>
      </w:r>
    </w:p>
    <w:p w:rsidR="00E827BC" w:rsidRDefault="00E827BC" w:rsidP="000E1FF8">
      <w:pPr>
        <w:pStyle w:val="PlainText"/>
      </w:pPr>
      <w:r>
        <w:t>{</w:t>
      </w:r>
    </w:p>
    <w:p w:rsidR="00E827BC" w:rsidRDefault="00C8004C" w:rsidP="000E1FF8">
      <w:pPr>
        <w:pStyle w:val="PlainText"/>
      </w:pPr>
      <w:r>
        <w:t xml:space="preserve">    </w:t>
      </w:r>
      <w:r w:rsidR="00E827BC">
        <w:t>H5_FILE_IMAGE_OP_PROPERTY_LIST_SET,</w:t>
      </w:r>
    </w:p>
    <w:p w:rsidR="00E827BC" w:rsidRDefault="00C8004C" w:rsidP="000E1FF8">
      <w:pPr>
        <w:pStyle w:val="PlainText"/>
      </w:pPr>
      <w:r>
        <w:t xml:space="preserve">    </w:t>
      </w:r>
      <w:r w:rsidR="00E827BC">
        <w:t>H5_FILE_IMAGE_OP_PROPERTY_LIST_COPY,</w:t>
      </w:r>
    </w:p>
    <w:p w:rsidR="00C8004C" w:rsidRDefault="00C8004C" w:rsidP="000E1FF8">
      <w:pPr>
        <w:pStyle w:val="PlainText"/>
      </w:pPr>
      <w:r>
        <w:t xml:space="preserve">    </w:t>
      </w:r>
      <w:r w:rsidR="00E827BC">
        <w:t xml:space="preserve">H5_FILE_IMAGE_OP_PROPERTY_LIST_GET, </w:t>
      </w:r>
    </w:p>
    <w:p w:rsidR="00E827BC" w:rsidRDefault="00C8004C" w:rsidP="000E1FF8">
      <w:pPr>
        <w:pStyle w:val="PlainText"/>
      </w:pPr>
      <w:r>
        <w:t xml:space="preserve">    </w:t>
      </w:r>
      <w:r w:rsidR="00E827BC">
        <w:t>H5_FILE_IMAGE_OP_PROPERTY_LIST_CLOSE,</w:t>
      </w:r>
    </w:p>
    <w:p w:rsidR="00E827BC" w:rsidRDefault="00C8004C" w:rsidP="000E1FF8">
      <w:pPr>
        <w:pStyle w:val="PlainText"/>
      </w:pPr>
      <w:r>
        <w:t xml:space="preserve">    </w:t>
      </w:r>
      <w:r w:rsidR="00E827BC">
        <w:t>H5_FILE_IMAGE_OP_FILE_OPEN,</w:t>
      </w:r>
    </w:p>
    <w:p w:rsidR="00E827BC" w:rsidRDefault="00C8004C" w:rsidP="000E1FF8">
      <w:pPr>
        <w:pStyle w:val="PlainText"/>
      </w:pPr>
      <w:r>
        <w:t xml:space="preserve">    </w:t>
      </w:r>
      <w:r w:rsidR="00E827BC">
        <w:t>H5_FILE_IMAGE_OP_FILE_RESIZE,</w:t>
      </w:r>
    </w:p>
    <w:p w:rsidR="00E827BC" w:rsidRDefault="00C8004C" w:rsidP="000E1FF8">
      <w:pPr>
        <w:pStyle w:val="PlainText"/>
      </w:pPr>
      <w:r>
        <w:t xml:space="preserve">    </w:t>
      </w:r>
      <w:r w:rsidR="00E827BC">
        <w:t>H5_FILE_IMAGE_OP_FILE_CLOSE</w:t>
      </w:r>
    </w:p>
    <w:p w:rsidR="00E827BC" w:rsidRDefault="00E827BC" w:rsidP="000E1FF8">
      <w:pPr>
        <w:pStyle w:val="PlainText"/>
      </w:pPr>
      <w:r>
        <w:t>} H5_file_image_op_t;</w:t>
      </w:r>
    </w:p>
    <w:p w:rsidR="00E827BC" w:rsidRDefault="00E827BC" w:rsidP="000E1FF8">
      <w:pPr>
        <w:pStyle w:val="PlainText"/>
      </w:pPr>
    </w:p>
    <w:p w:rsidR="00E827BC" w:rsidRDefault="00E827BC" w:rsidP="000E1FF8">
      <w:pPr>
        <w:pStyle w:val="PlainText"/>
      </w:pPr>
      <w:proofErr w:type="gramStart"/>
      <w:r>
        <w:t>typedef</w:t>
      </w:r>
      <w:proofErr w:type="gramEnd"/>
      <w:r>
        <w:t xml:space="preserve"> struct </w:t>
      </w:r>
    </w:p>
    <w:p w:rsidR="00E827BC" w:rsidRDefault="00E827BC" w:rsidP="000E1FF8">
      <w:pPr>
        <w:pStyle w:val="PlainText"/>
      </w:pPr>
      <w:r>
        <w:t>{</w:t>
      </w:r>
    </w:p>
    <w:p w:rsidR="00E827BC" w:rsidRDefault="00E827BC" w:rsidP="000E1FF8">
      <w:pPr>
        <w:pStyle w:val="PlainText"/>
      </w:pPr>
      <w:r>
        <w:t xml:space="preserve">    </w:t>
      </w:r>
      <w:proofErr w:type="gramStart"/>
      <w:r>
        <w:t>void</w:t>
      </w:r>
      <w:proofErr w:type="gramEnd"/>
      <w:r>
        <w:t xml:space="preserve">   *(*image_malloc)(size_t size, H5_file_image_op_t file_image_op,</w:t>
      </w:r>
    </w:p>
    <w:p w:rsidR="00E827BC" w:rsidRDefault="00E827BC" w:rsidP="000E1FF8">
      <w:pPr>
        <w:pStyle w:val="PlainText"/>
      </w:pPr>
      <w:r>
        <w:t xml:space="preserve">                            </w:t>
      </w:r>
      <w:proofErr w:type="gramStart"/>
      <w:r>
        <w:t>void</w:t>
      </w:r>
      <w:proofErr w:type="gramEnd"/>
      <w:r>
        <w:t xml:space="preserve"> *udata);</w:t>
      </w:r>
    </w:p>
    <w:p w:rsidR="00E827BC" w:rsidRDefault="00E827BC" w:rsidP="000E1FF8">
      <w:pPr>
        <w:pStyle w:val="PlainText"/>
      </w:pPr>
      <w:r>
        <w:t xml:space="preserve">    </w:t>
      </w:r>
      <w:proofErr w:type="gramStart"/>
      <w:r>
        <w:t>void</w:t>
      </w:r>
      <w:proofErr w:type="gramEnd"/>
      <w:r>
        <w:t xml:space="preserve">   *(*image_memcpy)(void *dest, const void *src, size_t size,</w:t>
      </w:r>
    </w:p>
    <w:p w:rsidR="00E827BC" w:rsidRDefault="00E827BC" w:rsidP="000E1FF8">
      <w:pPr>
        <w:pStyle w:val="PlainText"/>
      </w:pPr>
      <w:r>
        <w:t xml:space="preserve">                            H5_file_image_op_t file_image_op, void *udata);</w:t>
      </w:r>
    </w:p>
    <w:p w:rsidR="00E827BC" w:rsidRDefault="00E827BC" w:rsidP="000E1FF8">
      <w:pPr>
        <w:pStyle w:val="PlainText"/>
      </w:pPr>
      <w:r>
        <w:t xml:space="preserve">    </w:t>
      </w:r>
      <w:proofErr w:type="gramStart"/>
      <w:r>
        <w:t>void</w:t>
      </w:r>
      <w:proofErr w:type="gramEnd"/>
      <w:r>
        <w:t xml:space="preserve">   *(*image_realloc)(void *ptr, size_t size, </w:t>
      </w:r>
    </w:p>
    <w:p w:rsidR="00E827BC" w:rsidRDefault="00E827BC" w:rsidP="000E1FF8">
      <w:pPr>
        <w:pStyle w:val="PlainText"/>
      </w:pPr>
      <w:r>
        <w:t xml:space="preserve">                             H5_file_image_op_t file_image_op, void *udata);</w:t>
      </w:r>
    </w:p>
    <w:p w:rsidR="00E827BC" w:rsidRDefault="00E827BC" w:rsidP="000E1FF8">
      <w:pPr>
        <w:pStyle w:val="PlainText"/>
      </w:pPr>
      <w:r>
        <w:t xml:space="preserve">    herr_</w:t>
      </w:r>
      <w:proofErr w:type="gramStart"/>
      <w:r>
        <w:t>t  (</w:t>
      </w:r>
      <w:proofErr w:type="gramEnd"/>
      <w:r>
        <w:t xml:space="preserve">*image_free)(void *ptr, H5_file_image_op_t file_image_op, </w:t>
      </w:r>
    </w:p>
    <w:p w:rsidR="00E827BC" w:rsidRDefault="00E827BC" w:rsidP="000E1FF8">
      <w:pPr>
        <w:pStyle w:val="PlainText"/>
      </w:pPr>
      <w:r>
        <w:t xml:space="preserve">                          </w:t>
      </w:r>
      <w:proofErr w:type="gramStart"/>
      <w:r>
        <w:t>void</w:t>
      </w:r>
      <w:proofErr w:type="gramEnd"/>
      <w:r>
        <w:t xml:space="preserve"> *udata);</w:t>
      </w:r>
    </w:p>
    <w:p w:rsidR="00E827BC" w:rsidRDefault="00E827BC" w:rsidP="000E1FF8">
      <w:pPr>
        <w:pStyle w:val="PlainText"/>
      </w:pPr>
      <w:r>
        <w:t xml:space="preserve">    </w:t>
      </w:r>
      <w:proofErr w:type="gramStart"/>
      <w:r>
        <w:t>void</w:t>
      </w:r>
      <w:proofErr w:type="gramEnd"/>
      <w:r>
        <w:t xml:space="preserve">   *(*udata_copy)(void *udata);</w:t>
      </w:r>
    </w:p>
    <w:p w:rsidR="00E827BC" w:rsidRDefault="00E827BC" w:rsidP="000E1FF8">
      <w:pPr>
        <w:pStyle w:val="PlainText"/>
      </w:pPr>
      <w:r>
        <w:t xml:space="preserve">    herr_</w:t>
      </w:r>
      <w:proofErr w:type="gramStart"/>
      <w:r>
        <w:t>t  (</w:t>
      </w:r>
      <w:proofErr w:type="gramEnd"/>
      <w:r>
        <w:t>*udata_free)(void *udata);</w:t>
      </w:r>
    </w:p>
    <w:p w:rsidR="00E827BC" w:rsidRDefault="00E827BC" w:rsidP="000E1FF8">
      <w:pPr>
        <w:pStyle w:val="PlainText"/>
      </w:pPr>
      <w:r>
        <w:t xml:space="preserve">    </w:t>
      </w:r>
      <w:proofErr w:type="gramStart"/>
      <w:r>
        <w:t>void</w:t>
      </w:r>
      <w:proofErr w:type="gramEnd"/>
      <w:r>
        <w:t xml:space="preserve">   *udata;</w:t>
      </w:r>
    </w:p>
    <w:p w:rsidR="00E827BC" w:rsidRDefault="00E827BC" w:rsidP="000E1FF8">
      <w:pPr>
        <w:pStyle w:val="PlainText"/>
      </w:pPr>
      <w:r>
        <w:t>} H5_file_image_callbacks_t;</w:t>
      </w:r>
    </w:p>
    <w:p w:rsidR="00E827BC" w:rsidRDefault="00E827BC" w:rsidP="000E1FF8">
      <w:pPr>
        <w:pStyle w:val="PlainText"/>
      </w:pPr>
    </w:p>
    <w:p w:rsidR="00E827BC" w:rsidRDefault="00E827BC" w:rsidP="000E1FF8">
      <w:pPr>
        <w:pStyle w:val="PlainText"/>
      </w:pPr>
      <w:r>
        <w:t>herr_t H5Pset_file_image_</w:t>
      </w:r>
      <w:proofErr w:type="gramStart"/>
      <w:r>
        <w:t>callbacks(</w:t>
      </w:r>
      <w:proofErr w:type="gramEnd"/>
      <w:r>
        <w:t xml:space="preserve">hid_t fapl_id, </w:t>
      </w:r>
    </w:p>
    <w:p w:rsidR="00E827BC" w:rsidRDefault="00E827BC" w:rsidP="000E1FF8">
      <w:pPr>
        <w:pStyle w:val="PlainText"/>
      </w:pPr>
      <w:r>
        <w:t xml:space="preserve">                                   H5_file_image_callbacks_t *callbacks_ptr)</w:t>
      </w:r>
    </w:p>
    <w:p w:rsidR="00B50584" w:rsidRDefault="00B50584" w:rsidP="000E1FF8"/>
    <w:p w:rsidR="00E827BC" w:rsidRDefault="00E827BC" w:rsidP="000E1FF8">
      <w:r>
        <w:t xml:space="preserve">The parameters of </w:t>
      </w:r>
      <w:r w:rsidRPr="00FB62AA">
        <w:rPr>
          <w:rFonts w:ascii="Courier New" w:hAnsi="Courier New" w:cs="Courier New"/>
          <w:sz w:val="18"/>
        </w:rPr>
        <w:t>H5Pset_file_image_callbacks</w:t>
      </w:r>
      <w:r>
        <w:t xml:space="preserve"> are defined as follows:</w:t>
      </w:r>
    </w:p>
    <w:p w:rsidR="00E827BC" w:rsidRDefault="00E827BC" w:rsidP="000E1FF8"/>
    <w:p w:rsidR="00E827BC" w:rsidRDefault="00E827BC" w:rsidP="00924B5A">
      <w:pPr>
        <w:pStyle w:val="ListParagraph"/>
        <w:numPr>
          <w:ilvl w:val="0"/>
          <w:numId w:val="14"/>
        </w:numPr>
      </w:pPr>
      <w:proofErr w:type="gramStart"/>
      <w:r w:rsidRPr="00FB62AA">
        <w:rPr>
          <w:rFonts w:ascii="Courier New" w:hAnsi="Courier New" w:cs="Courier New"/>
          <w:sz w:val="18"/>
        </w:rPr>
        <w:t>fapl_id</w:t>
      </w:r>
      <w:proofErr w:type="gramEnd"/>
      <w:r>
        <w:t xml:space="preserve"> contain</w:t>
      </w:r>
      <w:r w:rsidR="00C47ED0">
        <w:t>s</w:t>
      </w:r>
      <w:r>
        <w:t xml:space="preserve"> the ID of the target file access property list.</w:t>
      </w:r>
    </w:p>
    <w:p w:rsidR="00E827BC" w:rsidRDefault="00E827BC" w:rsidP="00924B5A">
      <w:pPr>
        <w:pStyle w:val="ListParagraph"/>
        <w:numPr>
          <w:ilvl w:val="0"/>
          <w:numId w:val="14"/>
        </w:numPr>
      </w:pPr>
      <w:proofErr w:type="gramStart"/>
      <w:r w:rsidRPr="00FB62AA">
        <w:rPr>
          <w:rFonts w:ascii="Courier New" w:hAnsi="Courier New" w:cs="Courier New"/>
          <w:sz w:val="18"/>
        </w:rPr>
        <w:t>callbacks_ptr</w:t>
      </w:r>
      <w:proofErr w:type="gramEnd"/>
      <w:r>
        <w:t xml:space="preserve"> contain</w:t>
      </w:r>
      <w:r w:rsidR="00C47ED0">
        <w:t>s</w:t>
      </w:r>
      <w:r>
        <w:t xml:space="preserve"> a pointer to an instance of the </w:t>
      </w:r>
      <w:r w:rsidRPr="00FB62AA">
        <w:rPr>
          <w:rFonts w:ascii="Courier New" w:hAnsi="Courier New" w:cs="Courier New"/>
          <w:sz w:val="18"/>
        </w:rPr>
        <w:t>H5_file_image_callbacks_t</w:t>
      </w:r>
      <w:r>
        <w:t xml:space="preserve"> structure</w:t>
      </w:r>
      <w:r w:rsidR="006564E8">
        <w:t xml:space="preserve">. </w:t>
      </w:r>
    </w:p>
    <w:p w:rsidR="00E827BC" w:rsidRDefault="00E827BC" w:rsidP="000E1FF8"/>
    <w:p w:rsidR="00E827BC" w:rsidRDefault="00E827BC" w:rsidP="000E1FF8">
      <w:r>
        <w:t xml:space="preserve">The fields of the </w:t>
      </w:r>
      <w:r w:rsidRPr="00FB62AA">
        <w:rPr>
          <w:rFonts w:ascii="Courier New" w:hAnsi="Courier New" w:cs="Courier New"/>
          <w:sz w:val="18"/>
        </w:rPr>
        <w:t>H5_file_image_callbacks_t</w:t>
      </w:r>
      <w:r>
        <w:t xml:space="preserve"> structure </w:t>
      </w:r>
      <w:r w:rsidR="00FB62AA">
        <w:t xml:space="preserve">are </w:t>
      </w:r>
      <w:r>
        <w:t>defined as follows:</w:t>
      </w:r>
    </w:p>
    <w:p w:rsidR="00E827BC" w:rsidRDefault="00E827BC" w:rsidP="000E1FF8"/>
    <w:p w:rsidR="00E827BC" w:rsidRDefault="00E827BC" w:rsidP="00924B5A">
      <w:pPr>
        <w:pStyle w:val="ListParagraph"/>
        <w:numPr>
          <w:ilvl w:val="0"/>
          <w:numId w:val="15"/>
        </w:numPr>
      </w:pPr>
      <w:proofErr w:type="gramStart"/>
      <w:r w:rsidRPr="00FB62AA">
        <w:rPr>
          <w:rFonts w:ascii="Courier New" w:hAnsi="Courier New" w:cs="Courier New"/>
          <w:sz w:val="18"/>
        </w:rPr>
        <w:t>image_malloc</w:t>
      </w:r>
      <w:proofErr w:type="gramEnd"/>
      <w:r>
        <w:t xml:space="preserve"> contain</w:t>
      </w:r>
      <w:r w:rsidR="00FB62AA">
        <w:t>s</w:t>
      </w:r>
      <w:r>
        <w:t xml:space="preserve"> a pointer to a function with (from the perspective of HDF5) functionality identical to the standard C library </w:t>
      </w:r>
      <w:r w:rsidRPr="00FB62AA">
        <w:rPr>
          <w:rFonts w:ascii="Courier New" w:hAnsi="Courier New" w:cs="Courier New"/>
          <w:sz w:val="18"/>
        </w:rPr>
        <w:t>malloc()</w:t>
      </w:r>
      <w:r>
        <w:t xml:space="preserve"> call</w:t>
      </w:r>
      <w:r w:rsidR="006564E8">
        <w:t xml:space="preserve">. </w:t>
      </w:r>
      <w:r>
        <w:t xml:space="preserve">The parameters of the </w:t>
      </w:r>
      <w:r w:rsidRPr="00FB62AA">
        <w:rPr>
          <w:rFonts w:ascii="Courier New" w:hAnsi="Courier New" w:cs="Courier New"/>
          <w:sz w:val="18"/>
        </w:rPr>
        <w:t>image_malloc</w:t>
      </w:r>
      <w:r>
        <w:t xml:space="preserve"> callback are defined as follows:</w:t>
      </w:r>
    </w:p>
    <w:p w:rsidR="00E827BC" w:rsidRDefault="00E827BC" w:rsidP="00924B5A">
      <w:pPr>
        <w:pStyle w:val="ListParagraph"/>
        <w:numPr>
          <w:ilvl w:val="1"/>
          <w:numId w:val="15"/>
        </w:numPr>
      </w:pPr>
      <w:proofErr w:type="gramStart"/>
      <w:r w:rsidRPr="00FB62AA">
        <w:rPr>
          <w:rFonts w:ascii="Courier New" w:hAnsi="Courier New" w:cs="Courier New"/>
          <w:sz w:val="18"/>
        </w:rPr>
        <w:t>size</w:t>
      </w:r>
      <w:proofErr w:type="gramEnd"/>
      <w:r>
        <w:t xml:space="preserve"> contain</w:t>
      </w:r>
      <w:r w:rsidR="003D72B0">
        <w:t>s</w:t>
      </w:r>
      <w:r>
        <w:t xml:space="preserve"> the size </w:t>
      </w:r>
      <w:r w:rsidR="003D72B0">
        <w:t xml:space="preserve">in bytes </w:t>
      </w:r>
      <w:r>
        <w:t>of the image buffer to allocate.</w:t>
      </w:r>
    </w:p>
    <w:p w:rsidR="00E827BC" w:rsidRDefault="00E827BC" w:rsidP="00924B5A">
      <w:pPr>
        <w:pStyle w:val="ListParagraph"/>
        <w:numPr>
          <w:ilvl w:val="1"/>
          <w:numId w:val="15"/>
        </w:numPr>
      </w:pPr>
      <w:proofErr w:type="gramStart"/>
      <w:r w:rsidRPr="00FB62AA">
        <w:rPr>
          <w:rFonts w:ascii="Courier New" w:hAnsi="Courier New" w:cs="Courier New"/>
          <w:sz w:val="18"/>
        </w:rPr>
        <w:t>file_image_op</w:t>
      </w:r>
      <w:proofErr w:type="gramEnd"/>
      <w:r>
        <w:t xml:space="preserve"> </w:t>
      </w:r>
      <w:r w:rsidR="003D72B0">
        <w:t xml:space="preserve">contains </w:t>
      </w:r>
      <w:r>
        <w:t xml:space="preserve">one of the values of </w:t>
      </w:r>
      <w:r w:rsidRPr="00FB62AA">
        <w:rPr>
          <w:rFonts w:ascii="Courier New" w:hAnsi="Courier New" w:cs="Courier New"/>
          <w:sz w:val="18"/>
        </w:rPr>
        <w:t>H5_file_image_op_t</w:t>
      </w:r>
      <w:r w:rsidR="003D72B0" w:rsidRPr="003D72B0">
        <w:t>.</w:t>
      </w:r>
      <w:r>
        <w:t xml:space="preserve"> </w:t>
      </w:r>
      <w:r w:rsidR="003D72B0">
        <w:t xml:space="preserve">These values </w:t>
      </w:r>
      <w:r>
        <w:t>indicat</w:t>
      </w:r>
      <w:r w:rsidR="003D72B0">
        <w:t>e</w:t>
      </w:r>
      <w:r>
        <w:t xml:space="preserve"> the operation being performed on the file image when this callback is invoked</w:t>
      </w:r>
      <w:r w:rsidR="006564E8">
        <w:t xml:space="preserve">. </w:t>
      </w:r>
      <w:r w:rsidR="003D72B0">
        <w:t xml:space="preserve">Possible values for </w:t>
      </w:r>
      <w:r w:rsidR="003D72B0" w:rsidRPr="003D72B0">
        <w:rPr>
          <w:rFonts w:ascii="Courier New" w:hAnsi="Courier New" w:cs="Courier New"/>
          <w:sz w:val="18"/>
        </w:rPr>
        <w:t>file_image_op</w:t>
      </w:r>
      <w:r w:rsidR="003D72B0">
        <w:t xml:space="preserve"> are discussed on page </w:t>
      </w:r>
      <w:r w:rsidR="00B84989">
        <w:fldChar w:fldCharType="begin"/>
      </w:r>
      <w:r w:rsidR="003D72B0">
        <w:instrText xml:space="preserve"> PAGEREF file_image_opParameterValues \h </w:instrText>
      </w:r>
      <w:r w:rsidR="00B84989">
        <w:fldChar w:fldCharType="separate"/>
      </w:r>
      <w:r w:rsidR="006D729D">
        <w:rPr>
          <w:noProof/>
        </w:rPr>
        <w:t>15</w:t>
      </w:r>
      <w:r w:rsidR="00B84989">
        <w:fldChar w:fldCharType="end"/>
      </w:r>
      <w:r w:rsidR="003D72B0">
        <w:t>.</w:t>
      </w:r>
    </w:p>
    <w:p w:rsidR="00E827BC" w:rsidRDefault="00E827BC" w:rsidP="00924B5A">
      <w:pPr>
        <w:pStyle w:val="ListParagraph"/>
        <w:numPr>
          <w:ilvl w:val="1"/>
          <w:numId w:val="15"/>
        </w:numPr>
      </w:pPr>
      <w:proofErr w:type="gramStart"/>
      <w:r w:rsidRPr="00FB62AA">
        <w:rPr>
          <w:rFonts w:ascii="Courier New" w:hAnsi="Courier New" w:cs="Courier New"/>
          <w:sz w:val="18"/>
        </w:rPr>
        <w:lastRenderedPageBreak/>
        <w:t>udata</w:t>
      </w:r>
      <w:proofErr w:type="gramEnd"/>
      <w:r>
        <w:t xml:space="preserve"> </w:t>
      </w:r>
      <w:r w:rsidR="003517A1">
        <w:t xml:space="preserve">holds </w:t>
      </w:r>
      <w:r>
        <w:t xml:space="preserve">the value passed in for the </w:t>
      </w:r>
      <w:r w:rsidRPr="00FB62AA">
        <w:rPr>
          <w:rFonts w:ascii="Courier New" w:hAnsi="Courier New" w:cs="Courier New"/>
          <w:sz w:val="18"/>
        </w:rPr>
        <w:t>udata</w:t>
      </w:r>
      <w:r>
        <w:t xml:space="preserve"> parameter to </w:t>
      </w:r>
      <w:r w:rsidRPr="00FB62AA">
        <w:rPr>
          <w:rFonts w:ascii="Courier New" w:hAnsi="Courier New" w:cs="Courier New"/>
          <w:sz w:val="18"/>
        </w:rPr>
        <w:t>H5Pset_file_image_callbacks</w:t>
      </w:r>
      <w:r>
        <w:t>.</w:t>
      </w:r>
    </w:p>
    <w:p w:rsidR="00E827BC" w:rsidRDefault="00E827BC" w:rsidP="000E1FF8"/>
    <w:p w:rsidR="00E827BC" w:rsidRDefault="00E827BC" w:rsidP="000E1FF8">
      <w:pPr>
        <w:ind w:left="720"/>
      </w:pPr>
      <w:r>
        <w:t xml:space="preserve">Setting </w:t>
      </w:r>
      <w:r w:rsidRPr="00265F48">
        <w:rPr>
          <w:rFonts w:ascii="Courier New" w:hAnsi="Courier New" w:cs="Courier New"/>
          <w:sz w:val="18"/>
        </w:rPr>
        <w:t>image_malloc</w:t>
      </w:r>
      <w:r>
        <w:t xml:space="preserve"> to NULL indicate</w:t>
      </w:r>
      <w:r w:rsidR="003517A1">
        <w:t>s</w:t>
      </w:r>
      <w:r>
        <w:t xml:space="preserve"> that the </w:t>
      </w:r>
      <w:r w:rsidR="00543630">
        <w:t>HDF5 Library</w:t>
      </w:r>
      <w:r>
        <w:t xml:space="preserve"> should invoke the standard C library </w:t>
      </w:r>
      <w:proofErr w:type="gramStart"/>
      <w:r w:rsidRPr="00265F48">
        <w:rPr>
          <w:rFonts w:ascii="Courier New" w:hAnsi="Courier New" w:cs="Courier New"/>
          <w:sz w:val="18"/>
        </w:rPr>
        <w:t>malloc(</w:t>
      </w:r>
      <w:proofErr w:type="gramEnd"/>
      <w:r w:rsidRPr="00265F48">
        <w:rPr>
          <w:rFonts w:ascii="Courier New" w:hAnsi="Courier New" w:cs="Courier New"/>
          <w:sz w:val="18"/>
        </w:rPr>
        <w:t>)</w:t>
      </w:r>
      <w:r>
        <w:t xml:space="preserve"> routine when allocating file image buffers.</w:t>
      </w:r>
    </w:p>
    <w:p w:rsidR="00E827BC" w:rsidRDefault="00E827BC" w:rsidP="000E1FF8"/>
    <w:p w:rsidR="00E827BC" w:rsidRDefault="00E827BC" w:rsidP="00924B5A">
      <w:pPr>
        <w:pStyle w:val="ListParagraph"/>
        <w:numPr>
          <w:ilvl w:val="0"/>
          <w:numId w:val="15"/>
        </w:numPr>
      </w:pPr>
      <w:proofErr w:type="gramStart"/>
      <w:r w:rsidRPr="00A65BE1">
        <w:rPr>
          <w:rFonts w:ascii="Courier New" w:hAnsi="Courier New" w:cs="Courier New"/>
          <w:sz w:val="18"/>
        </w:rPr>
        <w:t>image_memcpy</w:t>
      </w:r>
      <w:proofErr w:type="gramEnd"/>
      <w:r>
        <w:t xml:space="preserve"> contain</w:t>
      </w:r>
      <w:r w:rsidR="003517A1">
        <w:t>s</w:t>
      </w:r>
      <w:r>
        <w:t xml:space="preserve"> a pointer to a function with</w:t>
      </w:r>
      <w:r w:rsidR="00713B2B">
        <w:t xml:space="preserve"> </w:t>
      </w:r>
      <w:r w:rsidR="00E0407C">
        <w:t>(</w:t>
      </w:r>
      <w:r>
        <w:t>from the perspective of HDF5</w:t>
      </w:r>
      <w:r w:rsidR="00E0407C">
        <w:t>)</w:t>
      </w:r>
      <w:r>
        <w:t xml:space="preserve"> functionality identical to the standard C library </w:t>
      </w:r>
      <w:r w:rsidRPr="00A65BE1">
        <w:rPr>
          <w:rFonts w:ascii="Courier New" w:hAnsi="Courier New" w:cs="Courier New"/>
          <w:sz w:val="18"/>
        </w:rPr>
        <w:t>memcpy()</w:t>
      </w:r>
      <w:r>
        <w:t xml:space="preserve"> call except that it return</w:t>
      </w:r>
      <w:r w:rsidR="003517A1">
        <w:t>s</w:t>
      </w:r>
      <w:r>
        <w:t xml:space="preserve"> NULL on failure</w:t>
      </w:r>
      <w:r w:rsidR="006564E8">
        <w:t xml:space="preserve">. </w:t>
      </w:r>
      <w:r>
        <w:t xml:space="preserve">Recall that the </w:t>
      </w:r>
      <w:r w:rsidRPr="00A65BE1">
        <w:rPr>
          <w:rFonts w:ascii="Courier New" w:hAnsi="Courier New" w:cs="Courier New"/>
          <w:sz w:val="18"/>
        </w:rPr>
        <w:t>memcpy</w:t>
      </w:r>
      <w:r>
        <w:t xml:space="preserve"> C Library routine is defined to return the </w:t>
      </w:r>
      <w:r w:rsidRPr="00A65BE1">
        <w:rPr>
          <w:rFonts w:ascii="Courier New" w:hAnsi="Courier New" w:cs="Courier New"/>
          <w:sz w:val="18"/>
        </w:rPr>
        <w:t>dest</w:t>
      </w:r>
      <w:r>
        <w:t xml:space="preserve"> parameter in all cases. The parameters of the </w:t>
      </w:r>
      <w:r w:rsidRPr="00A65BE1">
        <w:rPr>
          <w:rFonts w:ascii="Courier New" w:hAnsi="Courier New" w:cs="Courier New"/>
          <w:sz w:val="18"/>
        </w:rPr>
        <w:t>image_memcpy</w:t>
      </w:r>
      <w:r>
        <w:t xml:space="preserve"> callback are defined as follows:</w:t>
      </w:r>
    </w:p>
    <w:p w:rsidR="00E827BC" w:rsidRDefault="00E827BC" w:rsidP="00924B5A">
      <w:pPr>
        <w:pStyle w:val="ListParagraph"/>
        <w:numPr>
          <w:ilvl w:val="1"/>
          <w:numId w:val="15"/>
        </w:numPr>
      </w:pPr>
      <w:proofErr w:type="gramStart"/>
      <w:r w:rsidRPr="00A65BE1">
        <w:rPr>
          <w:rFonts w:ascii="Courier New" w:hAnsi="Courier New" w:cs="Courier New"/>
          <w:sz w:val="18"/>
        </w:rPr>
        <w:t>dest</w:t>
      </w:r>
      <w:proofErr w:type="gramEnd"/>
      <w:r>
        <w:t xml:space="preserve"> contain</w:t>
      </w:r>
      <w:r w:rsidR="003517A1">
        <w:t>s</w:t>
      </w:r>
      <w:r>
        <w:t xml:space="preserve"> the address of the </w:t>
      </w:r>
      <w:r w:rsidR="00A65BE1">
        <w:t xml:space="preserve">destination </w:t>
      </w:r>
      <w:r>
        <w:t>buffer.</w:t>
      </w:r>
    </w:p>
    <w:p w:rsidR="00E827BC" w:rsidRDefault="00E827BC" w:rsidP="00924B5A">
      <w:pPr>
        <w:pStyle w:val="ListParagraph"/>
        <w:numPr>
          <w:ilvl w:val="1"/>
          <w:numId w:val="15"/>
        </w:numPr>
      </w:pPr>
      <w:proofErr w:type="gramStart"/>
      <w:r w:rsidRPr="00A65BE1">
        <w:rPr>
          <w:rFonts w:ascii="Courier New" w:hAnsi="Courier New" w:cs="Courier New"/>
          <w:sz w:val="18"/>
        </w:rPr>
        <w:t>src</w:t>
      </w:r>
      <w:proofErr w:type="gramEnd"/>
      <w:r>
        <w:t xml:space="preserve"> contain</w:t>
      </w:r>
      <w:r w:rsidR="003517A1">
        <w:t>s</w:t>
      </w:r>
      <w:r>
        <w:t xml:space="preserve"> the address of the </w:t>
      </w:r>
      <w:r w:rsidR="00A65BE1">
        <w:t xml:space="preserve">source </w:t>
      </w:r>
      <w:r>
        <w:t>buffer.</w:t>
      </w:r>
    </w:p>
    <w:p w:rsidR="00E827BC" w:rsidRDefault="00E827BC" w:rsidP="00924B5A">
      <w:pPr>
        <w:pStyle w:val="ListParagraph"/>
        <w:numPr>
          <w:ilvl w:val="1"/>
          <w:numId w:val="15"/>
        </w:numPr>
      </w:pPr>
      <w:proofErr w:type="gramStart"/>
      <w:r w:rsidRPr="00A65BE1">
        <w:rPr>
          <w:rFonts w:ascii="Courier New" w:hAnsi="Courier New" w:cs="Courier New"/>
          <w:sz w:val="18"/>
        </w:rPr>
        <w:t>size</w:t>
      </w:r>
      <w:proofErr w:type="gramEnd"/>
      <w:r>
        <w:t xml:space="preserve"> contain</w:t>
      </w:r>
      <w:r w:rsidR="003517A1">
        <w:t>s</w:t>
      </w:r>
      <w:r>
        <w:t xml:space="preserve"> the number of bytes to copy.</w:t>
      </w:r>
    </w:p>
    <w:p w:rsidR="00E827BC" w:rsidRDefault="00E827BC" w:rsidP="00924B5A">
      <w:pPr>
        <w:pStyle w:val="ListParagraph"/>
        <w:numPr>
          <w:ilvl w:val="1"/>
          <w:numId w:val="15"/>
        </w:numPr>
      </w:pPr>
      <w:proofErr w:type="gramStart"/>
      <w:r w:rsidRPr="00A65BE1">
        <w:rPr>
          <w:rFonts w:ascii="Courier New" w:hAnsi="Courier New" w:cs="Courier New"/>
          <w:sz w:val="18"/>
        </w:rPr>
        <w:t>file_image_op</w:t>
      </w:r>
      <w:proofErr w:type="gramEnd"/>
      <w:r>
        <w:t xml:space="preserve"> </w:t>
      </w:r>
      <w:r w:rsidR="003D72B0">
        <w:t xml:space="preserve">contains one of the values of </w:t>
      </w:r>
      <w:r w:rsidR="003D72B0" w:rsidRPr="00FB62AA">
        <w:rPr>
          <w:rFonts w:ascii="Courier New" w:hAnsi="Courier New" w:cs="Courier New"/>
          <w:sz w:val="18"/>
        </w:rPr>
        <w:t>H5_file_image_op_t</w:t>
      </w:r>
      <w:r w:rsidR="003D72B0" w:rsidRPr="003D72B0">
        <w:t>.</w:t>
      </w:r>
      <w:r w:rsidR="003D72B0">
        <w:t xml:space="preserve"> These values indicate the operation being performed on the file image when this callback is invoked. Possible values for </w:t>
      </w:r>
      <w:r w:rsidR="003D72B0" w:rsidRPr="003D72B0">
        <w:rPr>
          <w:rFonts w:ascii="Courier New" w:hAnsi="Courier New" w:cs="Courier New"/>
          <w:sz w:val="18"/>
        </w:rPr>
        <w:t>file_image_op</w:t>
      </w:r>
      <w:r w:rsidR="003D72B0">
        <w:t xml:space="preserve"> are discussed on page </w:t>
      </w:r>
      <w:r w:rsidR="00B84989">
        <w:fldChar w:fldCharType="begin"/>
      </w:r>
      <w:r w:rsidR="003D72B0">
        <w:instrText xml:space="preserve"> PAGEREF file_image_opParameterValues \h </w:instrText>
      </w:r>
      <w:r w:rsidR="00B84989">
        <w:fldChar w:fldCharType="separate"/>
      </w:r>
      <w:r w:rsidR="006D729D">
        <w:rPr>
          <w:noProof/>
        </w:rPr>
        <w:t>15</w:t>
      </w:r>
      <w:r w:rsidR="00B84989">
        <w:fldChar w:fldCharType="end"/>
      </w:r>
      <w:r w:rsidR="003D72B0">
        <w:t>.</w:t>
      </w:r>
    </w:p>
    <w:p w:rsidR="00E827BC" w:rsidRDefault="00E827BC" w:rsidP="00924B5A">
      <w:pPr>
        <w:pStyle w:val="ListParagraph"/>
        <w:numPr>
          <w:ilvl w:val="1"/>
          <w:numId w:val="15"/>
        </w:numPr>
      </w:pPr>
      <w:proofErr w:type="gramStart"/>
      <w:r w:rsidRPr="00A65BE1">
        <w:rPr>
          <w:rFonts w:ascii="Courier New" w:hAnsi="Courier New" w:cs="Courier New"/>
          <w:sz w:val="18"/>
        </w:rPr>
        <w:t>udata</w:t>
      </w:r>
      <w:proofErr w:type="gramEnd"/>
      <w:r>
        <w:t xml:space="preserve"> </w:t>
      </w:r>
      <w:r w:rsidR="003517A1">
        <w:t xml:space="preserve">holds </w:t>
      </w:r>
      <w:r>
        <w:t xml:space="preserve">the value passed in for the </w:t>
      </w:r>
      <w:r w:rsidRPr="00A65BE1">
        <w:rPr>
          <w:rFonts w:ascii="Courier New" w:hAnsi="Courier New" w:cs="Courier New"/>
          <w:sz w:val="18"/>
        </w:rPr>
        <w:t>udata</w:t>
      </w:r>
      <w:r>
        <w:t xml:space="preserve"> parameter to </w:t>
      </w:r>
      <w:r w:rsidRPr="00A65BE1">
        <w:rPr>
          <w:rFonts w:ascii="Courier New" w:hAnsi="Courier New" w:cs="Courier New"/>
          <w:sz w:val="18"/>
        </w:rPr>
        <w:t>H5Pset_file_image_callbacks</w:t>
      </w:r>
      <w:r>
        <w:t>.</w:t>
      </w:r>
    </w:p>
    <w:p w:rsidR="00E827BC" w:rsidRDefault="00E827BC" w:rsidP="000E1FF8"/>
    <w:p w:rsidR="00E827BC" w:rsidRDefault="00E827BC" w:rsidP="000E1FF8">
      <w:pPr>
        <w:ind w:left="720"/>
      </w:pPr>
      <w:r>
        <w:t xml:space="preserve">Setting </w:t>
      </w:r>
      <w:r w:rsidRPr="00A65BE1">
        <w:rPr>
          <w:rFonts w:ascii="Courier New" w:hAnsi="Courier New" w:cs="Courier New"/>
          <w:sz w:val="18"/>
        </w:rPr>
        <w:t>image_memcpy</w:t>
      </w:r>
      <w:r>
        <w:t xml:space="preserve"> to NULL indicate</w:t>
      </w:r>
      <w:r w:rsidR="003517A1">
        <w:t>s</w:t>
      </w:r>
      <w:r>
        <w:t xml:space="preserve"> that the </w:t>
      </w:r>
      <w:r w:rsidR="00543630">
        <w:t>HDF5 Library</w:t>
      </w:r>
      <w:r>
        <w:t xml:space="preserve"> should invoke the standard C library </w:t>
      </w:r>
      <w:proofErr w:type="gramStart"/>
      <w:r w:rsidRPr="00A65BE1">
        <w:rPr>
          <w:rFonts w:ascii="Courier New" w:hAnsi="Courier New" w:cs="Courier New"/>
          <w:sz w:val="18"/>
        </w:rPr>
        <w:t>memcpy(</w:t>
      </w:r>
      <w:proofErr w:type="gramEnd"/>
      <w:r w:rsidRPr="00A65BE1">
        <w:rPr>
          <w:rFonts w:ascii="Courier New" w:hAnsi="Courier New" w:cs="Courier New"/>
          <w:sz w:val="18"/>
        </w:rPr>
        <w:t>)</w:t>
      </w:r>
      <w:r>
        <w:t xml:space="preserve"> routine when copying buffers.</w:t>
      </w:r>
    </w:p>
    <w:p w:rsidR="00D0593A" w:rsidRDefault="00D0593A" w:rsidP="000E1FF8"/>
    <w:p w:rsidR="00E827BC" w:rsidRDefault="00E827BC" w:rsidP="00924B5A">
      <w:pPr>
        <w:pStyle w:val="ListParagraph"/>
        <w:numPr>
          <w:ilvl w:val="0"/>
          <w:numId w:val="15"/>
        </w:numPr>
      </w:pPr>
      <w:proofErr w:type="gramStart"/>
      <w:r w:rsidRPr="00713B2B">
        <w:rPr>
          <w:rFonts w:ascii="Courier New" w:hAnsi="Courier New" w:cs="Courier New"/>
          <w:sz w:val="18"/>
        </w:rPr>
        <w:t>image_realloc</w:t>
      </w:r>
      <w:proofErr w:type="gramEnd"/>
      <w:r>
        <w:t xml:space="preserve"> contain</w:t>
      </w:r>
      <w:r w:rsidR="003517A1">
        <w:t>s</w:t>
      </w:r>
      <w:r>
        <w:t xml:space="preserve"> a pointer to a function with </w:t>
      </w:r>
      <w:r w:rsidR="00E0407C">
        <w:t>(</w:t>
      </w:r>
      <w:r>
        <w:t>from the perspective of HDF5</w:t>
      </w:r>
      <w:r w:rsidR="00E0407C">
        <w:t>)</w:t>
      </w:r>
      <w:r>
        <w:t xml:space="preserve"> functionality identical to the standard C library </w:t>
      </w:r>
      <w:r w:rsidRPr="00713B2B">
        <w:rPr>
          <w:rFonts w:ascii="Courier New" w:hAnsi="Courier New" w:cs="Courier New"/>
          <w:sz w:val="18"/>
        </w:rPr>
        <w:t>realloc()</w:t>
      </w:r>
      <w:r>
        <w:t xml:space="preserve"> call. The parameters of the </w:t>
      </w:r>
      <w:r w:rsidRPr="00713B2B">
        <w:rPr>
          <w:rFonts w:ascii="Courier New" w:hAnsi="Courier New" w:cs="Courier New"/>
          <w:sz w:val="18"/>
        </w:rPr>
        <w:t>image_realloc</w:t>
      </w:r>
      <w:r>
        <w:t xml:space="preserve"> callback are defined as follows:</w:t>
      </w:r>
    </w:p>
    <w:p w:rsidR="00E827BC" w:rsidRDefault="00E827BC" w:rsidP="00924B5A">
      <w:pPr>
        <w:pStyle w:val="ListParagraph"/>
        <w:numPr>
          <w:ilvl w:val="1"/>
          <w:numId w:val="15"/>
        </w:numPr>
      </w:pPr>
      <w:proofErr w:type="gramStart"/>
      <w:r w:rsidRPr="00713B2B">
        <w:rPr>
          <w:rFonts w:ascii="Courier New" w:hAnsi="Courier New" w:cs="Courier New"/>
          <w:sz w:val="18"/>
        </w:rPr>
        <w:t>ptr</w:t>
      </w:r>
      <w:proofErr w:type="gramEnd"/>
      <w:r>
        <w:t xml:space="preserve"> contain</w:t>
      </w:r>
      <w:r w:rsidR="003517A1">
        <w:t>s</w:t>
      </w:r>
      <w:r>
        <w:t xml:space="preserve"> the pointer to the buffer being reallocated.</w:t>
      </w:r>
    </w:p>
    <w:p w:rsidR="00E827BC" w:rsidRDefault="00E827BC" w:rsidP="00924B5A">
      <w:pPr>
        <w:pStyle w:val="ListParagraph"/>
        <w:numPr>
          <w:ilvl w:val="1"/>
          <w:numId w:val="15"/>
        </w:numPr>
      </w:pPr>
      <w:proofErr w:type="gramStart"/>
      <w:r w:rsidRPr="00713B2B">
        <w:rPr>
          <w:rFonts w:ascii="Courier New" w:hAnsi="Courier New" w:cs="Courier New"/>
          <w:sz w:val="18"/>
        </w:rPr>
        <w:t>size</w:t>
      </w:r>
      <w:proofErr w:type="gramEnd"/>
      <w:r>
        <w:t xml:space="preserve"> contain</w:t>
      </w:r>
      <w:r w:rsidR="003517A1">
        <w:t>s</w:t>
      </w:r>
      <w:r>
        <w:t xml:space="preserve"> the desired size </w:t>
      </w:r>
      <w:r w:rsidR="00713B2B">
        <w:t xml:space="preserve">in bytes </w:t>
      </w:r>
      <w:r>
        <w:t xml:space="preserve">of the buffer after </w:t>
      </w:r>
      <w:r w:rsidRPr="00713B2B">
        <w:rPr>
          <w:rFonts w:ascii="Courier New" w:hAnsi="Courier New" w:cs="Courier New"/>
          <w:sz w:val="18"/>
        </w:rPr>
        <w:t>realloc</w:t>
      </w:r>
      <w:r>
        <w:t>.</w:t>
      </w:r>
    </w:p>
    <w:p w:rsidR="00E827BC" w:rsidRDefault="00E827BC" w:rsidP="00924B5A">
      <w:pPr>
        <w:pStyle w:val="ListParagraph"/>
        <w:numPr>
          <w:ilvl w:val="1"/>
          <w:numId w:val="15"/>
        </w:numPr>
      </w:pPr>
      <w:proofErr w:type="gramStart"/>
      <w:r w:rsidRPr="00713B2B">
        <w:rPr>
          <w:rFonts w:ascii="Courier New" w:hAnsi="Courier New" w:cs="Courier New"/>
          <w:sz w:val="18"/>
        </w:rPr>
        <w:t>file_image_op</w:t>
      </w:r>
      <w:proofErr w:type="gramEnd"/>
      <w:r>
        <w:t xml:space="preserve"> </w:t>
      </w:r>
      <w:r w:rsidR="003D72B0">
        <w:t xml:space="preserve">contains one of the values of </w:t>
      </w:r>
      <w:r w:rsidR="003D72B0" w:rsidRPr="00FB62AA">
        <w:rPr>
          <w:rFonts w:ascii="Courier New" w:hAnsi="Courier New" w:cs="Courier New"/>
          <w:sz w:val="18"/>
        </w:rPr>
        <w:t>H5_file_image_op_t</w:t>
      </w:r>
      <w:r w:rsidR="003D72B0" w:rsidRPr="003D72B0">
        <w:t>.</w:t>
      </w:r>
      <w:r w:rsidR="003D72B0">
        <w:t xml:space="preserve"> These values indicate the operation being performed on the file image when this callback is invoked. Possible values for </w:t>
      </w:r>
      <w:r w:rsidR="003D72B0" w:rsidRPr="003D72B0">
        <w:rPr>
          <w:rFonts w:ascii="Courier New" w:hAnsi="Courier New" w:cs="Courier New"/>
          <w:sz w:val="18"/>
        </w:rPr>
        <w:t>file_image_op</w:t>
      </w:r>
      <w:r w:rsidR="003D72B0">
        <w:t xml:space="preserve"> are discussed on page </w:t>
      </w:r>
      <w:r w:rsidR="00B84989">
        <w:fldChar w:fldCharType="begin"/>
      </w:r>
      <w:r w:rsidR="003D72B0">
        <w:instrText xml:space="preserve"> PAGEREF file_image_opParameterValues \h </w:instrText>
      </w:r>
      <w:r w:rsidR="00B84989">
        <w:fldChar w:fldCharType="separate"/>
      </w:r>
      <w:r w:rsidR="006D729D">
        <w:rPr>
          <w:noProof/>
        </w:rPr>
        <w:t>15</w:t>
      </w:r>
      <w:r w:rsidR="00B84989">
        <w:fldChar w:fldCharType="end"/>
      </w:r>
      <w:r w:rsidR="003D72B0">
        <w:t>.</w:t>
      </w:r>
    </w:p>
    <w:p w:rsidR="00E827BC" w:rsidRDefault="00E827BC" w:rsidP="00924B5A">
      <w:pPr>
        <w:pStyle w:val="ListParagraph"/>
        <w:numPr>
          <w:ilvl w:val="1"/>
          <w:numId w:val="15"/>
        </w:numPr>
      </w:pPr>
      <w:proofErr w:type="gramStart"/>
      <w:r w:rsidRPr="00C05764">
        <w:rPr>
          <w:rFonts w:ascii="Courier New" w:hAnsi="Courier New" w:cs="Courier New"/>
          <w:sz w:val="18"/>
        </w:rPr>
        <w:t>udata</w:t>
      </w:r>
      <w:proofErr w:type="gramEnd"/>
      <w:r>
        <w:t xml:space="preserve"> </w:t>
      </w:r>
      <w:r w:rsidR="003517A1">
        <w:t xml:space="preserve">holds </w:t>
      </w:r>
      <w:r>
        <w:t xml:space="preserve">the value passed in for the </w:t>
      </w:r>
      <w:r w:rsidRPr="00C05764">
        <w:rPr>
          <w:rFonts w:ascii="Courier New" w:hAnsi="Courier New" w:cs="Courier New"/>
          <w:sz w:val="18"/>
        </w:rPr>
        <w:t>udata</w:t>
      </w:r>
      <w:r>
        <w:t xml:space="preserve"> parameter to </w:t>
      </w:r>
      <w:r w:rsidRPr="00C05764">
        <w:rPr>
          <w:rFonts w:ascii="Courier New" w:hAnsi="Courier New" w:cs="Courier New"/>
          <w:sz w:val="18"/>
        </w:rPr>
        <w:t>H5Pset_file_image_callbacks</w:t>
      </w:r>
      <w:r>
        <w:t>.</w:t>
      </w:r>
    </w:p>
    <w:p w:rsidR="00E827BC" w:rsidRDefault="00E827BC" w:rsidP="000E1FF8"/>
    <w:p w:rsidR="00E827BC" w:rsidRDefault="00E827BC" w:rsidP="000E1FF8">
      <w:pPr>
        <w:ind w:left="720"/>
      </w:pPr>
      <w:r>
        <w:t xml:space="preserve">Setting </w:t>
      </w:r>
      <w:r w:rsidRPr="00C05764">
        <w:rPr>
          <w:rFonts w:ascii="Courier New" w:hAnsi="Courier New" w:cs="Courier New"/>
          <w:sz w:val="18"/>
        </w:rPr>
        <w:t>image_realloc</w:t>
      </w:r>
      <w:r>
        <w:t xml:space="preserve"> to NULL indicate</w:t>
      </w:r>
      <w:r w:rsidR="00F6447F">
        <w:t>s</w:t>
      </w:r>
      <w:r>
        <w:t xml:space="preserve"> that the HDF5 </w:t>
      </w:r>
      <w:r w:rsidR="00C05764">
        <w:t xml:space="preserve">Library </w:t>
      </w:r>
      <w:r>
        <w:t xml:space="preserve">should invoke the standard C library </w:t>
      </w:r>
      <w:proofErr w:type="gramStart"/>
      <w:r w:rsidRPr="00C05764">
        <w:rPr>
          <w:rFonts w:ascii="Courier New" w:hAnsi="Courier New" w:cs="Courier New"/>
          <w:sz w:val="18"/>
        </w:rPr>
        <w:t>realloc(</w:t>
      </w:r>
      <w:proofErr w:type="gramEnd"/>
      <w:r w:rsidRPr="00C05764">
        <w:rPr>
          <w:rFonts w:ascii="Courier New" w:hAnsi="Courier New" w:cs="Courier New"/>
          <w:sz w:val="18"/>
        </w:rPr>
        <w:t>)</w:t>
      </w:r>
      <w:r>
        <w:t xml:space="preserve"> routine when resizing file image buffers.</w:t>
      </w:r>
    </w:p>
    <w:p w:rsidR="00E827BC" w:rsidRDefault="00E827BC" w:rsidP="000E1FF8"/>
    <w:p w:rsidR="00E827BC" w:rsidRDefault="00E827BC" w:rsidP="00924B5A">
      <w:pPr>
        <w:pStyle w:val="ListParagraph"/>
        <w:numPr>
          <w:ilvl w:val="0"/>
          <w:numId w:val="15"/>
        </w:numPr>
      </w:pPr>
      <w:proofErr w:type="gramStart"/>
      <w:r w:rsidRPr="00C05764">
        <w:rPr>
          <w:rFonts w:ascii="Courier New" w:hAnsi="Courier New" w:cs="Courier New"/>
          <w:sz w:val="18"/>
        </w:rPr>
        <w:t>image_free</w:t>
      </w:r>
      <w:proofErr w:type="gramEnd"/>
      <w:r>
        <w:t xml:space="preserve"> contain</w:t>
      </w:r>
      <w:r w:rsidR="00F6447F">
        <w:t>s</w:t>
      </w:r>
      <w:r>
        <w:t xml:space="preserve"> a pointer to a function with</w:t>
      </w:r>
      <w:r w:rsidR="00C05764">
        <w:t xml:space="preserve"> </w:t>
      </w:r>
      <w:r w:rsidR="00E0407C">
        <w:t>(</w:t>
      </w:r>
      <w:r>
        <w:t>from the perspective of HDF5</w:t>
      </w:r>
      <w:r w:rsidR="00E0407C">
        <w:t>)</w:t>
      </w:r>
      <w:r>
        <w:t xml:space="preserve"> functionality identical to the standard C library </w:t>
      </w:r>
      <w:r w:rsidRPr="00C05764">
        <w:rPr>
          <w:rFonts w:ascii="Courier New" w:hAnsi="Courier New" w:cs="Courier New"/>
          <w:sz w:val="18"/>
        </w:rPr>
        <w:t>free()</w:t>
      </w:r>
      <w:r>
        <w:t xml:space="preserve"> call except that it </w:t>
      </w:r>
      <w:r w:rsidR="00F6447F">
        <w:t xml:space="preserve">will </w:t>
      </w:r>
      <w:r>
        <w:t xml:space="preserve">return 0 (SUCCEED) on success and -1 (FAIL) on failure. The parameters of the </w:t>
      </w:r>
      <w:r w:rsidRPr="00C05764">
        <w:rPr>
          <w:rFonts w:ascii="Courier New" w:hAnsi="Courier New" w:cs="Courier New"/>
          <w:sz w:val="18"/>
        </w:rPr>
        <w:t>image_free</w:t>
      </w:r>
      <w:r>
        <w:t xml:space="preserve"> callback are defined as follows:</w:t>
      </w:r>
    </w:p>
    <w:p w:rsidR="00E827BC" w:rsidRDefault="00E827BC" w:rsidP="00924B5A">
      <w:pPr>
        <w:pStyle w:val="ListParagraph"/>
        <w:numPr>
          <w:ilvl w:val="1"/>
          <w:numId w:val="15"/>
        </w:numPr>
      </w:pPr>
      <w:proofErr w:type="gramStart"/>
      <w:r w:rsidRPr="00C05764">
        <w:rPr>
          <w:rFonts w:ascii="Courier New" w:hAnsi="Courier New" w:cs="Courier New"/>
          <w:sz w:val="18"/>
        </w:rPr>
        <w:t>ptr</w:t>
      </w:r>
      <w:proofErr w:type="gramEnd"/>
      <w:r>
        <w:t xml:space="preserve"> contain</w:t>
      </w:r>
      <w:r w:rsidR="00F6447F">
        <w:t>s</w:t>
      </w:r>
      <w:r>
        <w:t xml:space="preserve"> the pointer to the buffer being released.</w:t>
      </w:r>
    </w:p>
    <w:p w:rsidR="00E827BC" w:rsidRDefault="00E827BC" w:rsidP="00924B5A">
      <w:pPr>
        <w:pStyle w:val="ListParagraph"/>
        <w:numPr>
          <w:ilvl w:val="1"/>
          <w:numId w:val="15"/>
        </w:numPr>
      </w:pPr>
      <w:proofErr w:type="gramStart"/>
      <w:r w:rsidRPr="00C05764">
        <w:rPr>
          <w:rFonts w:ascii="Courier New" w:hAnsi="Courier New" w:cs="Courier New"/>
          <w:sz w:val="18"/>
        </w:rPr>
        <w:t>file_image_op</w:t>
      </w:r>
      <w:proofErr w:type="gramEnd"/>
      <w:r>
        <w:t xml:space="preserve"> </w:t>
      </w:r>
      <w:r w:rsidR="003D72B0">
        <w:t xml:space="preserve">contains one of the values of </w:t>
      </w:r>
      <w:r w:rsidR="003D72B0" w:rsidRPr="00FB62AA">
        <w:rPr>
          <w:rFonts w:ascii="Courier New" w:hAnsi="Courier New" w:cs="Courier New"/>
          <w:sz w:val="18"/>
        </w:rPr>
        <w:t>H5_file_image_op_t</w:t>
      </w:r>
      <w:r w:rsidR="003D72B0" w:rsidRPr="003D72B0">
        <w:t>.</w:t>
      </w:r>
      <w:r w:rsidR="003D72B0">
        <w:t xml:space="preserve"> These values indicate the operation being performed on the file image when this callback is invoked. Possible values for </w:t>
      </w:r>
      <w:r w:rsidR="003D72B0" w:rsidRPr="003D72B0">
        <w:rPr>
          <w:rFonts w:ascii="Courier New" w:hAnsi="Courier New" w:cs="Courier New"/>
          <w:sz w:val="18"/>
        </w:rPr>
        <w:t>file_image_op</w:t>
      </w:r>
      <w:r w:rsidR="003D72B0">
        <w:t xml:space="preserve"> are discussed on page </w:t>
      </w:r>
      <w:r w:rsidR="00B84989">
        <w:fldChar w:fldCharType="begin"/>
      </w:r>
      <w:r w:rsidR="003D72B0">
        <w:instrText xml:space="preserve"> PAGEREF file_image_opParameterValues \h </w:instrText>
      </w:r>
      <w:r w:rsidR="00B84989">
        <w:fldChar w:fldCharType="separate"/>
      </w:r>
      <w:r w:rsidR="006D729D">
        <w:rPr>
          <w:noProof/>
        </w:rPr>
        <w:t>15</w:t>
      </w:r>
      <w:r w:rsidR="00B84989">
        <w:fldChar w:fldCharType="end"/>
      </w:r>
      <w:r w:rsidR="003D72B0">
        <w:t>.</w:t>
      </w:r>
    </w:p>
    <w:p w:rsidR="00E827BC" w:rsidRDefault="00E827BC" w:rsidP="00924B5A">
      <w:pPr>
        <w:pStyle w:val="ListParagraph"/>
        <w:numPr>
          <w:ilvl w:val="1"/>
          <w:numId w:val="15"/>
        </w:numPr>
      </w:pPr>
      <w:proofErr w:type="gramStart"/>
      <w:r w:rsidRPr="00C05764">
        <w:rPr>
          <w:rFonts w:ascii="Courier New" w:hAnsi="Courier New" w:cs="Courier New"/>
          <w:sz w:val="18"/>
        </w:rPr>
        <w:t>udata</w:t>
      </w:r>
      <w:proofErr w:type="gramEnd"/>
      <w:r>
        <w:t xml:space="preserve"> </w:t>
      </w:r>
      <w:r w:rsidR="00F6447F">
        <w:t xml:space="preserve">holds </w:t>
      </w:r>
      <w:r>
        <w:t xml:space="preserve">the value passed in for the </w:t>
      </w:r>
      <w:r w:rsidRPr="00C05764">
        <w:rPr>
          <w:rFonts w:ascii="Courier New" w:hAnsi="Courier New" w:cs="Courier New"/>
          <w:sz w:val="18"/>
        </w:rPr>
        <w:t>udata</w:t>
      </w:r>
      <w:r>
        <w:t xml:space="preserve"> parameter to </w:t>
      </w:r>
      <w:r w:rsidRPr="00C05764">
        <w:rPr>
          <w:rFonts w:ascii="Courier New" w:hAnsi="Courier New" w:cs="Courier New"/>
          <w:sz w:val="18"/>
        </w:rPr>
        <w:t>H5Pset_file_image_callbacks</w:t>
      </w:r>
      <w:r>
        <w:t>.</w:t>
      </w:r>
    </w:p>
    <w:p w:rsidR="00E827BC" w:rsidRDefault="00E827BC" w:rsidP="000E1FF8"/>
    <w:p w:rsidR="00E827BC" w:rsidRDefault="00E827BC" w:rsidP="000E1FF8">
      <w:pPr>
        <w:ind w:left="720"/>
      </w:pPr>
      <w:r>
        <w:t xml:space="preserve">Setting </w:t>
      </w:r>
      <w:r w:rsidRPr="00C05764">
        <w:rPr>
          <w:rFonts w:ascii="Courier New" w:hAnsi="Courier New" w:cs="Courier New"/>
          <w:sz w:val="18"/>
        </w:rPr>
        <w:t>image_free</w:t>
      </w:r>
      <w:r>
        <w:t xml:space="preserve"> to NULL indicate</w:t>
      </w:r>
      <w:r w:rsidR="00F6447F">
        <w:t>s</w:t>
      </w:r>
      <w:r>
        <w:t xml:space="preserve"> that the HDF5 </w:t>
      </w:r>
      <w:r w:rsidR="00C05764">
        <w:t xml:space="preserve">Library </w:t>
      </w:r>
      <w:r>
        <w:t xml:space="preserve">should invoke the standard C library </w:t>
      </w:r>
      <w:proofErr w:type="gramStart"/>
      <w:r w:rsidRPr="00C05764">
        <w:rPr>
          <w:rFonts w:ascii="Courier New" w:hAnsi="Courier New" w:cs="Courier New"/>
          <w:sz w:val="18"/>
        </w:rPr>
        <w:t>free(</w:t>
      </w:r>
      <w:proofErr w:type="gramEnd"/>
      <w:r w:rsidRPr="00C05764">
        <w:rPr>
          <w:rFonts w:ascii="Courier New" w:hAnsi="Courier New" w:cs="Courier New"/>
          <w:sz w:val="18"/>
        </w:rPr>
        <w:t xml:space="preserve">) </w:t>
      </w:r>
      <w:r>
        <w:t>routine when releasing file image buffers.</w:t>
      </w:r>
    </w:p>
    <w:p w:rsidR="00E827BC" w:rsidRDefault="00E827BC" w:rsidP="000E1FF8"/>
    <w:p w:rsidR="00E827BC" w:rsidRDefault="00E827BC" w:rsidP="00924B5A">
      <w:pPr>
        <w:pStyle w:val="ListParagraph"/>
        <w:numPr>
          <w:ilvl w:val="0"/>
          <w:numId w:val="15"/>
        </w:numPr>
      </w:pPr>
      <w:proofErr w:type="gramStart"/>
      <w:r w:rsidRPr="00E0407C">
        <w:rPr>
          <w:rFonts w:ascii="Courier New" w:hAnsi="Courier New" w:cs="Courier New"/>
          <w:sz w:val="18"/>
        </w:rPr>
        <w:t>udata_copy</w:t>
      </w:r>
      <w:proofErr w:type="gramEnd"/>
      <w:r>
        <w:t xml:space="preserve"> contain</w:t>
      </w:r>
      <w:r w:rsidR="00F6447F">
        <w:t>s</w:t>
      </w:r>
      <w:r>
        <w:t xml:space="preserve"> a pointer to a function that (from the perspective of HDF5) allocate</w:t>
      </w:r>
      <w:r w:rsidR="00F6447F">
        <w:t>s</w:t>
      </w:r>
      <w:r>
        <w:t xml:space="preserve"> a buffer of suitable size, cop</w:t>
      </w:r>
      <w:r w:rsidR="00F6447F">
        <w:t>ies</w:t>
      </w:r>
      <w:r>
        <w:t xml:space="preserve"> the contents of the supplied </w:t>
      </w:r>
      <w:r w:rsidRPr="000E4B2A">
        <w:rPr>
          <w:rFonts w:ascii="Courier New" w:hAnsi="Courier New" w:cs="Courier New"/>
          <w:sz w:val="18"/>
        </w:rPr>
        <w:t>udata</w:t>
      </w:r>
      <w:r>
        <w:t xml:space="preserve"> into the new buffer, and return</w:t>
      </w:r>
      <w:r w:rsidR="00F6447F">
        <w:t>s</w:t>
      </w:r>
      <w:r>
        <w:t xml:space="preserve"> the address of the new buffer</w:t>
      </w:r>
      <w:r w:rsidR="006564E8">
        <w:t xml:space="preserve">. </w:t>
      </w:r>
      <w:r>
        <w:t>The function return</w:t>
      </w:r>
      <w:r w:rsidR="00F6447F">
        <w:t>s</w:t>
      </w:r>
      <w:r>
        <w:t xml:space="preserve"> NULL on failure</w:t>
      </w:r>
      <w:r w:rsidR="006564E8">
        <w:t xml:space="preserve">. </w:t>
      </w:r>
      <w:r>
        <w:t xml:space="preserve">This function is necessary if a non-NULL </w:t>
      </w:r>
      <w:r w:rsidRPr="000E4B2A">
        <w:rPr>
          <w:rFonts w:ascii="Courier New" w:hAnsi="Courier New" w:cs="Courier New"/>
          <w:sz w:val="18"/>
        </w:rPr>
        <w:t>udata</w:t>
      </w:r>
      <w:r>
        <w:t xml:space="preserve"> parameter is supplied, so that property lists containing the image callbacks can be copied</w:t>
      </w:r>
      <w:r w:rsidR="006564E8">
        <w:t xml:space="preserve">. </w:t>
      </w:r>
      <w:r>
        <w:t xml:space="preserve">If the </w:t>
      </w:r>
      <w:r w:rsidRPr="000E4B2A">
        <w:rPr>
          <w:rFonts w:ascii="Courier New" w:hAnsi="Courier New" w:cs="Courier New"/>
          <w:sz w:val="18"/>
        </w:rPr>
        <w:t>udata</w:t>
      </w:r>
      <w:r>
        <w:t xml:space="preserve"> </w:t>
      </w:r>
      <w:r>
        <w:lastRenderedPageBreak/>
        <w:t xml:space="preserve">parameter (below) is NULL, </w:t>
      </w:r>
      <w:r w:rsidR="00F6447F">
        <w:t xml:space="preserve">then </w:t>
      </w:r>
      <w:r>
        <w:t>this parameter should be NULL as well</w:t>
      </w:r>
      <w:r w:rsidR="006564E8">
        <w:t xml:space="preserve">. </w:t>
      </w:r>
      <w:r>
        <w:t xml:space="preserve">The parameter of the </w:t>
      </w:r>
      <w:r w:rsidRPr="000E4B2A">
        <w:rPr>
          <w:rFonts w:ascii="Courier New" w:hAnsi="Courier New" w:cs="Courier New"/>
          <w:sz w:val="18"/>
        </w:rPr>
        <w:t>udata_copy</w:t>
      </w:r>
      <w:r>
        <w:t xml:space="preserve"> callback is defined as follows:</w:t>
      </w:r>
    </w:p>
    <w:p w:rsidR="00E827BC" w:rsidRDefault="00E827BC" w:rsidP="00924B5A">
      <w:pPr>
        <w:pStyle w:val="ListParagraph"/>
        <w:numPr>
          <w:ilvl w:val="1"/>
          <w:numId w:val="15"/>
        </w:numPr>
      </w:pPr>
      <w:proofErr w:type="gramStart"/>
      <w:r w:rsidRPr="000E4B2A">
        <w:rPr>
          <w:rFonts w:ascii="Courier New" w:hAnsi="Courier New" w:cs="Courier New"/>
          <w:sz w:val="18"/>
        </w:rPr>
        <w:t>udata</w:t>
      </w:r>
      <w:proofErr w:type="gramEnd"/>
      <w:r>
        <w:t xml:space="preserve"> contain</w:t>
      </w:r>
      <w:r w:rsidR="00F6447F">
        <w:t>s</w:t>
      </w:r>
      <w:r>
        <w:t xml:space="preserve"> the pointer to the user data block being copied.</w:t>
      </w:r>
    </w:p>
    <w:p w:rsidR="00C047D8" w:rsidRDefault="00C047D8" w:rsidP="000E1FF8"/>
    <w:p w:rsidR="00E827BC" w:rsidRDefault="00E827BC" w:rsidP="00924B5A">
      <w:pPr>
        <w:pStyle w:val="ListParagraph"/>
        <w:numPr>
          <w:ilvl w:val="0"/>
          <w:numId w:val="15"/>
        </w:numPr>
      </w:pPr>
      <w:proofErr w:type="gramStart"/>
      <w:r w:rsidRPr="000E4B2A">
        <w:rPr>
          <w:rFonts w:ascii="Courier New" w:hAnsi="Courier New" w:cs="Courier New"/>
          <w:sz w:val="18"/>
        </w:rPr>
        <w:t>udata_free</w:t>
      </w:r>
      <w:proofErr w:type="gramEnd"/>
      <w:r>
        <w:t xml:space="preserve"> contain</w:t>
      </w:r>
      <w:r w:rsidR="004E413A">
        <w:t>s</w:t>
      </w:r>
      <w:r>
        <w:t xml:space="preserve"> a pointer to a function that (from the perspective of HDF5) free</w:t>
      </w:r>
      <w:r w:rsidR="004E413A">
        <w:t>s</w:t>
      </w:r>
      <w:r>
        <w:t xml:space="preserve"> a user data block</w:t>
      </w:r>
      <w:r w:rsidR="006564E8">
        <w:t xml:space="preserve">. </w:t>
      </w:r>
      <w:r>
        <w:t xml:space="preserve">This function is necessary if a non-NULL </w:t>
      </w:r>
      <w:r w:rsidRPr="000E4B2A">
        <w:rPr>
          <w:rFonts w:ascii="Courier New" w:hAnsi="Courier New" w:cs="Courier New"/>
          <w:sz w:val="18"/>
        </w:rPr>
        <w:t>udata</w:t>
      </w:r>
      <w:r>
        <w:t xml:space="preserve"> parameter is supplied so that property lists containing image callbacks can be discarded without a memory leak</w:t>
      </w:r>
      <w:r w:rsidR="006564E8">
        <w:t xml:space="preserve">. </w:t>
      </w:r>
      <w:r>
        <w:t xml:space="preserve">If the </w:t>
      </w:r>
      <w:r w:rsidRPr="000E4B2A">
        <w:rPr>
          <w:rFonts w:ascii="Courier New" w:hAnsi="Courier New" w:cs="Courier New"/>
          <w:sz w:val="18"/>
        </w:rPr>
        <w:t>udata</w:t>
      </w:r>
      <w:r w:rsidR="004E413A">
        <w:t xml:space="preserve"> parameter (</w:t>
      </w:r>
      <w:r>
        <w:t>below) is NULL, this parameter should be NULL as well</w:t>
      </w:r>
      <w:r w:rsidR="006564E8">
        <w:t xml:space="preserve">. </w:t>
      </w:r>
      <w:r>
        <w:t xml:space="preserve">The parameter of the </w:t>
      </w:r>
      <w:r w:rsidRPr="000E4B2A">
        <w:rPr>
          <w:rFonts w:ascii="Courier New" w:hAnsi="Courier New" w:cs="Courier New"/>
          <w:sz w:val="18"/>
        </w:rPr>
        <w:t>udata_free</w:t>
      </w:r>
      <w:r>
        <w:t xml:space="preserve"> callback is defined as follows:</w:t>
      </w:r>
    </w:p>
    <w:p w:rsidR="00E827BC" w:rsidRDefault="00E827BC" w:rsidP="00924B5A">
      <w:pPr>
        <w:pStyle w:val="ListParagraph"/>
        <w:numPr>
          <w:ilvl w:val="1"/>
          <w:numId w:val="15"/>
        </w:numPr>
      </w:pPr>
      <w:proofErr w:type="gramStart"/>
      <w:r w:rsidRPr="000E4B2A">
        <w:rPr>
          <w:rFonts w:ascii="Courier New" w:hAnsi="Courier New" w:cs="Courier New"/>
          <w:sz w:val="18"/>
        </w:rPr>
        <w:t>udata</w:t>
      </w:r>
      <w:proofErr w:type="gramEnd"/>
      <w:r>
        <w:t xml:space="preserve"> contain</w:t>
      </w:r>
      <w:r w:rsidR="004E413A">
        <w:t>s</w:t>
      </w:r>
      <w:r>
        <w:t xml:space="preserve"> the pointer to the user data block to be freed.</w:t>
      </w:r>
    </w:p>
    <w:p w:rsidR="00C047D8" w:rsidRDefault="00C047D8" w:rsidP="000E1FF8"/>
    <w:p w:rsidR="00E827BC" w:rsidRDefault="00E827BC" w:rsidP="000E1FF8">
      <w:pPr>
        <w:ind w:left="720"/>
      </w:pPr>
      <w:proofErr w:type="gramStart"/>
      <w:r w:rsidRPr="000E4B2A">
        <w:rPr>
          <w:rFonts w:ascii="Courier New" w:hAnsi="Courier New" w:cs="Courier New"/>
          <w:sz w:val="18"/>
        </w:rPr>
        <w:t>udata_free</w:t>
      </w:r>
      <w:proofErr w:type="gramEnd"/>
      <w:r>
        <w:t xml:space="preserve"> return</w:t>
      </w:r>
      <w:r w:rsidR="004E413A">
        <w:t>s</w:t>
      </w:r>
      <w:r>
        <w:t xml:space="preserve"> 0 (SUCCEED) on success and -1 (FAIL) on failure.</w:t>
      </w:r>
    </w:p>
    <w:p w:rsidR="00C047D8" w:rsidRDefault="00C047D8" w:rsidP="000E1FF8"/>
    <w:p w:rsidR="00E827BC" w:rsidRDefault="00E827BC" w:rsidP="00924B5A">
      <w:pPr>
        <w:pStyle w:val="ListParagraph"/>
        <w:numPr>
          <w:ilvl w:val="0"/>
          <w:numId w:val="16"/>
        </w:numPr>
      </w:pPr>
      <w:proofErr w:type="gramStart"/>
      <w:r w:rsidRPr="000E4B2A">
        <w:rPr>
          <w:rFonts w:ascii="Courier New" w:hAnsi="Courier New" w:cs="Courier New"/>
          <w:sz w:val="18"/>
        </w:rPr>
        <w:t>udata</w:t>
      </w:r>
      <w:proofErr w:type="gramEnd"/>
      <w:r>
        <w:t xml:space="preserve"> contain</w:t>
      </w:r>
      <w:r w:rsidR="004E413A">
        <w:t>s</w:t>
      </w:r>
      <w:r>
        <w:t xml:space="preserve"> a pointer value, potentially to user-defined data, that will be passed to the </w:t>
      </w:r>
      <w:r w:rsidR="00D6452E">
        <w:rPr>
          <w:rFonts w:ascii="Courier New" w:hAnsi="Courier New" w:cs="Courier New"/>
          <w:sz w:val="18"/>
        </w:rPr>
        <w:t>image_malloc</w:t>
      </w:r>
      <w:r w:rsidRPr="004E413A">
        <w:t xml:space="preserve">, </w:t>
      </w:r>
      <w:r w:rsidRPr="000E4B2A">
        <w:rPr>
          <w:rFonts w:ascii="Courier New" w:hAnsi="Courier New" w:cs="Courier New"/>
          <w:sz w:val="18"/>
        </w:rPr>
        <w:t>image_memcpy</w:t>
      </w:r>
      <w:r w:rsidRPr="004E413A">
        <w:t xml:space="preserve">, </w:t>
      </w:r>
      <w:r w:rsidRPr="000E4B2A">
        <w:rPr>
          <w:rFonts w:ascii="Courier New" w:hAnsi="Courier New" w:cs="Courier New"/>
          <w:sz w:val="18"/>
        </w:rPr>
        <w:t>image_realloc</w:t>
      </w:r>
      <w:r w:rsidRPr="004E413A">
        <w:t xml:space="preserve">, and </w:t>
      </w:r>
      <w:r w:rsidRPr="000E4B2A">
        <w:rPr>
          <w:rFonts w:ascii="Courier New" w:hAnsi="Courier New" w:cs="Courier New"/>
          <w:sz w:val="18"/>
        </w:rPr>
        <w:t>image_free</w:t>
      </w:r>
      <w:r>
        <w:t xml:space="preserve"> callbacks.</w:t>
      </w:r>
    </w:p>
    <w:p w:rsidR="00C047D8" w:rsidRDefault="00C047D8" w:rsidP="000E1FF8"/>
    <w:p w:rsidR="00E827BC" w:rsidRDefault="00E827BC" w:rsidP="000E1FF8">
      <w:r>
        <w:t xml:space="preserve">The semantics of the values that can be set for the </w:t>
      </w:r>
      <w:r w:rsidRPr="000E4B2A">
        <w:rPr>
          <w:rFonts w:ascii="Courier New" w:hAnsi="Courier New" w:cs="Courier New"/>
          <w:sz w:val="18"/>
        </w:rPr>
        <w:t>fi</w:t>
      </w:r>
      <w:bookmarkStart w:id="14" w:name="file_image_opParameterValues"/>
      <w:bookmarkEnd w:id="14"/>
      <w:r w:rsidRPr="000E4B2A">
        <w:rPr>
          <w:rFonts w:ascii="Courier New" w:hAnsi="Courier New" w:cs="Courier New"/>
          <w:sz w:val="18"/>
        </w:rPr>
        <w:t>le_image_op</w:t>
      </w:r>
      <w:r>
        <w:t xml:space="preserve"> parameter to the above callbacks are de</w:t>
      </w:r>
      <w:r w:rsidR="00A27194">
        <w:t>scribed in the table below</w:t>
      </w:r>
      <w:r>
        <w:t>:</w:t>
      </w:r>
    </w:p>
    <w:p w:rsidR="00C047D8" w:rsidRDefault="00C047D8" w:rsidP="000E1FF8"/>
    <w:tbl>
      <w:tblPr>
        <w:tblStyle w:val="TableGrid"/>
        <w:tblW w:w="8889" w:type="dxa"/>
        <w:jc w:val="center"/>
        <w:tblInd w:w="1278"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290"/>
        <w:gridCol w:w="4599"/>
      </w:tblGrid>
      <w:tr w:rsidR="00A27194" w:rsidRPr="00137C51">
        <w:trPr>
          <w:tblHeader/>
          <w:jc w:val="center"/>
        </w:trPr>
        <w:tc>
          <w:tcPr>
            <w:tcW w:w="8889" w:type="dxa"/>
            <w:gridSpan w:val="2"/>
          </w:tcPr>
          <w:p w:rsidR="00A27194" w:rsidRPr="00137C51" w:rsidRDefault="00A27194" w:rsidP="00A27194">
            <w:pPr>
              <w:pStyle w:val="NormalTable"/>
            </w:pPr>
            <w:r>
              <w:t xml:space="preserve">Table 2. Values for the </w:t>
            </w:r>
            <w:r w:rsidRPr="00A27194">
              <w:rPr>
                <w:rFonts w:ascii="Courier New" w:hAnsi="Courier New" w:cs="Courier New"/>
                <w:sz w:val="18"/>
              </w:rPr>
              <w:t>file_image_op</w:t>
            </w:r>
            <w:r>
              <w:t xml:space="preserve"> parameter</w:t>
            </w:r>
          </w:p>
        </w:tc>
      </w:tr>
      <w:tr w:rsidR="00A27194" w:rsidRPr="00137C51">
        <w:trPr>
          <w:tblHeader/>
          <w:jc w:val="center"/>
        </w:trPr>
        <w:tc>
          <w:tcPr>
            <w:tcW w:w="4290" w:type="dxa"/>
          </w:tcPr>
          <w:p w:rsidR="00A27194" w:rsidRPr="00137C51" w:rsidRDefault="00A27194" w:rsidP="0047588B">
            <w:pPr>
              <w:pStyle w:val="NormalTable"/>
            </w:pPr>
            <w:r>
              <w:t>Value</w:t>
            </w:r>
          </w:p>
        </w:tc>
        <w:tc>
          <w:tcPr>
            <w:tcW w:w="4599" w:type="dxa"/>
          </w:tcPr>
          <w:p w:rsidR="00A27194" w:rsidRPr="00137C51" w:rsidRDefault="00A27194" w:rsidP="0047588B">
            <w:pPr>
              <w:pStyle w:val="NormalTable"/>
            </w:pPr>
            <w:r>
              <w:t>Comments</w:t>
            </w:r>
          </w:p>
        </w:tc>
      </w:tr>
      <w:tr w:rsidR="00A27194" w:rsidRPr="007625C5">
        <w:trPr>
          <w:jc w:val="center"/>
        </w:trPr>
        <w:tc>
          <w:tcPr>
            <w:tcW w:w="4290" w:type="dxa"/>
          </w:tcPr>
          <w:p w:rsidR="00A27194" w:rsidRPr="00A27194" w:rsidRDefault="00A27194" w:rsidP="00A27194">
            <w:pPr>
              <w:pStyle w:val="PlainText"/>
              <w:rPr>
                <w:b/>
              </w:rPr>
            </w:pPr>
            <w:r w:rsidRPr="00A27194">
              <w:t>H5_FILE_IMAGE_OP_PROPERTY_LIST_SET</w:t>
            </w:r>
          </w:p>
        </w:tc>
        <w:tc>
          <w:tcPr>
            <w:tcW w:w="4599" w:type="dxa"/>
          </w:tcPr>
          <w:p w:rsidR="00A27194" w:rsidRPr="00A27194" w:rsidRDefault="00A27194" w:rsidP="00A27194">
            <w:r>
              <w:t xml:space="preserve">This value is passed to the </w:t>
            </w:r>
            <w:r w:rsidRPr="000E4B2A">
              <w:rPr>
                <w:rFonts w:ascii="Courier New" w:hAnsi="Courier New" w:cs="Courier New"/>
                <w:sz w:val="18"/>
              </w:rPr>
              <w:t>image_malloc</w:t>
            </w:r>
            <w:r>
              <w:t xml:space="preserve"> and </w:t>
            </w:r>
            <w:r w:rsidRPr="000E4B2A">
              <w:rPr>
                <w:rFonts w:ascii="Courier New" w:hAnsi="Courier New" w:cs="Courier New"/>
                <w:sz w:val="18"/>
              </w:rPr>
              <w:t>image_memcpy</w:t>
            </w:r>
            <w:r>
              <w:t xml:space="preserve"> callbacks when an image buffer is being copied while being set in a FAPL.</w:t>
            </w:r>
          </w:p>
        </w:tc>
      </w:tr>
      <w:tr w:rsidR="00A27194" w:rsidRPr="007625C5">
        <w:trPr>
          <w:jc w:val="center"/>
        </w:trPr>
        <w:tc>
          <w:tcPr>
            <w:tcW w:w="4290" w:type="dxa"/>
          </w:tcPr>
          <w:p w:rsidR="00A27194" w:rsidRPr="007625C5" w:rsidRDefault="00A27194" w:rsidP="00A27194">
            <w:pPr>
              <w:pStyle w:val="PlainText"/>
              <w:rPr>
                <w:b/>
              </w:rPr>
            </w:pPr>
            <w:r w:rsidRPr="00D8155C">
              <w:t>H5_FILE_IMAGE_OP_PROPERTY_LIST_COPY</w:t>
            </w:r>
          </w:p>
        </w:tc>
        <w:tc>
          <w:tcPr>
            <w:tcW w:w="4599" w:type="dxa"/>
          </w:tcPr>
          <w:p w:rsidR="00A27194" w:rsidRPr="007625C5" w:rsidRDefault="00A27194" w:rsidP="00A27194">
            <w:pPr>
              <w:rPr>
                <w:b/>
              </w:rPr>
            </w:pPr>
            <w:r>
              <w:t xml:space="preserve">This value is passed to the </w:t>
            </w:r>
            <w:r w:rsidRPr="00D8155C">
              <w:rPr>
                <w:rFonts w:ascii="Courier New" w:hAnsi="Courier New" w:cs="Courier New"/>
                <w:sz w:val="18"/>
              </w:rPr>
              <w:t>image_malloc</w:t>
            </w:r>
            <w:r>
              <w:t xml:space="preserve"> and </w:t>
            </w:r>
            <w:r w:rsidRPr="00D8155C">
              <w:rPr>
                <w:rFonts w:ascii="Courier New" w:hAnsi="Courier New" w:cs="Courier New"/>
                <w:sz w:val="18"/>
              </w:rPr>
              <w:t>image_memcpy</w:t>
            </w:r>
            <w:r>
              <w:t xml:space="preserve"> callbacks when an image buffer is being copied when a FAPL is copied.</w:t>
            </w:r>
          </w:p>
        </w:tc>
      </w:tr>
      <w:tr w:rsidR="00A27194" w:rsidRPr="008D1E44">
        <w:trPr>
          <w:jc w:val="center"/>
        </w:trPr>
        <w:tc>
          <w:tcPr>
            <w:tcW w:w="4290" w:type="dxa"/>
          </w:tcPr>
          <w:p w:rsidR="00A27194" w:rsidRPr="007625C5" w:rsidRDefault="00A27194" w:rsidP="00A27194">
            <w:pPr>
              <w:pStyle w:val="PlainText"/>
              <w:rPr>
                <w:b/>
              </w:rPr>
            </w:pPr>
            <w:r w:rsidRPr="00D8155C">
              <w:t>H5_FILE_IMAGE_OP_PROPERTY_LIST_GET</w:t>
            </w:r>
          </w:p>
        </w:tc>
        <w:tc>
          <w:tcPr>
            <w:tcW w:w="4599" w:type="dxa"/>
          </w:tcPr>
          <w:p w:rsidR="00A27194" w:rsidRPr="00A27194" w:rsidRDefault="00A27194" w:rsidP="00A27194">
            <w:r>
              <w:t xml:space="preserve">This value is passed to the </w:t>
            </w:r>
            <w:r w:rsidRPr="00D8155C">
              <w:rPr>
                <w:rFonts w:ascii="Courier New" w:hAnsi="Courier New" w:cs="Courier New"/>
                <w:sz w:val="18"/>
              </w:rPr>
              <w:t>image_malloc</w:t>
            </w:r>
            <w:r>
              <w:t xml:space="preserve"> and </w:t>
            </w:r>
            <w:r w:rsidRPr="00D8155C">
              <w:rPr>
                <w:rFonts w:ascii="Courier New" w:hAnsi="Courier New" w:cs="Courier New"/>
                <w:sz w:val="18"/>
              </w:rPr>
              <w:t>image_memcpy</w:t>
            </w:r>
            <w:r>
              <w:t xml:space="preserve"> callbacks when an image buffer is being copied while being retrieved from a FAPL.</w:t>
            </w:r>
          </w:p>
        </w:tc>
      </w:tr>
      <w:tr w:rsidR="00A27194" w:rsidRPr="008D1E44">
        <w:trPr>
          <w:jc w:val="center"/>
        </w:trPr>
        <w:tc>
          <w:tcPr>
            <w:tcW w:w="4290" w:type="dxa"/>
          </w:tcPr>
          <w:p w:rsidR="00A27194" w:rsidRPr="007625C5" w:rsidRDefault="00A27194" w:rsidP="00A27194">
            <w:pPr>
              <w:pStyle w:val="PlainText"/>
              <w:rPr>
                <w:b/>
              </w:rPr>
            </w:pPr>
            <w:r w:rsidRPr="00D8155C">
              <w:t>H5_FILE_IMAGE_OP_PROPERTY_LIST_CLOSE</w:t>
            </w:r>
          </w:p>
        </w:tc>
        <w:tc>
          <w:tcPr>
            <w:tcW w:w="4599" w:type="dxa"/>
          </w:tcPr>
          <w:p w:rsidR="00A27194" w:rsidRPr="00A27194" w:rsidRDefault="00A27194" w:rsidP="00923080">
            <w:r>
              <w:t xml:space="preserve">This value is passed to the </w:t>
            </w:r>
            <w:r w:rsidRPr="00D8155C">
              <w:rPr>
                <w:rFonts w:ascii="Courier New" w:hAnsi="Courier New" w:cs="Courier New"/>
                <w:sz w:val="18"/>
              </w:rPr>
              <w:t>image_free</w:t>
            </w:r>
            <w:r>
              <w:t xml:space="preserve"> callback when an image buffer is being released during a FAPL close operation.</w:t>
            </w:r>
            <w:r w:rsidR="00923080">
              <w:t xml:space="preserve"> </w:t>
            </w:r>
          </w:p>
        </w:tc>
      </w:tr>
      <w:tr w:rsidR="00A27194" w:rsidRPr="008D1E44">
        <w:trPr>
          <w:jc w:val="center"/>
        </w:trPr>
        <w:tc>
          <w:tcPr>
            <w:tcW w:w="4290" w:type="dxa"/>
          </w:tcPr>
          <w:p w:rsidR="00A27194" w:rsidRPr="00A27194" w:rsidRDefault="00A27194" w:rsidP="00A27194">
            <w:pPr>
              <w:pStyle w:val="PlainText"/>
            </w:pPr>
            <w:r w:rsidRPr="00D8155C">
              <w:t>H5_FILE_IMAGE_OP_FILE_OPEN</w:t>
            </w:r>
            <w:r>
              <w:t xml:space="preserve"> </w:t>
            </w:r>
          </w:p>
        </w:tc>
        <w:tc>
          <w:tcPr>
            <w:tcW w:w="4599" w:type="dxa"/>
          </w:tcPr>
          <w:p w:rsidR="00A27194" w:rsidRPr="00A27194" w:rsidRDefault="00A27194" w:rsidP="00A27194">
            <w:r>
              <w:t xml:space="preserve">This value is passed to the </w:t>
            </w:r>
            <w:r w:rsidRPr="00D8155C">
              <w:rPr>
                <w:rFonts w:ascii="Courier New" w:hAnsi="Courier New" w:cs="Courier New"/>
                <w:sz w:val="18"/>
              </w:rPr>
              <w:t>image_malloc</w:t>
            </w:r>
            <w:r>
              <w:t xml:space="preserve"> and </w:t>
            </w:r>
            <w:r w:rsidRPr="00D8155C">
              <w:rPr>
                <w:rFonts w:ascii="Courier New" w:hAnsi="Courier New" w:cs="Courier New"/>
                <w:sz w:val="18"/>
              </w:rPr>
              <w:t>image_memcpy</w:t>
            </w:r>
            <w:r>
              <w:t xml:space="preserve"> callbacks when an image buffer is copied during a file open operation. While the image being opened will typically be copied from a FAPL, this need not always </w:t>
            </w:r>
            <w:proofErr w:type="gramStart"/>
            <w:r>
              <w:t>be</w:t>
            </w:r>
            <w:proofErr w:type="gramEnd"/>
            <w:r>
              <w:t xml:space="preserve"> the case. An example of an exception is when the Core file driver takes its initial image from a file.</w:t>
            </w:r>
          </w:p>
        </w:tc>
      </w:tr>
      <w:tr w:rsidR="00A27194" w:rsidRPr="008D1E44">
        <w:trPr>
          <w:jc w:val="center"/>
        </w:trPr>
        <w:tc>
          <w:tcPr>
            <w:tcW w:w="4290" w:type="dxa"/>
          </w:tcPr>
          <w:p w:rsidR="00A27194" w:rsidRPr="00A27194" w:rsidRDefault="00A27194" w:rsidP="00A27194">
            <w:pPr>
              <w:pStyle w:val="PlainText"/>
            </w:pPr>
            <w:r w:rsidRPr="00D8155C">
              <w:t>H5_FILE_IMAGE_OP_FILE_RESIZE</w:t>
            </w:r>
          </w:p>
        </w:tc>
        <w:tc>
          <w:tcPr>
            <w:tcW w:w="4599" w:type="dxa"/>
          </w:tcPr>
          <w:p w:rsidR="00A27194" w:rsidRPr="00A27194" w:rsidRDefault="00A27194" w:rsidP="00A27194">
            <w:r>
              <w:t xml:space="preserve">This value is passed to the </w:t>
            </w:r>
            <w:r w:rsidRPr="00D8155C">
              <w:rPr>
                <w:rFonts w:ascii="Courier New" w:hAnsi="Courier New" w:cs="Courier New"/>
                <w:sz w:val="18"/>
              </w:rPr>
              <w:t>image_realloc</w:t>
            </w:r>
            <w:r>
              <w:t xml:space="preserve"> callback when a file driver needs to resize an image buffer.</w:t>
            </w:r>
          </w:p>
        </w:tc>
      </w:tr>
      <w:tr w:rsidR="00A27194" w:rsidRPr="008D1E44">
        <w:trPr>
          <w:jc w:val="center"/>
        </w:trPr>
        <w:tc>
          <w:tcPr>
            <w:tcW w:w="4290" w:type="dxa"/>
          </w:tcPr>
          <w:p w:rsidR="00A27194" w:rsidRPr="00A27194" w:rsidRDefault="00A27194" w:rsidP="00A27194">
            <w:pPr>
              <w:pStyle w:val="PlainText"/>
            </w:pPr>
            <w:r w:rsidRPr="00D8155C">
              <w:t>H5_FILE_IMAGE_OP_FILE_CLOSE</w:t>
            </w:r>
          </w:p>
        </w:tc>
        <w:tc>
          <w:tcPr>
            <w:tcW w:w="4599" w:type="dxa"/>
          </w:tcPr>
          <w:p w:rsidR="00A27194" w:rsidRPr="00A27194" w:rsidRDefault="00A27194" w:rsidP="00923080">
            <w:r>
              <w:t xml:space="preserve">This value is passed to the </w:t>
            </w:r>
            <w:r w:rsidRPr="00D8155C">
              <w:rPr>
                <w:rFonts w:ascii="Courier New" w:hAnsi="Courier New" w:cs="Courier New"/>
                <w:sz w:val="18"/>
              </w:rPr>
              <w:t>image_free</w:t>
            </w:r>
            <w:r>
              <w:t xml:space="preserve"> callback when an image buffer is being released during a file close operation.</w:t>
            </w:r>
            <w:r w:rsidR="00923080">
              <w:t xml:space="preserve"> </w:t>
            </w:r>
          </w:p>
        </w:tc>
      </w:tr>
    </w:tbl>
    <w:p w:rsidR="00A27194" w:rsidRDefault="00A27194" w:rsidP="000E1FF8"/>
    <w:p w:rsidR="00E827BC" w:rsidRDefault="00E827BC" w:rsidP="000E1FF8">
      <w:r>
        <w:lastRenderedPageBreak/>
        <w:t xml:space="preserve">In closing our discussion of </w:t>
      </w:r>
      <w:r w:rsidRPr="00D8155C">
        <w:rPr>
          <w:rFonts w:ascii="Courier New" w:hAnsi="Courier New" w:cs="Courier New"/>
          <w:sz w:val="18"/>
        </w:rPr>
        <w:t>H5Pset_file_image_</w:t>
      </w:r>
      <w:proofErr w:type="gramStart"/>
      <w:r w:rsidRPr="00D8155C">
        <w:rPr>
          <w:rFonts w:ascii="Courier New" w:hAnsi="Courier New" w:cs="Courier New"/>
          <w:sz w:val="18"/>
        </w:rPr>
        <w:t>callbacks(</w:t>
      </w:r>
      <w:proofErr w:type="gramEnd"/>
      <w:r w:rsidRPr="00D8155C">
        <w:rPr>
          <w:rFonts w:ascii="Courier New" w:hAnsi="Courier New" w:cs="Courier New"/>
          <w:sz w:val="18"/>
        </w:rPr>
        <w:t>)</w:t>
      </w:r>
      <w:r>
        <w:t xml:space="preserve">, we note the interaction between this call and the </w:t>
      </w:r>
      <w:r w:rsidRPr="00D8155C">
        <w:rPr>
          <w:rFonts w:ascii="Courier New" w:hAnsi="Courier New" w:cs="Courier New"/>
          <w:sz w:val="18"/>
        </w:rPr>
        <w:t xml:space="preserve">H5Pget/set_file_image() </w:t>
      </w:r>
      <w:r>
        <w:t xml:space="preserve">calls above: since the </w:t>
      </w:r>
      <w:r w:rsidRPr="00D8155C">
        <w:rPr>
          <w:rFonts w:ascii="Courier New" w:hAnsi="Courier New" w:cs="Courier New"/>
          <w:sz w:val="18"/>
        </w:rPr>
        <w:t>malloc</w:t>
      </w:r>
      <w:r w:rsidR="00D8155C">
        <w:t xml:space="preserve">, </w:t>
      </w:r>
      <w:r w:rsidRPr="00D8155C">
        <w:rPr>
          <w:rFonts w:ascii="Courier New" w:hAnsi="Courier New" w:cs="Courier New"/>
          <w:sz w:val="18"/>
        </w:rPr>
        <w:t>memcpy</w:t>
      </w:r>
      <w:r>
        <w:t xml:space="preserve">, and </w:t>
      </w:r>
      <w:r w:rsidRPr="00D8155C">
        <w:rPr>
          <w:rFonts w:ascii="Courier New" w:hAnsi="Courier New" w:cs="Courier New"/>
          <w:sz w:val="18"/>
        </w:rPr>
        <w:t>free</w:t>
      </w:r>
      <w:r>
        <w:t xml:space="preserve"> callbacks defined in the instance of </w:t>
      </w:r>
      <w:r w:rsidRPr="00D8155C">
        <w:rPr>
          <w:rFonts w:ascii="Courier New" w:hAnsi="Courier New" w:cs="Courier New"/>
          <w:sz w:val="18"/>
        </w:rPr>
        <w:t xml:space="preserve">H5_file_image_callbacks_t </w:t>
      </w:r>
      <w:r>
        <w:t xml:space="preserve">are used by </w:t>
      </w:r>
      <w:r w:rsidRPr="00D8155C">
        <w:rPr>
          <w:rFonts w:ascii="Courier New" w:hAnsi="Courier New" w:cs="Courier New"/>
          <w:sz w:val="18"/>
        </w:rPr>
        <w:t>H5Pget/set_file_image()</w:t>
      </w:r>
      <w:r>
        <w:t xml:space="preserve">, </w:t>
      </w:r>
      <w:r w:rsidRPr="00D8155C">
        <w:rPr>
          <w:rFonts w:ascii="Courier New" w:hAnsi="Courier New" w:cs="Courier New"/>
          <w:sz w:val="18"/>
        </w:rPr>
        <w:t>H5Pset_file_image_callbacks()</w:t>
      </w:r>
      <w:r>
        <w:t xml:space="preserve"> will fail if a file image is already set in the target property list. </w:t>
      </w:r>
    </w:p>
    <w:p w:rsidR="001E0173" w:rsidRDefault="001E0173" w:rsidP="000E1FF8"/>
    <w:p w:rsidR="007B1532" w:rsidRDefault="001E0173" w:rsidP="000E1FF8">
      <w:r>
        <w:t xml:space="preserve">For more information on writing the file image to disk, set the </w:t>
      </w:r>
      <w:r w:rsidRPr="001E0173">
        <w:rPr>
          <w:rFonts w:ascii="Courier New" w:hAnsi="Courier New" w:cs="Courier New"/>
          <w:sz w:val="18"/>
        </w:rPr>
        <w:t>backing_store</w:t>
      </w:r>
      <w:r>
        <w:t xml:space="preserve"> parameter. See the </w:t>
      </w:r>
      <w:r w:rsidRPr="001E0173">
        <w:rPr>
          <w:rFonts w:ascii="Courier New" w:hAnsi="Courier New" w:cs="Courier New"/>
          <w:sz w:val="18"/>
        </w:rPr>
        <w:t>H5Pset_fapl_core</w:t>
      </w:r>
      <w:r>
        <w:t xml:space="preserve"> entry in the </w:t>
      </w:r>
      <w:r w:rsidRPr="001E0173">
        <w:rPr>
          <w:i/>
        </w:rPr>
        <w:t>HDF5 Reference Manual</w:t>
      </w:r>
      <w:r>
        <w:t>.</w:t>
      </w:r>
    </w:p>
    <w:p w:rsidR="001E0173" w:rsidRDefault="001E0173" w:rsidP="000E1FF8"/>
    <w:p w:rsidR="001E0173" w:rsidRDefault="001E0173" w:rsidP="000E1FF8"/>
    <w:p w:rsidR="001B6294" w:rsidRDefault="001B6294" w:rsidP="000E1FF8"/>
    <w:p w:rsidR="00E827BC" w:rsidRPr="009D7B4C" w:rsidRDefault="00E827BC" w:rsidP="000E1FF8">
      <w:pPr>
        <w:pStyle w:val="Heading3"/>
      </w:pPr>
      <w:bookmarkStart w:id="15" w:name="_Toc318962989"/>
      <w:r w:rsidRPr="009D7B4C">
        <w:t>H5Pg</w:t>
      </w:r>
      <w:bookmarkStart w:id="16" w:name="H5Pget_file_image_callbacks"/>
      <w:bookmarkEnd w:id="16"/>
      <w:r w:rsidRPr="009D7B4C">
        <w:t>et_file_image_callbacks</w:t>
      </w:r>
      <w:bookmarkEnd w:id="15"/>
      <w:r w:rsidR="001976E1" w:rsidRPr="009D7B4C">
        <w:t xml:space="preserve"> </w:t>
      </w:r>
    </w:p>
    <w:p w:rsidR="00E827BC" w:rsidRDefault="00E827BC" w:rsidP="000E1FF8">
      <w:r>
        <w:t xml:space="preserve">The </w:t>
      </w:r>
      <w:r w:rsidRPr="00E529CF">
        <w:rPr>
          <w:rFonts w:ascii="Courier New" w:hAnsi="Courier New" w:cs="Courier New"/>
          <w:sz w:val="18"/>
        </w:rPr>
        <w:t>H5Pget_file_image_callbacks</w:t>
      </w:r>
      <w:r>
        <w:t xml:space="preserve"> routine is designed to obtain the current file image callbacks from a file access property list.</w:t>
      </w:r>
    </w:p>
    <w:p w:rsidR="00C047D8" w:rsidRDefault="00C047D8" w:rsidP="000E1FF8"/>
    <w:p w:rsidR="00E827BC" w:rsidRDefault="00E827BC" w:rsidP="000E1FF8">
      <w:r>
        <w:t xml:space="preserve">The signature of </w:t>
      </w:r>
      <w:r w:rsidRPr="00823CD4">
        <w:rPr>
          <w:rFonts w:ascii="Courier New" w:hAnsi="Courier New" w:cs="Courier New"/>
          <w:sz w:val="18"/>
        </w:rPr>
        <w:t>H5Pget_file_image_</w:t>
      </w:r>
      <w:proofErr w:type="gramStart"/>
      <w:r w:rsidRPr="00823CD4">
        <w:rPr>
          <w:rFonts w:ascii="Courier New" w:hAnsi="Courier New" w:cs="Courier New"/>
          <w:sz w:val="18"/>
        </w:rPr>
        <w:t>callbacks(</w:t>
      </w:r>
      <w:proofErr w:type="gramEnd"/>
      <w:r w:rsidRPr="00823CD4">
        <w:rPr>
          <w:rFonts w:ascii="Courier New" w:hAnsi="Courier New" w:cs="Courier New"/>
          <w:sz w:val="18"/>
        </w:rPr>
        <w:t>)</w:t>
      </w:r>
      <w:r>
        <w:t xml:space="preserve"> is defined as follows</w:t>
      </w:r>
      <w:r w:rsidR="00C047D8">
        <w:t>:</w:t>
      </w:r>
    </w:p>
    <w:p w:rsidR="00C047D8" w:rsidRDefault="00C047D8" w:rsidP="000E1FF8"/>
    <w:p w:rsidR="00E827BC" w:rsidRDefault="00E827BC" w:rsidP="000E1FF8">
      <w:pPr>
        <w:pStyle w:val="PlainText"/>
      </w:pPr>
      <w:r>
        <w:t>herr_t H5Pget_file_image_</w:t>
      </w:r>
      <w:proofErr w:type="gramStart"/>
      <w:r>
        <w:t>callbacks(</w:t>
      </w:r>
      <w:proofErr w:type="gramEnd"/>
      <w:r>
        <w:t>hid_t fapl_id,</w:t>
      </w:r>
    </w:p>
    <w:p w:rsidR="00E827BC" w:rsidRDefault="00E827BC" w:rsidP="000E1FF8">
      <w:pPr>
        <w:pStyle w:val="PlainText"/>
      </w:pPr>
      <w:r>
        <w:t xml:space="preserve">                                   H5_file_image_callbacks_t *callbacks_ptr)</w:t>
      </w:r>
    </w:p>
    <w:p w:rsidR="00E827BC" w:rsidRDefault="00E827BC" w:rsidP="000E1FF8"/>
    <w:p w:rsidR="00E827BC" w:rsidRDefault="00E827BC" w:rsidP="000E1FF8">
      <w:r>
        <w:t xml:space="preserve">The parameters of </w:t>
      </w:r>
      <w:r w:rsidRPr="00823CD4">
        <w:rPr>
          <w:rFonts w:ascii="Courier New" w:hAnsi="Courier New" w:cs="Courier New"/>
          <w:sz w:val="18"/>
        </w:rPr>
        <w:t>H5Pget_file_image_callbacks</w:t>
      </w:r>
      <w:r>
        <w:t xml:space="preserve"> are defined as follows:</w:t>
      </w:r>
    </w:p>
    <w:p w:rsidR="00C047D8" w:rsidRDefault="00C047D8" w:rsidP="000E1FF8"/>
    <w:p w:rsidR="00E827BC" w:rsidRDefault="00E827BC" w:rsidP="00924B5A">
      <w:pPr>
        <w:pStyle w:val="ListParagraph"/>
        <w:numPr>
          <w:ilvl w:val="0"/>
          <w:numId w:val="17"/>
        </w:numPr>
      </w:pPr>
      <w:proofErr w:type="gramStart"/>
      <w:r w:rsidRPr="0077258A">
        <w:rPr>
          <w:rFonts w:ascii="Courier New" w:hAnsi="Courier New" w:cs="Courier New"/>
          <w:sz w:val="18"/>
        </w:rPr>
        <w:t>fapl_id</w:t>
      </w:r>
      <w:proofErr w:type="gramEnd"/>
      <w:r>
        <w:t xml:space="preserve"> contain</w:t>
      </w:r>
      <w:r w:rsidR="009D7B4C">
        <w:t>s</w:t>
      </w:r>
      <w:r>
        <w:t xml:space="preserve"> the ID of the target file access property list.</w:t>
      </w:r>
    </w:p>
    <w:p w:rsidR="00E827BC" w:rsidRDefault="00E827BC" w:rsidP="00924B5A">
      <w:pPr>
        <w:pStyle w:val="ListParagraph"/>
        <w:numPr>
          <w:ilvl w:val="0"/>
          <w:numId w:val="17"/>
        </w:numPr>
      </w:pPr>
      <w:proofErr w:type="gramStart"/>
      <w:r w:rsidRPr="0077258A">
        <w:rPr>
          <w:rFonts w:ascii="Courier New" w:hAnsi="Courier New" w:cs="Courier New"/>
          <w:sz w:val="18"/>
        </w:rPr>
        <w:t>callbacks_ptr</w:t>
      </w:r>
      <w:proofErr w:type="gramEnd"/>
      <w:r w:rsidRPr="0077258A">
        <w:rPr>
          <w:rFonts w:ascii="Courier New" w:hAnsi="Courier New" w:cs="Courier New"/>
          <w:sz w:val="18"/>
        </w:rPr>
        <w:t xml:space="preserve"> </w:t>
      </w:r>
      <w:r>
        <w:t>contain</w:t>
      </w:r>
      <w:r w:rsidR="009D7B4C">
        <w:t>s</w:t>
      </w:r>
      <w:r>
        <w:t xml:space="preserve"> a pointer to an instance of the </w:t>
      </w:r>
      <w:r w:rsidRPr="0077258A">
        <w:rPr>
          <w:rFonts w:ascii="Courier New" w:hAnsi="Courier New" w:cs="Courier New"/>
          <w:sz w:val="18"/>
        </w:rPr>
        <w:t>H5_file_image_callbacks_t</w:t>
      </w:r>
      <w:r>
        <w:t xml:space="preserve"> structure</w:t>
      </w:r>
      <w:r w:rsidR="006564E8">
        <w:t xml:space="preserve">. </w:t>
      </w:r>
      <w:r>
        <w:t>All fields should be initialized to NULL.</w:t>
      </w:r>
      <w:r w:rsidR="00861CB0">
        <w:t xml:space="preserve"> See the “H5Pset_file_image_callbacks” section on page </w:t>
      </w:r>
      <w:r w:rsidR="00B84989">
        <w:fldChar w:fldCharType="begin"/>
      </w:r>
      <w:r w:rsidR="00861CB0">
        <w:instrText xml:space="preserve"> PAGEREF H5Pset_file_image_callbacks \h </w:instrText>
      </w:r>
      <w:r w:rsidR="00B84989">
        <w:fldChar w:fldCharType="separate"/>
      </w:r>
      <w:r w:rsidR="006D729D">
        <w:rPr>
          <w:noProof/>
        </w:rPr>
        <w:t>13</w:t>
      </w:r>
      <w:r w:rsidR="00B84989">
        <w:fldChar w:fldCharType="end"/>
      </w:r>
      <w:r w:rsidR="00861CB0">
        <w:t xml:space="preserve"> for more information on the </w:t>
      </w:r>
      <w:r w:rsidR="00861CB0" w:rsidRPr="00861CB0">
        <w:rPr>
          <w:rFonts w:ascii="Courier New" w:hAnsi="Courier New" w:cs="Courier New"/>
          <w:sz w:val="18"/>
        </w:rPr>
        <w:t>H5_file_image_callbacks_t</w:t>
      </w:r>
      <w:r w:rsidR="00861CB0">
        <w:t xml:space="preserve"> structure.</w:t>
      </w:r>
    </w:p>
    <w:p w:rsidR="00C047D8" w:rsidRDefault="00C047D8" w:rsidP="000E1FF8"/>
    <w:p w:rsidR="00E827BC" w:rsidRDefault="00E827BC" w:rsidP="000E1FF8">
      <w:r>
        <w:t xml:space="preserve">Upon successful return, the fields of </w:t>
      </w:r>
      <w:r w:rsidRPr="0077258A">
        <w:rPr>
          <w:rFonts w:ascii="Courier New" w:hAnsi="Courier New" w:cs="Courier New"/>
          <w:sz w:val="18"/>
        </w:rPr>
        <w:t>*callbacks_ptr</w:t>
      </w:r>
      <w:r>
        <w:t xml:space="preserve"> shall contain values as defined below:</w:t>
      </w:r>
    </w:p>
    <w:p w:rsidR="00C047D8" w:rsidRDefault="00C047D8" w:rsidP="000E1FF8"/>
    <w:p w:rsidR="00E827BC" w:rsidRPr="00651570" w:rsidRDefault="00E827BC" w:rsidP="00924B5A">
      <w:pPr>
        <w:pStyle w:val="ListParagraph"/>
        <w:numPr>
          <w:ilvl w:val="0"/>
          <w:numId w:val="18"/>
        </w:numPr>
      </w:pPr>
      <w:r w:rsidRPr="00651570">
        <w:t xml:space="preserve">Upon successful return, </w:t>
      </w:r>
      <w:r w:rsidRPr="00651570">
        <w:rPr>
          <w:rFonts w:ascii="Courier New" w:hAnsi="Courier New" w:cs="Courier New"/>
          <w:sz w:val="18"/>
        </w:rPr>
        <w:t>callbacks_ptr-&gt;image_malloc</w:t>
      </w:r>
      <w:r w:rsidRPr="00651570">
        <w:t xml:space="preserve"> </w:t>
      </w:r>
      <w:r w:rsidR="009D7B4C" w:rsidRPr="00651570">
        <w:t xml:space="preserve">will </w:t>
      </w:r>
      <w:r w:rsidRPr="00651570">
        <w:t xml:space="preserve">contain the pointer passed as the </w:t>
      </w:r>
      <w:r w:rsidRPr="00651570">
        <w:rPr>
          <w:rFonts w:ascii="Courier New" w:hAnsi="Courier New" w:cs="Courier New"/>
          <w:sz w:val="18"/>
        </w:rPr>
        <w:t>image_malloc</w:t>
      </w:r>
      <w:r w:rsidRPr="00651570">
        <w:t xml:space="preserve"> field of the instance of </w:t>
      </w:r>
      <w:r w:rsidRPr="00651570">
        <w:rPr>
          <w:rFonts w:ascii="Courier New" w:hAnsi="Courier New" w:cs="Courier New"/>
          <w:sz w:val="18"/>
        </w:rPr>
        <w:t>H5_file_image_callbacks_t</w:t>
      </w:r>
      <w:r w:rsidRPr="00651570">
        <w:t xml:space="preserve"> pointed to by the </w:t>
      </w:r>
      <w:r w:rsidRPr="00651570">
        <w:rPr>
          <w:rFonts w:ascii="Courier New" w:hAnsi="Courier New" w:cs="Courier New"/>
          <w:sz w:val="18"/>
        </w:rPr>
        <w:t>callbacks_ptr</w:t>
      </w:r>
      <w:r w:rsidRPr="00651570">
        <w:t xml:space="preserve"> parameter of the last call to </w:t>
      </w:r>
      <w:r w:rsidRPr="00651570">
        <w:rPr>
          <w:rFonts w:ascii="Courier New" w:hAnsi="Courier New" w:cs="Courier New"/>
          <w:sz w:val="18"/>
        </w:rPr>
        <w:t>H5Pset_file_image_callbacks()</w:t>
      </w:r>
      <w:r w:rsidRPr="00651570">
        <w:t xml:space="preserve"> for the specified FAPL, or NULL if there has been no such call.</w:t>
      </w:r>
    </w:p>
    <w:p w:rsidR="00E827BC" w:rsidRPr="00651570" w:rsidRDefault="00E827BC" w:rsidP="00924B5A">
      <w:pPr>
        <w:pStyle w:val="ListParagraph"/>
        <w:numPr>
          <w:ilvl w:val="0"/>
          <w:numId w:val="18"/>
        </w:numPr>
      </w:pPr>
      <w:r w:rsidRPr="00651570">
        <w:t xml:space="preserve">Upon successful return, </w:t>
      </w:r>
      <w:r w:rsidRPr="00651570">
        <w:rPr>
          <w:rFonts w:ascii="Courier New" w:hAnsi="Courier New" w:cs="Courier New"/>
          <w:sz w:val="18"/>
        </w:rPr>
        <w:t>callbacks_ptr-&gt;image_memcpy</w:t>
      </w:r>
      <w:r w:rsidRPr="00651570">
        <w:t xml:space="preserve"> </w:t>
      </w:r>
      <w:r w:rsidR="00622721">
        <w:t>will contain</w:t>
      </w:r>
      <w:r w:rsidRPr="00651570">
        <w:t xml:space="preserve"> the pointer passed as the </w:t>
      </w:r>
      <w:r w:rsidRPr="00651570">
        <w:rPr>
          <w:rFonts w:ascii="Courier New" w:hAnsi="Courier New" w:cs="Courier New"/>
          <w:sz w:val="18"/>
        </w:rPr>
        <w:t>image_memcpy</w:t>
      </w:r>
      <w:r w:rsidRPr="00651570">
        <w:t xml:space="preserve"> field of the instance of </w:t>
      </w:r>
      <w:r w:rsidRPr="00651570">
        <w:rPr>
          <w:rFonts w:ascii="Courier New" w:hAnsi="Courier New" w:cs="Courier New"/>
          <w:sz w:val="18"/>
        </w:rPr>
        <w:t>H5_file_image_callbacks_t</w:t>
      </w:r>
      <w:r w:rsidRPr="00651570">
        <w:t xml:space="preserve"> pointed to by the </w:t>
      </w:r>
      <w:r w:rsidRPr="00651570">
        <w:rPr>
          <w:rFonts w:ascii="Courier New" w:hAnsi="Courier New" w:cs="Courier New"/>
          <w:sz w:val="18"/>
        </w:rPr>
        <w:t xml:space="preserve">callbacks_ptr </w:t>
      </w:r>
      <w:r w:rsidRPr="00651570">
        <w:t xml:space="preserve">parameter of the last call to </w:t>
      </w:r>
      <w:r w:rsidRPr="00651570">
        <w:rPr>
          <w:rFonts w:ascii="Courier New" w:hAnsi="Courier New" w:cs="Courier New"/>
          <w:sz w:val="18"/>
        </w:rPr>
        <w:t>H5Pset_file_image_callbacks()</w:t>
      </w:r>
      <w:r w:rsidRPr="00651570">
        <w:t xml:space="preserve"> for the specified FAPL, or NULL if there has been no such call.</w:t>
      </w:r>
    </w:p>
    <w:p w:rsidR="00E827BC" w:rsidRPr="00651570" w:rsidRDefault="00E827BC" w:rsidP="00924B5A">
      <w:pPr>
        <w:pStyle w:val="ListParagraph"/>
        <w:numPr>
          <w:ilvl w:val="0"/>
          <w:numId w:val="18"/>
        </w:numPr>
      </w:pPr>
      <w:r w:rsidRPr="00651570">
        <w:t xml:space="preserve">Upon successful return, </w:t>
      </w:r>
      <w:r w:rsidRPr="00651570">
        <w:rPr>
          <w:rFonts w:ascii="Courier New" w:hAnsi="Courier New" w:cs="Courier New"/>
          <w:sz w:val="18"/>
        </w:rPr>
        <w:t>callbacks_ptr-&gt;image_realloc</w:t>
      </w:r>
      <w:r w:rsidRPr="00651570">
        <w:t xml:space="preserve"> </w:t>
      </w:r>
      <w:r w:rsidR="00622721">
        <w:t>will contain</w:t>
      </w:r>
      <w:r w:rsidRPr="00651570">
        <w:t xml:space="preserve"> the pointer passed as the </w:t>
      </w:r>
      <w:r w:rsidRPr="00651570">
        <w:rPr>
          <w:rFonts w:ascii="Courier New" w:hAnsi="Courier New" w:cs="Courier New"/>
          <w:sz w:val="18"/>
        </w:rPr>
        <w:t>image_realloc</w:t>
      </w:r>
      <w:r w:rsidRPr="00651570">
        <w:t xml:space="preserve"> field of the instance of </w:t>
      </w:r>
      <w:r w:rsidRPr="00651570">
        <w:rPr>
          <w:rFonts w:ascii="Courier New" w:hAnsi="Courier New" w:cs="Courier New"/>
          <w:sz w:val="18"/>
        </w:rPr>
        <w:t>H5_file_image_callbacks_t</w:t>
      </w:r>
      <w:r w:rsidRPr="00651570">
        <w:t xml:space="preserve"> pointed to by the </w:t>
      </w:r>
      <w:r w:rsidRPr="00651570">
        <w:rPr>
          <w:rFonts w:ascii="Courier New" w:hAnsi="Courier New" w:cs="Courier New"/>
          <w:sz w:val="18"/>
        </w:rPr>
        <w:t>callbacks_ptr</w:t>
      </w:r>
      <w:r w:rsidRPr="00651570">
        <w:t xml:space="preserve"> parameter of the last call to </w:t>
      </w:r>
      <w:r w:rsidRPr="00651570">
        <w:rPr>
          <w:rFonts w:ascii="Courier New" w:hAnsi="Courier New" w:cs="Courier New"/>
          <w:sz w:val="18"/>
        </w:rPr>
        <w:t>H5Pset_file_image_callbacks()</w:t>
      </w:r>
      <w:r w:rsidRPr="00651570">
        <w:t xml:space="preserve"> for the specified FAPL, or NULL if there has been no such call.</w:t>
      </w:r>
    </w:p>
    <w:p w:rsidR="00E827BC" w:rsidRPr="00651570" w:rsidRDefault="00E827BC" w:rsidP="00924B5A">
      <w:pPr>
        <w:pStyle w:val="ListParagraph"/>
        <w:numPr>
          <w:ilvl w:val="0"/>
          <w:numId w:val="18"/>
        </w:numPr>
      </w:pPr>
      <w:r w:rsidRPr="00651570">
        <w:t xml:space="preserve">Upon successful return, </w:t>
      </w:r>
      <w:r w:rsidRPr="00651570">
        <w:rPr>
          <w:rFonts w:ascii="Courier New" w:hAnsi="Courier New" w:cs="Courier New"/>
          <w:sz w:val="18"/>
        </w:rPr>
        <w:t>callbacks_ptr-&gt;image_free_ptr</w:t>
      </w:r>
      <w:r w:rsidRPr="00651570">
        <w:t xml:space="preserve"> </w:t>
      </w:r>
      <w:r w:rsidR="00622721">
        <w:t>will contain</w:t>
      </w:r>
      <w:r w:rsidRPr="00651570">
        <w:t xml:space="preserve"> the pointer passed as the </w:t>
      </w:r>
      <w:r w:rsidRPr="00651570">
        <w:rPr>
          <w:rFonts w:ascii="Courier New" w:hAnsi="Courier New" w:cs="Courier New"/>
          <w:sz w:val="18"/>
        </w:rPr>
        <w:t>image_free</w:t>
      </w:r>
      <w:r w:rsidRPr="00651570">
        <w:t xml:space="preserve"> field of the instance of </w:t>
      </w:r>
      <w:r w:rsidRPr="00651570">
        <w:rPr>
          <w:rFonts w:ascii="Courier New" w:hAnsi="Courier New" w:cs="Courier New"/>
          <w:sz w:val="18"/>
        </w:rPr>
        <w:t>H5_file_image_callbacks_t</w:t>
      </w:r>
      <w:r w:rsidRPr="00651570">
        <w:t xml:space="preserve"> pointed to by the </w:t>
      </w:r>
      <w:r w:rsidRPr="00651570">
        <w:rPr>
          <w:rFonts w:ascii="Courier New" w:hAnsi="Courier New" w:cs="Courier New"/>
          <w:sz w:val="18"/>
        </w:rPr>
        <w:t>callbacks_ptr</w:t>
      </w:r>
      <w:r w:rsidRPr="00651570">
        <w:t xml:space="preserve"> parameter of the last call to </w:t>
      </w:r>
      <w:r w:rsidRPr="00651570">
        <w:rPr>
          <w:rFonts w:ascii="Courier New" w:hAnsi="Courier New" w:cs="Courier New"/>
          <w:sz w:val="18"/>
        </w:rPr>
        <w:t>H5Pset_file_image_callbacks()</w:t>
      </w:r>
      <w:r w:rsidRPr="00651570">
        <w:t xml:space="preserve"> for the specified FAPL, or NULL if there has been no such call.</w:t>
      </w:r>
    </w:p>
    <w:p w:rsidR="00E827BC" w:rsidRPr="00651570" w:rsidRDefault="00E827BC" w:rsidP="00924B5A">
      <w:pPr>
        <w:pStyle w:val="ListParagraph"/>
        <w:numPr>
          <w:ilvl w:val="0"/>
          <w:numId w:val="18"/>
        </w:numPr>
      </w:pPr>
      <w:r w:rsidRPr="00651570">
        <w:t xml:space="preserve">Upon successful return, </w:t>
      </w:r>
      <w:r w:rsidRPr="00651570">
        <w:rPr>
          <w:rFonts w:ascii="Courier New" w:hAnsi="Courier New" w:cs="Courier New"/>
          <w:sz w:val="18"/>
        </w:rPr>
        <w:t>callbacks_ptr-&gt;udata_copy</w:t>
      </w:r>
      <w:r w:rsidRPr="00651570">
        <w:t xml:space="preserve"> </w:t>
      </w:r>
      <w:r w:rsidR="00622721">
        <w:t>will contain</w:t>
      </w:r>
      <w:r w:rsidRPr="00651570">
        <w:t xml:space="preserve"> the pointer passed as the </w:t>
      </w:r>
      <w:r w:rsidRPr="00651570">
        <w:rPr>
          <w:rFonts w:ascii="Courier New" w:hAnsi="Courier New" w:cs="Courier New"/>
          <w:sz w:val="18"/>
        </w:rPr>
        <w:t>udata_copy</w:t>
      </w:r>
      <w:r w:rsidRPr="00651570">
        <w:t xml:space="preserve"> field of the instance of </w:t>
      </w:r>
      <w:r w:rsidRPr="00651570">
        <w:rPr>
          <w:rFonts w:ascii="Courier New" w:hAnsi="Courier New" w:cs="Courier New"/>
          <w:sz w:val="18"/>
        </w:rPr>
        <w:t>H5_file_image_callbacks_t</w:t>
      </w:r>
      <w:r w:rsidRPr="00651570">
        <w:t xml:space="preserve"> pointed to by the </w:t>
      </w:r>
      <w:r w:rsidRPr="00651570">
        <w:rPr>
          <w:rFonts w:ascii="Courier New" w:hAnsi="Courier New" w:cs="Courier New"/>
          <w:sz w:val="18"/>
        </w:rPr>
        <w:t>callbacks_ptr</w:t>
      </w:r>
      <w:r w:rsidRPr="00651570">
        <w:t xml:space="preserve"> parameter of the last call to </w:t>
      </w:r>
      <w:r w:rsidRPr="00651570">
        <w:rPr>
          <w:rFonts w:ascii="Courier New" w:hAnsi="Courier New" w:cs="Courier New"/>
          <w:sz w:val="18"/>
        </w:rPr>
        <w:t>H5Pset_file_image_callbacks()</w:t>
      </w:r>
      <w:r w:rsidRPr="00651570">
        <w:t xml:space="preserve"> for the specified FAPL, or NULL if there has been no such call.</w:t>
      </w:r>
    </w:p>
    <w:p w:rsidR="00E827BC" w:rsidRPr="00651570" w:rsidRDefault="00E827BC" w:rsidP="00924B5A">
      <w:pPr>
        <w:pStyle w:val="ListParagraph"/>
        <w:numPr>
          <w:ilvl w:val="0"/>
          <w:numId w:val="18"/>
        </w:numPr>
      </w:pPr>
      <w:r w:rsidRPr="00651570">
        <w:lastRenderedPageBreak/>
        <w:t xml:space="preserve">Upon successful return, </w:t>
      </w:r>
      <w:r w:rsidRPr="00651570">
        <w:rPr>
          <w:rFonts w:ascii="Courier New" w:hAnsi="Courier New" w:cs="Courier New"/>
          <w:sz w:val="18"/>
        </w:rPr>
        <w:t>callbacks_ptr-&gt;udata_free</w:t>
      </w:r>
      <w:r w:rsidRPr="00651570">
        <w:t xml:space="preserve"> </w:t>
      </w:r>
      <w:r w:rsidR="00622721">
        <w:t>will contain</w:t>
      </w:r>
      <w:r w:rsidRPr="00651570">
        <w:t xml:space="preserve"> the pointer passed as the </w:t>
      </w:r>
      <w:r w:rsidRPr="00651570">
        <w:rPr>
          <w:rFonts w:ascii="Courier New" w:hAnsi="Courier New" w:cs="Courier New"/>
          <w:sz w:val="18"/>
        </w:rPr>
        <w:t>udata_free</w:t>
      </w:r>
      <w:r w:rsidRPr="00651570">
        <w:t xml:space="preserve"> field of the instance of </w:t>
      </w:r>
      <w:r w:rsidRPr="00651570">
        <w:rPr>
          <w:rFonts w:ascii="Courier New" w:hAnsi="Courier New" w:cs="Courier New"/>
          <w:sz w:val="18"/>
        </w:rPr>
        <w:t>H5_file_image_callbacks_t</w:t>
      </w:r>
      <w:r w:rsidRPr="00651570">
        <w:t xml:space="preserve"> pointed to by the </w:t>
      </w:r>
      <w:r w:rsidRPr="00651570">
        <w:rPr>
          <w:rFonts w:ascii="Courier New" w:hAnsi="Courier New" w:cs="Courier New"/>
          <w:sz w:val="18"/>
        </w:rPr>
        <w:t>callbacks_ptr</w:t>
      </w:r>
      <w:r w:rsidRPr="00651570">
        <w:t xml:space="preserve"> parameter of the last call to </w:t>
      </w:r>
      <w:r w:rsidRPr="00651570">
        <w:rPr>
          <w:rFonts w:ascii="Courier New" w:hAnsi="Courier New" w:cs="Courier New"/>
          <w:sz w:val="18"/>
        </w:rPr>
        <w:t>H5Pset_file_image_callbacks()</w:t>
      </w:r>
      <w:r w:rsidRPr="00651570">
        <w:t xml:space="preserve"> for the specified FAPL, or NULL if there has been no such call.</w:t>
      </w:r>
    </w:p>
    <w:p w:rsidR="00E827BC" w:rsidRPr="00651570" w:rsidRDefault="00E827BC" w:rsidP="00924B5A">
      <w:pPr>
        <w:pStyle w:val="ListParagraph"/>
        <w:numPr>
          <w:ilvl w:val="0"/>
          <w:numId w:val="18"/>
        </w:numPr>
      </w:pPr>
      <w:r w:rsidRPr="00651570">
        <w:t xml:space="preserve">Upon successful return, </w:t>
      </w:r>
      <w:r w:rsidRPr="00651570">
        <w:rPr>
          <w:rFonts w:ascii="Courier New" w:hAnsi="Courier New" w:cs="Courier New"/>
          <w:sz w:val="18"/>
        </w:rPr>
        <w:t>callbacks_ptr-&gt;udata</w:t>
      </w:r>
      <w:r w:rsidRPr="00651570">
        <w:t xml:space="preserve"> </w:t>
      </w:r>
      <w:r w:rsidR="00622721">
        <w:t xml:space="preserve">will </w:t>
      </w:r>
      <w:r w:rsidRPr="00651570">
        <w:t xml:space="preserve">contain the pointer passed as the </w:t>
      </w:r>
      <w:r w:rsidRPr="00651570">
        <w:rPr>
          <w:rFonts w:ascii="Courier New" w:hAnsi="Courier New" w:cs="Courier New"/>
          <w:sz w:val="18"/>
        </w:rPr>
        <w:t>udata</w:t>
      </w:r>
      <w:r w:rsidRPr="00651570">
        <w:t xml:space="preserve"> field of the instance of </w:t>
      </w:r>
      <w:r w:rsidRPr="00651570">
        <w:rPr>
          <w:rFonts w:ascii="Courier New" w:hAnsi="Courier New" w:cs="Courier New"/>
          <w:sz w:val="18"/>
        </w:rPr>
        <w:t>H5_file_image_callbacks_t</w:t>
      </w:r>
      <w:r w:rsidRPr="00651570">
        <w:t xml:space="preserve"> pointed to by the </w:t>
      </w:r>
      <w:r w:rsidRPr="00651570">
        <w:rPr>
          <w:rFonts w:ascii="Courier New" w:hAnsi="Courier New" w:cs="Courier New"/>
          <w:sz w:val="18"/>
        </w:rPr>
        <w:t>callbacks_ptr</w:t>
      </w:r>
      <w:r w:rsidRPr="00651570">
        <w:t xml:space="preserve"> parameter of the last call to </w:t>
      </w:r>
      <w:r w:rsidRPr="00651570">
        <w:rPr>
          <w:rFonts w:ascii="Courier New" w:hAnsi="Courier New" w:cs="Courier New"/>
          <w:sz w:val="18"/>
        </w:rPr>
        <w:t>H5Pset_file_image_callbacks()</w:t>
      </w:r>
      <w:r w:rsidRPr="00651570">
        <w:t xml:space="preserve"> for the specified FAPL, or NULL if there has been no such call.</w:t>
      </w:r>
    </w:p>
    <w:p w:rsidR="00E827BC" w:rsidRDefault="00E827BC" w:rsidP="000E1FF8"/>
    <w:p w:rsidR="00C047D8" w:rsidRDefault="00C047D8" w:rsidP="000E1FF8"/>
    <w:p w:rsidR="00C047D8" w:rsidRDefault="00C047D8" w:rsidP="000E1FF8"/>
    <w:p w:rsidR="00E827BC" w:rsidRDefault="00E827BC" w:rsidP="000E1FF8">
      <w:pPr>
        <w:pStyle w:val="Heading3"/>
      </w:pPr>
      <w:bookmarkStart w:id="17" w:name="_Toc318962990"/>
      <w:r>
        <w:t>Vir</w:t>
      </w:r>
      <w:bookmarkStart w:id="18" w:name="VirtualFileDriverFeatureFlags"/>
      <w:bookmarkEnd w:id="18"/>
      <w:r>
        <w:t>tual File Driver Feature Flags</w:t>
      </w:r>
      <w:bookmarkEnd w:id="17"/>
    </w:p>
    <w:p w:rsidR="00E827BC" w:rsidRDefault="00E827BC" w:rsidP="000E1FF8">
      <w:r>
        <w:t xml:space="preserve">Implementation of the </w:t>
      </w:r>
      <w:r w:rsidRPr="002C2935">
        <w:rPr>
          <w:rFonts w:ascii="Courier New" w:hAnsi="Courier New" w:cs="Courier New"/>
          <w:sz w:val="18"/>
        </w:rPr>
        <w:t>H5Pget/set_file_image_</w:t>
      </w:r>
      <w:proofErr w:type="gramStart"/>
      <w:r w:rsidRPr="002C2935">
        <w:rPr>
          <w:rFonts w:ascii="Courier New" w:hAnsi="Courier New" w:cs="Courier New"/>
          <w:sz w:val="18"/>
        </w:rPr>
        <w:t>callbacks(</w:t>
      </w:r>
      <w:proofErr w:type="gramEnd"/>
      <w:r w:rsidRPr="002C2935">
        <w:rPr>
          <w:rFonts w:ascii="Courier New" w:hAnsi="Courier New" w:cs="Courier New"/>
          <w:sz w:val="18"/>
        </w:rPr>
        <w:t>)</w:t>
      </w:r>
      <w:r>
        <w:t xml:space="preserve"> and </w:t>
      </w:r>
      <w:r w:rsidRPr="002C2935">
        <w:rPr>
          <w:rFonts w:ascii="Courier New" w:hAnsi="Courier New" w:cs="Courier New"/>
          <w:sz w:val="18"/>
        </w:rPr>
        <w:t>H5Pget/set_file_image()</w:t>
      </w:r>
      <w:r>
        <w:t xml:space="preserve"> </w:t>
      </w:r>
      <w:r w:rsidR="00AA341C">
        <w:t xml:space="preserve">function calls </w:t>
      </w:r>
      <w:r>
        <w:t xml:space="preserve">requires a pair of </w:t>
      </w:r>
      <w:r w:rsidR="00AA341C">
        <w:t xml:space="preserve">virtual file driver </w:t>
      </w:r>
      <w:r>
        <w:t>feature flags</w:t>
      </w:r>
      <w:r w:rsidR="006564E8">
        <w:t xml:space="preserve">. </w:t>
      </w:r>
      <w:r w:rsidR="0073648D">
        <w:t xml:space="preserve">The flags are </w:t>
      </w:r>
      <w:r w:rsidR="0073648D" w:rsidRPr="002C2935">
        <w:rPr>
          <w:rFonts w:ascii="Courier New" w:hAnsi="Courier New" w:cs="Courier New"/>
          <w:sz w:val="18"/>
        </w:rPr>
        <w:t>H5FD_FEAT_ALLOW_FILE_IMAGE</w:t>
      </w:r>
      <w:r w:rsidR="0073648D">
        <w:t xml:space="preserve"> and </w:t>
      </w:r>
      <w:r w:rsidR="0073648D" w:rsidRPr="00775B35">
        <w:rPr>
          <w:rFonts w:ascii="Courier New" w:hAnsi="Courier New" w:cs="Courier New"/>
          <w:sz w:val="18"/>
        </w:rPr>
        <w:t>H5FD_FEAT_CAN_USE_FILE_IMAGE_CALLBACKS</w:t>
      </w:r>
      <w:r w:rsidR="0073648D">
        <w:t xml:space="preserve">. </w:t>
      </w:r>
      <w:r>
        <w:t xml:space="preserve">Both of these </w:t>
      </w:r>
      <w:r w:rsidR="002C2935">
        <w:t xml:space="preserve">are </w:t>
      </w:r>
      <w:r w:rsidR="00C047D8">
        <w:t>defined in H5FDpublic.h.</w:t>
      </w:r>
    </w:p>
    <w:p w:rsidR="00C047D8" w:rsidRDefault="00C047D8" w:rsidP="000E1FF8"/>
    <w:p w:rsidR="00E827BC" w:rsidRDefault="00E827BC" w:rsidP="000E1FF8">
      <w:r>
        <w:t xml:space="preserve">The first </w:t>
      </w:r>
      <w:r w:rsidR="0073648D">
        <w:t>flag</w:t>
      </w:r>
      <w:r>
        <w:t xml:space="preserve">, </w:t>
      </w:r>
      <w:r w:rsidRPr="002C2935">
        <w:rPr>
          <w:rFonts w:ascii="Courier New" w:hAnsi="Courier New" w:cs="Courier New"/>
          <w:sz w:val="18"/>
        </w:rPr>
        <w:t>H5FD_FEAT_ALLOW_FILE_IMAGE</w:t>
      </w:r>
      <w:r>
        <w:t>, allow</w:t>
      </w:r>
      <w:r w:rsidR="00AA341C">
        <w:t>s</w:t>
      </w:r>
      <w:r>
        <w:t xml:space="preserve"> a file driver to indicate whether or not it supports file images. A VFD that sets th</w:t>
      </w:r>
      <w:r w:rsidR="0073648D">
        <w:t xml:space="preserve">is </w:t>
      </w:r>
      <w:r>
        <w:t>flag when its ‘query’ callback is invoked indicates that the file image set in the FAPL will be used as th</w:t>
      </w:r>
      <w:r w:rsidR="00C047D8">
        <w:t>e initial contents of a file.</w:t>
      </w:r>
      <w:r w:rsidR="0073648D">
        <w:t xml:space="preserve"> </w:t>
      </w:r>
      <w:r w:rsidR="00C047D8" w:rsidRPr="00C047D8">
        <w:t xml:space="preserve">Support for setting an initial file image is designed primarily for use with the </w:t>
      </w:r>
      <w:r w:rsidR="00D53013" w:rsidRPr="00C047D8">
        <w:t xml:space="preserve">Core </w:t>
      </w:r>
      <w:r w:rsidR="00C047D8" w:rsidRPr="00C047D8">
        <w:t>VFD</w:t>
      </w:r>
      <w:r w:rsidR="006564E8">
        <w:t xml:space="preserve">. </w:t>
      </w:r>
      <w:r w:rsidR="00C047D8" w:rsidRPr="00C047D8">
        <w:t>However, any VFD can indicate support for this feature by setting the flag and copying the image in an appropriate way for the VFD (possibly by writing the image to a file</w:t>
      </w:r>
      <w:r w:rsidR="0073648D">
        <w:t xml:space="preserve"> and then opening the file</w:t>
      </w:r>
      <w:r w:rsidR="00C047D8" w:rsidRPr="00C047D8">
        <w:t>).</w:t>
      </w:r>
      <w:r w:rsidR="00C047D8">
        <w:t xml:space="preserve"> </w:t>
      </w:r>
      <w:r>
        <w:t>However, such a VFD need not employ the file image after file open time</w:t>
      </w:r>
      <w:r w:rsidR="00775B35">
        <w:t>.</w:t>
      </w:r>
      <w:r>
        <w:t xml:space="preserve"> In such cases, the VFD will not make an in</w:t>
      </w:r>
      <w:r w:rsidR="00BE1A29">
        <w:t>-</w:t>
      </w:r>
      <w:r>
        <w:t>memory copy of the file image and will not employ the file image callbacks.</w:t>
      </w:r>
    </w:p>
    <w:p w:rsidR="00C047D8" w:rsidRDefault="00C047D8" w:rsidP="000E1FF8"/>
    <w:p w:rsidR="00E827BC" w:rsidRDefault="0073648D" w:rsidP="000E1FF8">
      <w:r>
        <w:t xml:space="preserve">File </w:t>
      </w:r>
      <w:r w:rsidR="00E827BC">
        <w:t xml:space="preserve">drivers that maintain a copy of the file in memory (only the </w:t>
      </w:r>
      <w:r w:rsidR="00805591">
        <w:t>Core file driver</w:t>
      </w:r>
      <w:r w:rsidR="00E827BC">
        <w:t xml:space="preserve"> at present) can be constructed to use the initial image callbacks (if defined)</w:t>
      </w:r>
      <w:r w:rsidR="006564E8">
        <w:t xml:space="preserve">. </w:t>
      </w:r>
      <w:r w:rsidR="00E827BC">
        <w:t xml:space="preserve">Those that do must set the </w:t>
      </w:r>
      <w:r w:rsidR="00E827BC" w:rsidRPr="00775B35">
        <w:rPr>
          <w:rFonts w:ascii="Courier New" w:hAnsi="Courier New" w:cs="Courier New"/>
          <w:sz w:val="18"/>
        </w:rPr>
        <w:t>H5FD_FEAT_CAN_USE_FILE_IMAGE_CALLBACKS</w:t>
      </w:r>
      <w:r w:rsidR="00E827BC">
        <w:t xml:space="preserve"> flag</w:t>
      </w:r>
      <w:r>
        <w:t>, the second flag,</w:t>
      </w:r>
      <w:r w:rsidR="00E827BC">
        <w:t xml:space="preserve"> when their ‘query’ callbacks are invoked</w:t>
      </w:r>
      <w:r w:rsidR="006564E8">
        <w:t xml:space="preserve">. </w:t>
      </w:r>
    </w:p>
    <w:p w:rsidR="00C047D8" w:rsidRDefault="00C047D8" w:rsidP="000E1FF8"/>
    <w:p w:rsidR="00E827BC" w:rsidRDefault="00E827BC" w:rsidP="000E1FF8">
      <w:r>
        <w:t xml:space="preserve">Thus file drivers that set the </w:t>
      </w:r>
      <w:r w:rsidRPr="00775B35">
        <w:rPr>
          <w:rFonts w:ascii="Courier New" w:hAnsi="Courier New" w:cs="Courier New"/>
          <w:sz w:val="18"/>
        </w:rPr>
        <w:t>H5FD_FEAT_ALLOW_FILE_IMAGE</w:t>
      </w:r>
      <w:r>
        <w:t xml:space="preserve"> flag but not the </w:t>
      </w:r>
      <w:r w:rsidRPr="00775B35">
        <w:rPr>
          <w:rFonts w:ascii="Courier New" w:hAnsi="Courier New" w:cs="Courier New"/>
          <w:sz w:val="18"/>
        </w:rPr>
        <w:t>H5FD_FEAT_CAN_USE_FILE_IMAGE_CALLBACKS</w:t>
      </w:r>
      <w:r>
        <w:t xml:space="preserve"> flag may read the supplied image from the property list (if present) and use it to initialize the contents of the file</w:t>
      </w:r>
      <w:r w:rsidR="006564E8">
        <w:t xml:space="preserve">. </w:t>
      </w:r>
      <w:r>
        <w:t xml:space="preserve">However, they will not discard the image when done, nor will they make any use of any file image callbacks (if defined). </w:t>
      </w:r>
    </w:p>
    <w:p w:rsidR="00C047D8" w:rsidRDefault="00C047D8" w:rsidP="000E1FF8"/>
    <w:p w:rsidR="00E827BC" w:rsidRDefault="00E827BC" w:rsidP="000E1FF8">
      <w:r>
        <w:t>If an initial file image appears in a file allocation property list that is used in a</w:t>
      </w:r>
      <w:r w:rsidR="00775B35">
        <w:t>n</w:t>
      </w:r>
      <w:r>
        <w:t xml:space="preserve"> </w:t>
      </w:r>
      <w:proofErr w:type="gramStart"/>
      <w:r w:rsidRPr="00775B35">
        <w:rPr>
          <w:rFonts w:ascii="Courier New" w:hAnsi="Courier New" w:cs="Courier New"/>
          <w:sz w:val="18"/>
        </w:rPr>
        <w:t>H5Fopen(</w:t>
      </w:r>
      <w:proofErr w:type="gramEnd"/>
      <w:r w:rsidRPr="00775B35">
        <w:rPr>
          <w:rFonts w:ascii="Courier New" w:hAnsi="Courier New" w:cs="Courier New"/>
          <w:sz w:val="18"/>
        </w:rPr>
        <w:t>)</w:t>
      </w:r>
      <w:r w:rsidR="00775B35">
        <w:t xml:space="preserve"> call</w:t>
      </w:r>
      <w:r>
        <w:t xml:space="preserve">, and </w:t>
      </w:r>
      <w:r w:rsidR="00775B35">
        <w:t xml:space="preserve">if </w:t>
      </w:r>
      <w:r>
        <w:t xml:space="preserve">the underlying file driver does not set the </w:t>
      </w:r>
      <w:r w:rsidRPr="00775B35">
        <w:rPr>
          <w:rFonts w:ascii="Courier New" w:hAnsi="Courier New" w:cs="Courier New"/>
          <w:sz w:val="18"/>
        </w:rPr>
        <w:t>H5FD_FEAT_ALLOW_FILE_IMAGE</w:t>
      </w:r>
      <w:r>
        <w:t xml:space="preserve"> flag, </w:t>
      </w:r>
      <w:r w:rsidR="00775B35">
        <w:t xml:space="preserve">then </w:t>
      </w:r>
      <w:r>
        <w:t>the open will fail.</w:t>
      </w:r>
    </w:p>
    <w:p w:rsidR="00C047D8" w:rsidRDefault="00C047D8" w:rsidP="000E1FF8"/>
    <w:p w:rsidR="00E827BC" w:rsidRDefault="00E827BC" w:rsidP="000E1FF8">
      <w:r>
        <w:t xml:space="preserve">If a driver sets both the </w:t>
      </w:r>
      <w:r w:rsidRPr="00775B35">
        <w:rPr>
          <w:rFonts w:ascii="Courier New" w:hAnsi="Courier New" w:cs="Courier New"/>
          <w:sz w:val="18"/>
        </w:rPr>
        <w:t>H5FD_FEAT_ALLOW_FILE_IMAGE</w:t>
      </w:r>
      <w:r>
        <w:t xml:space="preserve"> flag and the </w:t>
      </w:r>
      <w:r w:rsidRPr="00775B35">
        <w:rPr>
          <w:rFonts w:ascii="Courier New" w:hAnsi="Courier New" w:cs="Courier New"/>
          <w:sz w:val="18"/>
        </w:rPr>
        <w:t>H5FD_FEAT_CAN_USE_FILE_IMAGE_CALLBACKS</w:t>
      </w:r>
      <w:r>
        <w:t xml:space="preserve"> flag, </w:t>
      </w:r>
      <w:r w:rsidR="00775B35">
        <w:t xml:space="preserve">then </w:t>
      </w:r>
      <w:r>
        <w:t>that driver will allocate a buffer of the required size, copy the contents of the initial image buffer from the file access property list, and then open the copy as if it had just loaded it from file</w:t>
      </w:r>
      <w:r w:rsidR="006564E8">
        <w:t xml:space="preserve">. </w:t>
      </w:r>
      <w:r>
        <w:t>If the file image allocation callbacks are defined, the driver shall use them for all memory management tasks</w:t>
      </w:r>
      <w:r w:rsidR="006564E8">
        <w:t xml:space="preserve">. </w:t>
      </w:r>
      <w:r>
        <w:t xml:space="preserve">Otherwise it will use the standard </w:t>
      </w:r>
      <w:r w:rsidRPr="00775B35">
        <w:rPr>
          <w:rFonts w:ascii="Courier New" w:hAnsi="Courier New" w:cs="Courier New"/>
          <w:sz w:val="18"/>
        </w:rPr>
        <w:t>malloc</w:t>
      </w:r>
      <w:r>
        <w:t xml:space="preserve">, </w:t>
      </w:r>
      <w:r w:rsidRPr="00775B35">
        <w:rPr>
          <w:rFonts w:ascii="Courier New" w:hAnsi="Courier New" w:cs="Courier New"/>
          <w:sz w:val="18"/>
        </w:rPr>
        <w:t>memcpy</w:t>
      </w:r>
      <w:r>
        <w:t xml:space="preserve">, </w:t>
      </w:r>
      <w:r w:rsidRPr="00775B35">
        <w:rPr>
          <w:rFonts w:ascii="Courier New" w:hAnsi="Courier New" w:cs="Courier New"/>
          <w:sz w:val="18"/>
        </w:rPr>
        <w:t>realloc</w:t>
      </w:r>
      <w:r>
        <w:t xml:space="preserve">, and </w:t>
      </w:r>
      <w:r w:rsidRPr="00775B35">
        <w:rPr>
          <w:rFonts w:ascii="Courier New" w:hAnsi="Courier New" w:cs="Courier New"/>
          <w:sz w:val="18"/>
        </w:rPr>
        <w:t>free</w:t>
      </w:r>
      <w:r>
        <w:t xml:space="preserve"> C library calls for this purpose.</w:t>
      </w:r>
    </w:p>
    <w:p w:rsidR="00C047D8" w:rsidRDefault="00C047D8" w:rsidP="000E1FF8"/>
    <w:p w:rsidR="00E827BC" w:rsidRDefault="00E827BC" w:rsidP="000E1FF8">
      <w:r>
        <w:t xml:space="preserve">If the VFD sets the </w:t>
      </w:r>
      <w:r w:rsidRPr="00775B35">
        <w:rPr>
          <w:rFonts w:ascii="Courier New" w:hAnsi="Courier New" w:cs="Courier New"/>
          <w:sz w:val="18"/>
        </w:rPr>
        <w:t>H5FD_FEAT_ALLOW_FILE_IMAGE</w:t>
      </w:r>
      <w:r>
        <w:t xml:space="preserve"> flag, and an initial file image is defined by an application, the VFD should ensure that file creation operations (as opposed to file open operations) bypass use of the file image, and create a new, empty file. </w:t>
      </w:r>
    </w:p>
    <w:p w:rsidR="00C047D8" w:rsidRDefault="00C047D8" w:rsidP="000E1FF8"/>
    <w:p w:rsidR="00E827BC" w:rsidRDefault="00E827BC" w:rsidP="000E1FF8">
      <w:r>
        <w:lastRenderedPageBreak/>
        <w:t xml:space="preserve">Finally, it is logically possible that a file driver would set the </w:t>
      </w:r>
      <w:r w:rsidRPr="00775B35">
        <w:rPr>
          <w:rFonts w:ascii="Courier New" w:hAnsi="Courier New" w:cs="Courier New"/>
          <w:sz w:val="18"/>
        </w:rPr>
        <w:t>H5FD_FEAT_CAN_USE_FILE_IMAGE_CALLBACKS</w:t>
      </w:r>
      <w:r>
        <w:t xml:space="preserve"> flag, but not the </w:t>
      </w:r>
      <w:r w:rsidRPr="00775B35">
        <w:rPr>
          <w:rFonts w:ascii="Courier New" w:hAnsi="Courier New" w:cs="Courier New"/>
          <w:sz w:val="18"/>
        </w:rPr>
        <w:t>H5FD_FEAT_ALLOW_FILE_IMAGE</w:t>
      </w:r>
      <w:r>
        <w:t xml:space="preserve"> flag</w:t>
      </w:r>
      <w:r w:rsidR="006564E8">
        <w:t xml:space="preserve">. </w:t>
      </w:r>
      <w:r>
        <w:t xml:space="preserve">While it is hard to think of a situation in which this would be desirable, </w:t>
      </w:r>
      <w:r w:rsidR="0073648D">
        <w:t xml:space="preserve">setting the flags this way </w:t>
      </w:r>
      <w:r>
        <w:t>will not cause any problems</w:t>
      </w:r>
      <w:r w:rsidR="0073648D">
        <w:t>:</w:t>
      </w:r>
      <w:r>
        <w:t xml:space="preserve"> the two capabilities are logically distinct. </w:t>
      </w:r>
    </w:p>
    <w:p w:rsidR="00C047D8" w:rsidRDefault="00C047D8" w:rsidP="000E1FF8"/>
    <w:p w:rsidR="00C047D8" w:rsidRDefault="00C047D8" w:rsidP="000E1FF8"/>
    <w:p w:rsidR="00C047D8" w:rsidRDefault="00C047D8" w:rsidP="000E1FF8"/>
    <w:p w:rsidR="00E827BC" w:rsidRDefault="00E827BC" w:rsidP="000E1FF8">
      <w:pPr>
        <w:pStyle w:val="Heading3"/>
      </w:pPr>
      <w:bookmarkStart w:id="19" w:name="_Toc318962991"/>
      <w:r>
        <w:t>H5F</w:t>
      </w:r>
      <w:bookmarkStart w:id="20" w:name="H5Fget_file_image"/>
      <w:bookmarkEnd w:id="20"/>
      <w:r>
        <w:t>get_file_image</w:t>
      </w:r>
      <w:bookmarkEnd w:id="19"/>
    </w:p>
    <w:p w:rsidR="00E827BC" w:rsidRDefault="00E827BC" w:rsidP="000E1FF8">
      <w:r>
        <w:t xml:space="preserve">The purpose of the </w:t>
      </w:r>
      <w:r w:rsidRPr="005D43CD">
        <w:rPr>
          <w:rFonts w:ascii="Courier New" w:hAnsi="Courier New" w:cs="Courier New"/>
          <w:sz w:val="18"/>
        </w:rPr>
        <w:t>H5Fget_file_image</w:t>
      </w:r>
      <w:r>
        <w:t xml:space="preserve"> routine is to provide a simple way to retrieve a copy of the image of an existing, open file</w:t>
      </w:r>
      <w:r w:rsidR="006564E8">
        <w:t xml:space="preserve">. </w:t>
      </w:r>
      <w:r>
        <w:t xml:space="preserve">This routine can be used with files opened using the </w:t>
      </w:r>
      <w:r w:rsidR="00407B4C">
        <w:t>SEC2</w:t>
      </w:r>
      <w:r w:rsidR="00D53013">
        <w:t xml:space="preserve"> (aka </w:t>
      </w:r>
      <w:r w:rsidR="00407B4C">
        <w:t>POSIX</w:t>
      </w:r>
      <w:r w:rsidR="00D53013">
        <w:t>)</w:t>
      </w:r>
      <w:r>
        <w:t xml:space="preserve">, </w:t>
      </w:r>
      <w:r w:rsidR="00D53013">
        <w:t>STDIO</w:t>
      </w:r>
      <w:r>
        <w:t xml:space="preserve">, and </w:t>
      </w:r>
      <w:r w:rsidR="00407B4C">
        <w:t>Core (aka Memory</w:t>
      </w:r>
      <w:r w:rsidR="00D53013">
        <w:t xml:space="preserve">) </w:t>
      </w:r>
      <w:r>
        <w:t>VFDs.</w:t>
      </w:r>
    </w:p>
    <w:p w:rsidR="00A4200A" w:rsidRDefault="00A4200A" w:rsidP="000E1FF8"/>
    <w:p w:rsidR="00E827BC" w:rsidRDefault="00E827BC" w:rsidP="000E1FF8">
      <w:r>
        <w:t xml:space="preserve">The signature of </w:t>
      </w:r>
      <w:r w:rsidRPr="005D43CD">
        <w:rPr>
          <w:rFonts w:ascii="Courier New" w:hAnsi="Courier New" w:cs="Courier New"/>
          <w:sz w:val="18"/>
        </w:rPr>
        <w:t>H5Fget_file_image</w:t>
      </w:r>
      <w:r>
        <w:t xml:space="preserve"> </w:t>
      </w:r>
      <w:r w:rsidR="00B17607">
        <w:t xml:space="preserve">is </w:t>
      </w:r>
      <w:r>
        <w:t>defined as follows:</w:t>
      </w:r>
    </w:p>
    <w:p w:rsidR="00A4200A" w:rsidRDefault="00A4200A" w:rsidP="000E1FF8"/>
    <w:p w:rsidR="00E827BC" w:rsidRDefault="00E827BC" w:rsidP="000E1FF8">
      <w:pPr>
        <w:pStyle w:val="PlainText"/>
      </w:pPr>
      <w:r>
        <w:t>ssize_t H5Fget_file_</w:t>
      </w:r>
      <w:proofErr w:type="gramStart"/>
      <w:r>
        <w:t>image(</w:t>
      </w:r>
      <w:proofErr w:type="gramEnd"/>
      <w:r>
        <w:t>hid_t file_id, void *buf_ptr, size_t buf_len)</w:t>
      </w:r>
    </w:p>
    <w:p w:rsidR="00B50584" w:rsidRDefault="00B50584" w:rsidP="000E1FF8"/>
    <w:p w:rsidR="00E827BC" w:rsidRDefault="00E827BC" w:rsidP="000E1FF8">
      <w:r>
        <w:t xml:space="preserve">The parameters of </w:t>
      </w:r>
      <w:r w:rsidRPr="005D43CD">
        <w:rPr>
          <w:rFonts w:ascii="Courier New" w:hAnsi="Courier New" w:cs="Courier New"/>
          <w:sz w:val="18"/>
        </w:rPr>
        <w:t>H5Fget_file_image</w:t>
      </w:r>
      <w:r>
        <w:t xml:space="preserve"> </w:t>
      </w:r>
      <w:r w:rsidR="00823CD4">
        <w:t xml:space="preserve">are </w:t>
      </w:r>
      <w:r>
        <w:t>defined as follows:</w:t>
      </w:r>
    </w:p>
    <w:p w:rsidR="00A4200A" w:rsidRDefault="00A4200A" w:rsidP="000E1FF8"/>
    <w:p w:rsidR="00E827BC" w:rsidRDefault="00E827BC" w:rsidP="00924B5A">
      <w:pPr>
        <w:pStyle w:val="ListParagraph"/>
        <w:numPr>
          <w:ilvl w:val="0"/>
          <w:numId w:val="19"/>
        </w:numPr>
      </w:pPr>
      <w:proofErr w:type="gramStart"/>
      <w:r w:rsidRPr="005D43CD">
        <w:rPr>
          <w:rFonts w:ascii="Courier New" w:hAnsi="Courier New" w:cs="Courier New"/>
          <w:sz w:val="18"/>
        </w:rPr>
        <w:t>file_id</w:t>
      </w:r>
      <w:proofErr w:type="gramEnd"/>
      <w:r>
        <w:t xml:space="preserve"> contain</w:t>
      </w:r>
      <w:r w:rsidR="00B17607">
        <w:t>s</w:t>
      </w:r>
      <w:r>
        <w:t xml:space="preserve"> the ID of the target file</w:t>
      </w:r>
      <w:r w:rsidR="00B17607">
        <w:t>.</w:t>
      </w:r>
    </w:p>
    <w:p w:rsidR="00E827BC" w:rsidRDefault="00E827BC" w:rsidP="00924B5A">
      <w:pPr>
        <w:pStyle w:val="ListParagraph"/>
        <w:numPr>
          <w:ilvl w:val="0"/>
          <w:numId w:val="19"/>
        </w:numPr>
      </w:pPr>
      <w:proofErr w:type="gramStart"/>
      <w:r w:rsidRPr="005D43CD">
        <w:rPr>
          <w:rFonts w:ascii="Courier New" w:hAnsi="Courier New" w:cs="Courier New"/>
          <w:sz w:val="18"/>
        </w:rPr>
        <w:t>buf_ptr</w:t>
      </w:r>
      <w:proofErr w:type="gramEnd"/>
      <w:r>
        <w:t xml:space="preserve"> contain</w:t>
      </w:r>
      <w:r w:rsidR="00B17607">
        <w:t>s</w:t>
      </w:r>
      <w:r>
        <w:t xml:space="preserve"> a pointer to the buffer into which the image of the HDF5 file is to be copied</w:t>
      </w:r>
      <w:r w:rsidR="006564E8">
        <w:t xml:space="preserve">. </w:t>
      </w:r>
      <w:r>
        <w:t xml:space="preserve">If </w:t>
      </w:r>
      <w:r w:rsidRPr="00C207F5">
        <w:rPr>
          <w:rFonts w:ascii="Courier New" w:hAnsi="Courier New" w:cs="Courier New"/>
          <w:sz w:val="18"/>
        </w:rPr>
        <w:t>buf_ptr</w:t>
      </w:r>
      <w:r>
        <w:t xml:space="preserve"> is NULL, no data will be copied, but the return value will still indicate the buffer size required (or a negative value on error).</w:t>
      </w:r>
    </w:p>
    <w:p w:rsidR="00E827BC" w:rsidRDefault="00E827BC" w:rsidP="00924B5A">
      <w:pPr>
        <w:pStyle w:val="ListParagraph"/>
        <w:numPr>
          <w:ilvl w:val="0"/>
          <w:numId w:val="19"/>
        </w:numPr>
      </w:pPr>
      <w:proofErr w:type="gramStart"/>
      <w:r w:rsidRPr="00C207F5">
        <w:rPr>
          <w:rFonts w:ascii="Courier New" w:hAnsi="Courier New" w:cs="Courier New"/>
          <w:sz w:val="18"/>
        </w:rPr>
        <w:t>buf_len</w:t>
      </w:r>
      <w:proofErr w:type="gramEnd"/>
      <w:r>
        <w:t xml:space="preserve"> contain</w:t>
      </w:r>
      <w:r w:rsidR="00B17607">
        <w:t>s</w:t>
      </w:r>
      <w:r>
        <w:t xml:space="preserve"> the size of the supplied buffer.</w:t>
      </w:r>
    </w:p>
    <w:p w:rsidR="00A4200A" w:rsidRDefault="00A4200A" w:rsidP="000E1FF8"/>
    <w:p w:rsidR="00E827BC" w:rsidRDefault="002C43B2" w:rsidP="000E1FF8">
      <w:r>
        <w:t>If t</w:t>
      </w:r>
      <w:r w:rsidR="00E827BC">
        <w:t xml:space="preserve">he return value of </w:t>
      </w:r>
      <w:r w:rsidR="00E827BC" w:rsidRPr="00C207F5">
        <w:rPr>
          <w:rFonts w:ascii="Courier New" w:hAnsi="Courier New" w:cs="Courier New"/>
          <w:sz w:val="18"/>
        </w:rPr>
        <w:t>H5Fget_file_image</w:t>
      </w:r>
      <w:r w:rsidR="00E827BC">
        <w:t xml:space="preserve"> </w:t>
      </w:r>
      <w:r>
        <w:t xml:space="preserve">is </w:t>
      </w:r>
      <w:r w:rsidR="00E827BC">
        <w:t>a positive value</w:t>
      </w:r>
      <w:r>
        <w:t xml:space="preserve">, then the value will be </w:t>
      </w:r>
      <w:r w:rsidR="00E827BC">
        <w:t>the length of buffer required to store the file image (</w:t>
      </w:r>
      <w:r w:rsidR="00C207F5">
        <w:t xml:space="preserve">in other words, </w:t>
      </w:r>
      <w:r w:rsidR="00E827BC">
        <w:t>the length of the file)</w:t>
      </w:r>
      <w:r>
        <w:t>. A negative value might be returned if</w:t>
      </w:r>
      <w:r w:rsidR="00E827BC">
        <w:t xml:space="preserve"> the file is too large to store in the supplied buffer or on failure.</w:t>
      </w:r>
    </w:p>
    <w:p w:rsidR="00695735" w:rsidRDefault="00695735" w:rsidP="000E1FF8"/>
    <w:p w:rsidR="00D94420" w:rsidRDefault="00D94420" w:rsidP="00C207F5">
      <w:r w:rsidRPr="00D94420">
        <w:t xml:space="preserve">The current file size can be obtained via a call to </w:t>
      </w:r>
      <w:r w:rsidRPr="00C207F5">
        <w:rPr>
          <w:rFonts w:ascii="Courier New" w:hAnsi="Courier New" w:cs="Courier New"/>
          <w:sz w:val="18"/>
        </w:rPr>
        <w:t>H5Fget_</w:t>
      </w:r>
      <w:proofErr w:type="gramStart"/>
      <w:r w:rsidRPr="00C207F5">
        <w:rPr>
          <w:rFonts w:ascii="Courier New" w:hAnsi="Courier New" w:cs="Courier New"/>
          <w:sz w:val="18"/>
        </w:rPr>
        <w:t>filesize(</w:t>
      </w:r>
      <w:proofErr w:type="gramEnd"/>
      <w:r w:rsidRPr="00C207F5">
        <w:rPr>
          <w:rFonts w:ascii="Courier New" w:hAnsi="Courier New" w:cs="Courier New"/>
          <w:sz w:val="18"/>
        </w:rPr>
        <w:t>)</w:t>
      </w:r>
      <w:r w:rsidR="00C207F5">
        <w:rPr>
          <w:rFonts w:ascii="Courier New" w:hAnsi="Courier New" w:cs="Courier New"/>
          <w:sz w:val="18"/>
        </w:rPr>
        <w:t>.</w:t>
      </w:r>
      <w:r w:rsidRPr="00D94420">
        <w:t xml:space="preserve"> </w:t>
      </w:r>
      <w:r w:rsidR="00C207F5" w:rsidRPr="00D94420">
        <w:t xml:space="preserve">Note </w:t>
      </w:r>
      <w:r w:rsidRPr="00D94420">
        <w:t>that this function returns the value of the end of file</w:t>
      </w:r>
      <w:r w:rsidR="00C207F5">
        <w:t xml:space="preserve"> (EOF) and </w:t>
      </w:r>
      <w:r w:rsidRPr="00D94420">
        <w:t>not the end of address space</w:t>
      </w:r>
      <w:r w:rsidR="00C207F5">
        <w:t xml:space="preserve"> (EOA)</w:t>
      </w:r>
      <w:r w:rsidR="006564E8">
        <w:t xml:space="preserve">. </w:t>
      </w:r>
      <w:r w:rsidRPr="00D94420">
        <w:t>While these values are frequently the same, it is possible for the EOF to be larger than the EOA</w:t>
      </w:r>
      <w:r w:rsidR="006564E8">
        <w:t xml:space="preserve">. </w:t>
      </w:r>
      <w:r w:rsidRPr="00D94420">
        <w:t xml:space="preserve">Since </w:t>
      </w:r>
      <w:r w:rsidRPr="00C207F5">
        <w:rPr>
          <w:rFonts w:ascii="Courier New" w:hAnsi="Courier New" w:cs="Courier New"/>
          <w:sz w:val="18"/>
        </w:rPr>
        <w:t>H5Fget_file_</w:t>
      </w:r>
      <w:proofErr w:type="gramStart"/>
      <w:r w:rsidRPr="00C207F5">
        <w:rPr>
          <w:rFonts w:ascii="Courier New" w:hAnsi="Courier New" w:cs="Courier New"/>
          <w:sz w:val="18"/>
        </w:rPr>
        <w:t>image(</w:t>
      </w:r>
      <w:proofErr w:type="gramEnd"/>
      <w:r w:rsidRPr="00C207F5">
        <w:rPr>
          <w:rFonts w:ascii="Courier New" w:hAnsi="Courier New" w:cs="Courier New"/>
          <w:sz w:val="18"/>
        </w:rPr>
        <w:t>)</w:t>
      </w:r>
      <w:r w:rsidRPr="00D94420">
        <w:t xml:space="preserve"> will only obtain a copy of the file from the beginning of the superblock to the EOA, it will be best to use </w:t>
      </w:r>
      <w:r w:rsidRPr="00CF3474">
        <w:rPr>
          <w:rFonts w:ascii="Courier New" w:hAnsi="Courier New" w:cs="Courier New"/>
          <w:sz w:val="18"/>
        </w:rPr>
        <w:t>H5Fget_file_image()</w:t>
      </w:r>
      <w:r w:rsidRPr="00D94420">
        <w:t xml:space="preserve"> to determine the size of the buffer required to contain the image.</w:t>
      </w:r>
    </w:p>
    <w:p w:rsidR="00A4200A" w:rsidRDefault="00A4200A" w:rsidP="000E1FF8"/>
    <w:p w:rsidR="006D729D" w:rsidRDefault="006D729D" w:rsidP="000E1FF8"/>
    <w:p w:rsidR="006D729D" w:rsidRDefault="006D729D" w:rsidP="000E1FF8"/>
    <w:p w:rsidR="002C43B2" w:rsidRDefault="002C43B2" w:rsidP="002C43B2">
      <w:pPr>
        <w:pStyle w:val="SubSectionHeading"/>
      </w:pPr>
      <w:r>
        <w:t>Other Design Considerations</w:t>
      </w:r>
    </w:p>
    <w:p w:rsidR="002C43B2" w:rsidRDefault="002C43B2" w:rsidP="002C43B2">
      <w:pPr>
        <w:rPr>
          <w:rFonts w:ascii="Courier New" w:hAnsi="Courier New" w:cs="Courier New"/>
          <w:sz w:val="18"/>
        </w:rPr>
      </w:pPr>
      <w:r>
        <w:t xml:space="preserve">Here are some other notes regarding the design and implementation of </w:t>
      </w:r>
      <w:r w:rsidRPr="005D43CD">
        <w:rPr>
          <w:rFonts w:ascii="Courier New" w:hAnsi="Courier New" w:cs="Courier New"/>
          <w:sz w:val="18"/>
        </w:rPr>
        <w:t>H5Fget_file_image</w:t>
      </w:r>
      <w:r w:rsidRPr="002C43B2">
        <w:t>.</w:t>
      </w:r>
    </w:p>
    <w:p w:rsidR="002C43B2" w:rsidRPr="002C43B2" w:rsidRDefault="002C43B2" w:rsidP="002C43B2"/>
    <w:p w:rsidR="00B17607" w:rsidRDefault="002C43B2" w:rsidP="00B17607">
      <w:r>
        <w:t xml:space="preserve">The </w:t>
      </w:r>
      <w:r w:rsidR="00B17607" w:rsidRPr="005D43CD">
        <w:rPr>
          <w:rFonts w:ascii="Courier New" w:hAnsi="Courier New" w:cs="Courier New"/>
          <w:sz w:val="18"/>
        </w:rPr>
        <w:t>H5Fget_file_image</w:t>
      </w:r>
      <w:r w:rsidR="00B17607">
        <w:t xml:space="preserve"> call </w:t>
      </w:r>
      <w:r w:rsidR="00B17607" w:rsidRPr="00A4200A">
        <w:t>should be part of the high</w:t>
      </w:r>
      <w:r w:rsidR="00B17607">
        <w:t>-</w:t>
      </w:r>
      <w:r w:rsidR="00B17607" w:rsidRPr="00A4200A">
        <w:t>level library</w:t>
      </w:r>
      <w:r w:rsidR="00B17607">
        <w:t xml:space="preserve">. </w:t>
      </w:r>
      <w:r w:rsidR="00B17607" w:rsidRPr="00A4200A">
        <w:t>However, a file driver agnostic implementation of the routine requires access to data structures that are hidden within the HDF5 Library</w:t>
      </w:r>
      <w:r w:rsidR="00B17607">
        <w:t xml:space="preserve">. </w:t>
      </w:r>
      <w:r w:rsidR="00B17607" w:rsidRPr="00A4200A">
        <w:t>We chose to implement the call in the library proper rather than expose those data structures.</w:t>
      </w:r>
    </w:p>
    <w:p w:rsidR="00B17607" w:rsidRDefault="00B17607" w:rsidP="00B17607"/>
    <w:p w:rsidR="00B17607" w:rsidRDefault="002C43B2" w:rsidP="00B17607">
      <w:r>
        <w:t xml:space="preserve">There </w:t>
      </w:r>
      <w:r w:rsidR="00B17607">
        <w:t xml:space="preserve">is no reason why the </w:t>
      </w:r>
      <w:r w:rsidR="00B17607" w:rsidRPr="005D43CD">
        <w:rPr>
          <w:rFonts w:ascii="Courier New" w:hAnsi="Courier New" w:cs="Courier New"/>
          <w:sz w:val="18"/>
        </w:rPr>
        <w:t>H5Fget_file_</w:t>
      </w:r>
      <w:proofErr w:type="gramStart"/>
      <w:r w:rsidR="00B17607" w:rsidRPr="005D43CD">
        <w:rPr>
          <w:rFonts w:ascii="Courier New" w:hAnsi="Courier New" w:cs="Courier New"/>
          <w:sz w:val="18"/>
        </w:rPr>
        <w:t>image(</w:t>
      </w:r>
      <w:proofErr w:type="gramEnd"/>
      <w:r w:rsidR="00B17607" w:rsidRPr="005D43CD">
        <w:rPr>
          <w:rFonts w:ascii="Courier New" w:hAnsi="Courier New" w:cs="Courier New"/>
          <w:sz w:val="18"/>
        </w:rPr>
        <w:t>)</w:t>
      </w:r>
      <w:r w:rsidR="00B17607">
        <w:t xml:space="preserve"> API call could not work on files opened with any file driver. However, the </w:t>
      </w:r>
      <w:r>
        <w:t>Family</w:t>
      </w:r>
      <w:r w:rsidR="00B17607">
        <w:t xml:space="preserve">, </w:t>
      </w:r>
      <w:r>
        <w:t>Multi</w:t>
      </w:r>
      <w:r w:rsidR="00B17607">
        <w:t xml:space="preserve">, and </w:t>
      </w:r>
      <w:r>
        <w:t xml:space="preserve">Split </w:t>
      </w:r>
      <w:r w:rsidR="00B17607">
        <w:t xml:space="preserve">file drivers have issues that make the call problematic. At present, files opened with the </w:t>
      </w:r>
      <w:r>
        <w:t xml:space="preserve">Family </w:t>
      </w:r>
      <w:r w:rsidR="00B17607">
        <w:t xml:space="preserve">file driver are marked as being created with that file driver in the superblock, and the HDF5 Library refuses to open files so marked with any other file driver. </w:t>
      </w:r>
      <w:r>
        <w:t xml:space="preserve">This </w:t>
      </w:r>
      <w:r w:rsidR="00B17607">
        <w:t xml:space="preserve">negates the purpose of the </w:t>
      </w:r>
      <w:r w:rsidR="00B17607" w:rsidRPr="005D43CD">
        <w:rPr>
          <w:rFonts w:ascii="Courier New" w:hAnsi="Courier New" w:cs="Courier New"/>
          <w:sz w:val="18"/>
        </w:rPr>
        <w:t>H5Fget_file_</w:t>
      </w:r>
      <w:proofErr w:type="gramStart"/>
      <w:r w:rsidR="00B17607" w:rsidRPr="005D43CD">
        <w:rPr>
          <w:rFonts w:ascii="Courier New" w:hAnsi="Courier New" w:cs="Courier New"/>
          <w:sz w:val="18"/>
        </w:rPr>
        <w:t>image(</w:t>
      </w:r>
      <w:proofErr w:type="gramEnd"/>
      <w:r w:rsidR="00B17607" w:rsidRPr="005D43CD">
        <w:rPr>
          <w:rFonts w:ascii="Courier New" w:hAnsi="Courier New" w:cs="Courier New"/>
          <w:sz w:val="18"/>
        </w:rPr>
        <w:t>)</w:t>
      </w:r>
      <w:r w:rsidR="00B17607">
        <w:t xml:space="preserve"> call. While this mark can be removed from the image, the necessary code is not trivial. </w:t>
      </w:r>
      <w:r w:rsidR="00B17607">
        <w:lastRenderedPageBreak/>
        <w:t xml:space="preserve">Thus we will not support the </w:t>
      </w:r>
      <w:r>
        <w:t xml:space="preserve">Family </w:t>
      </w:r>
      <w:r w:rsidR="00B17607">
        <w:t xml:space="preserve">file driver in </w:t>
      </w:r>
      <w:r w:rsidR="00B17607" w:rsidRPr="005D43CD">
        <w:rPr>
          <w:rFonts w:ascii="Courier New" w:hAnsi="Courier New" w:cs="Courier New"/>
          <w:sz w:val="18"/>
        </w:rPr>
        <w:t>H5Fget_file_</w:t>
      </w:r>
      <w:proofErr w:type="gramStart"/>
      <w:r w:rsidR="00B17607" w:rsidRPr="005D43CD">
        <w:rPr>
          <w:rFonts w:ascii="Courier New" w:hAnsi="Courier New" w:cs="Courier New"/>
          <w:sz w:val="18"/>
        </w:rPr>
        <w:t>image(</w:t>
      </w:r>
      <w:proofErr w:type="gramEnd"/>
      <w:r w:rsidR="00B17607" w:rsidRPr="005D43CD">
        <w:rPr>
          <w:rFonts w:ascii="Courier New" w:hAnsi="Courier New" w:cs="Courier New"/>
          <w:sz w:val="18"/>
        </w:rPr>
        <w:t>)</w:t>
      </w:r>
      <w:r w:rsidR="00B17607">
        <w:t xml:space="preserve"> unless there is demand for it. Files created with the </w:t>
      </w:r>
      <w:r>
        <w:t xml:space="preserve">Multi </w:t>
      </w:r>
      <w:r w:rsidR="00B17607">
        <w:t xml:space="preserve">and </w:t>
      </w:r>
      <w:r>
        <w:t xml:space="preserve">Split </w:t>
      </w:r>
      <w:r w:rsidR="00B17607">
        <w:t xml:space="preserve">file drivers are also marked in the superblock. In addition, they typically use a very sparse address space. A sparse address space would require the use of an impractically large buffer for an image, and most of the buffer would be empty. </w:t>
      </w:r>
      <w:r>
        <w:t>So</w:t>
      </w:r>
      <w:r w:rsidR="00B17607">
        <w:t xml:space="preserve">, we see no point in supporting the </w:t>
      </w:r>
      <w:r>
        <w:t xml:space="preserve">Multi </w:t>
      </w:r>
      <w:r w:rsidR="00B17607">
        <w:t xml:space="preserve">and </w:t>
      </w:r>
      <w:r>
        <w:t xml:space="preserve">Split </w:t>
      </w:r>
      <w:r w:rsidR="00B17607">
        <w:t xml:space="preserve">file drivers in </w:t>
      </w:r>
      <w:r w:rsidR="00B17607" w:rsidRPr="005D43CD">
        <w:rPr>
          <w:rFonts w:ascii="Courier New" w:hAnsi="Courier New" w:cs="Courier New"/>
          <w:sz w:val="18"/>
        </w:rPr>
        <w:t>H5Fget_file_</w:t>
      </w:r>
      <w:proofErr w:type="gramStart"/>
      <w:r w:rsidR="00B17607" w:rsidRPr="005D43CD">
        <w:rPr>
          <w:rFonts w:ascii="Courier New" w:hAnsi="Courier New" w:cs="Courier New"/>
          <w:sz w:val="18"/>
        </w:rPr>
        <w:t>image(</w:t>
      </w:r>
      <w:proofErr w:type="gramEnd"/>
      <w:r w:rsidR="00B17607" w:rsidRPr="005D43CD">
        <w:rPr>
          <w:rFonts w:ascii="Courier New" w:hAnsi="Courier New" w:cs="Courier New"/>
          <w:sz w:val="18"/>
        </w:rPr>
        <w:t>)</w:t>
      </w:r>
      <w:r w:rsidR="00B17607">
        <w:t xml:space="preserve"> under any foreseeable circumstances.</w:t>
      </w:r>
    </w:p>
    <w:p w:rsidR="00B17607" w:rsidRDefault="00B17607" w:rsidP="00B17607"/>
    <w:p w:rsidR="00B17607" w:rsidRDefault="00B17607" w:rsidP="000E1FF8"/>
    <w:p w:rsidR="00A4200A" w:rsidRDefault="00A4200A" w:rsidP="000E1FF8"/>
    <w:p w:rsidR="00D94420" w:rsidRDefault="00D94420" w:rsidP="000E1FF8">
      <w:pPr>
        <w:pStyle w:val="Heading2"/>
      </w:pPr>
      <w:bookmarkStart w:id="21" w:name="_Toc318962992"/>
      <w:r>
        <w:t>High-</w:t>
      </w:r>
      <w:r w:rsidR="00D047D3">
        <w:t>l</w:t>
      </w:r>
      <w:r>
        <w:t xml:space="preserve">evel </w:t>
      </w:r>
      <w:r w:rsidR="00D047D3">
        <w:t xml:space="preserve">C </w:t>
      </w:r>
      <w:r>
        <w:t>API Routine</w:t>
      </w:r>
      <w:bookmarkEnd w:id="21"/>
    </w:p>
    <w:p w:rsidR="00D94420" w:rsidRDefault="00D94420" w:rsidP="000E1FF8">
      <w:r>
        <w:t xml:space="preserve">The </w:t>
      </w:r>
      <w:r w:rsidR="00D047D3" w:rsidRPr="00D047D3">
        <w:rPr>
          <w:rFonts w:ascii="Courier New" w:hAnsi="Courier New" w:cs="Courier New"/>
          <w:sz w:val="18"/>
        </w:rPr>
        <w:t>H5LTopen_file_image</w:t>
      </w:r>
      <w:r w:rsidR="00D047D3">
        <w:t xml:space="preserve"> </w:t>
      </w:r>
      <w:r>
        <w:t xml:space="preserve">high-level routine encapsulates the capabilities of routines in the main HDF5 </w:t>
      </w:r>
      <w:r w:rsidR="00CF3474">
        <w:t xml:space="preserve">Library </w:t>
      </w:r>
      <w:r>
        <w:t>with conveniently accessible abstractions.</w:t>
      </w:r>
    </w:p>
    <w:p w:rsidR="00D94420" w:rsidRDefault="00D94420" w:rsidP="000E1FF8"/>
    <w:p w:rsidR="00CF3474" w:rsidRDefault="00CF3474" w:rsidP="000E1FF8"/>
    <w:p w:rsidR="00CF3474" w:rsidRDefault="00CF3474" w:rsidP="000E1FF8"/>
    <w:p w:rsidR="00D94420" w:rsidRDefault="00D94420" w:rsidP="000E1FF8">
      <w:pPr>
        <w:pStyle w:val="Heading3"/>
      </w:pPr>
      <w:bookmarkStart w:id="22" w:name="_Toc318962993"/>
      <w:r>
        <w:t>H5LTope</w:t>
      </w:r>
      <w:bookmarkStart w:id="23" w:name="H5LTopen_file_image"/>
      <w:bookmarkEnd w:id="23"/>
      <w:r>
        <w:t>n_file_image</w:t>
      </w:r>
      <w:bookmarkEnd w:id="22"/>
    </w:p>
    <w:p w:rsidR="00D94420" w:rsidRDefault="00D94420" w:rsidP="000E1FF8">
      <w:r>
        <w:t xml:space="preserve">The </w:t>
      </w:r>
      <w:r w:rsidRPr="00CB6C98">
        <w:rPr>
          <w:rFonts w:ascii="Courier New" w:hAnsi="Courier New" w:cs="Courier New"/>
          <w:sz w:val="18"/>
        </w:rPr>
        <w:t>H5LTopen_file_image</w:t>
      </w:r>
      <w:r>
        <w:t xml:space="preserve"> routine is designed to provide a</w:t>
      </w:r>
      <w:r w:rsidR="00D047D3">
        <w:t xml:space="preserve">n easier </w:t>
      </w:r>
      <w:r>
        <w:t xml:space="preserve">way to open an initial file image with the </w:t>
      </w:r>
      <w:r w:rsidR="00CC22A8">
        <w:t xml:space="preserve">Core </w:t>
      </w:r>
      <w:r>
        <w:t>VFD</w:t>
      </w:r>
      <w:r w:rsidR="006564E8">
        <w:t xml:space="preserve">. </w:t>
      </w:r>
      <w:r>
        <w:t xml:space="preserve">Flags to </w:t>
      </w:r>
      <w:r w:rsidRPr="00CB6C98">
        <w:rPr>
          <w:rFonts w:ascii="Courier New" w:hAnsi="Courier New" w:cs="Courier New"/>
          <w:sz w:val="18"/>
        </w:rPr>
        <w:t>H5LTopen_file_image</w:t>
      </w:r>
      <w:r>
        <w:t xml:space="preserve"> allow for various file image buffer ownership policies to be requested.</w:t>
      </w:r>
      <w:r w:rsidR="0051123F">
        <w:t xml:space="preserve"> See the </w:t>
      </w:r>
      <w:r w:rsidR="0051123F" w:rsidRPr="0051123F">
        <w:rPr>
          <w:i/>
        </w:rPr>
        <w:t>HDF5 Reference Manual</w:t>
      </w:r>
      <w:r w:rsidR="0051123F">
        <w:t xml:space="preserve"> for more information on high-level APIs.</w:t>
      </w:r>
    </w:p>
    <w:p w:rsidR="00D94420" w:rsidRDefault="00D94420" w:rsidP="000E1FF8"/>
    <w:p w:rsidR="00D94420" w:rsidRDefault="00D94420" w:rsidP="000E1FF8">
      <w:r>
        <w:t xml:space="preserve">The signature of </w:t>
      </w:r>
      <w:r w:rsidRPr="008B0893">
        <w:rPr>
          <w:rFonts w:ascii="Courier New" w:hAnsi="Courier New" w:cs="Courier New"/>
          <w:sz w:val="18"/>
        </w:rPr>
        <w:t>H5LTopen_file_image</w:t>
      </w:r>
      <w:r>
        <w:t xml:space="preserve"> is defined as follows:</w:t>
      </w:r>
    </w:p>
    <w:p w:rsidR="00D94420" w:rsidRDefault="00D94420" w:rsidP="000E1FF8"/>
    <w:p w:rsidR="00D94420" w:rsidRDefault="00D94420" w:rsidP="000E1FF8">
      <w:pPr>
        <w:pStyle w:val="PlainText"/>
      </w:pPr>
      <w:r>
        <w:t>hid_t H5LTopen_file_</w:t>
      </w:r>
      <w:proofErr w:type="gramStart"/>
      <w:r>
        <w:t>image(</w:t>
      </w:r>
      <w:proofErr w:type="gramEnd"/>
      <w:r>
        <w:t xml:space="preserve">void *buf_ptr, size_t buf_len, unsigned flags) </w:t>
      </w:r>
    </w:p>
    <w:p w:rsidR="00D94420" w:rsidRDefault="00D94420" w:rsidP="000E1FF8"/>
    <w:p w:rsidR="00D94420" w:rsidRDefault="00D94420" w:rsidP="000E1FF8">
      <w:r>
        <w:t xml:space="preserve">The parameters of </w:t>
      </w:r>
      <w:r w:rsidRPr="00823CD4">
        <w:rPr>
          <w:rFonts w:ascii="Courier New" w:hAnsi="Courier New" w:cs="Courier New"/>
          <w:sz w:val="18"/>
        </w:rPr>
        <w:t>H5LTopen_file_image</w:t>
      </w:r>
      <w:r>
        <w:t xml:space="preserve"> </w:t>
      </w:r>
      <w:r w:rsidR="00823CD4">
        <w:t xml:space="preserve">are </w:t>
      </w:r>
      <w:r>
        <w:t>defined as follows:</w:t>
      </w:r>
    </w:p>
    <w:p w:rsidR="00D94420" w:rsidRDefault="00D94420" w:rsidP="000E1FF8"/>
    <w:p w:rsidR="00D94420" w:rsidRDefault="00D94420" w:rsidP="00924B5A">
      <w:pPr>
        <w:pStyle w:val="ListParagraph"/>
        <w:numPr>
          <w:ilvl w:val="0"/>
          <w:numId w:val="20"/>
        </w:numPr>
      </w:pPr>
      <w:proofErr w:type="gramStart"/>
      <w:r w:rsidRPr="008B0893">
        <w:rPr>
          <w:rFonts w:ascii="Courier New" w:hAnsi="Courier New" w:cs="Courier New"/>
          <w:sz w:val="18"/>
        </w:rPr>
        <w:t>buf_ptr</w:t>
      </w:r>
      <w:proofErr w:type="gramEnd"/>
      <w:r>
        <w:t xml:space="preserve"> contain</w:t>
      </w:r>
      <w:r w:rsidR="00CC22A8">
        <w:t>s</w:t>
      </w:r>
      <w:r>
        <w:t xml:space="preserve"> a pointer to the supplied initial image</w:t>
      </w:r>
      <w:r w:rsidR="006564E8">
        <w:t xml:space="preserve">. </w:t>
      </w:r>
      <w:r>
        <w:t xml:space="preserve">A NULL value is invalid and will cause </w:t>
      </w:r>
      <w:r w:rsidRPr="008B0893">
        <w:rPr>
          <w:rFonts w:ascii="Courier New" w:hAnsi="Courier New" w:cs="Courier New"/>
          <w:sz w:val="18"/>
        </w:rPr>
        <w:t>H5LTopen_file_image</w:t>
      </w:r>
      <w:r>
        <w:t xml:space="preserve"> to fail.</w:t>
      </w:r>
    </w:p>
    <w:p w:rsidR="00D94420" w:rsidRDefault="00D94420" w:rsidP="00924B5A">
      <w:pPr>
        <w:pStyle w:val="ListParagraph"/>
        <w:numPr>
          <w:ilvl w:val="0"/>
          <w:numId w:val="20"/>
        </w:numPr>
      </w:pPr>
      <w:proofErr w:type="gramStart"/>
      <w:r w:rsidRPr="008B0893">
        <w:rPr>
          <w:rFonts w:ascii="Courier New" w:hAnsi="Courier New" w:cs="Courier New"/>
          <w:sz w:val="18"/>
        </w:rPr>
        <w:t>buf_len</w:t>
      </w:r>
      <w:proofErr w:type="gramEnd"/>
      <w:r>
        <w:t xml:space="preserve"> contain</w:t>
      </w:r>
      <w:r w:rsidR="00CC22A8">
        <w:t>s</w:t>
      </w:r>
      <w:r>
        <w:t xml:space="preserve"> the size of the supplied buffer</w:t>
      </w:r>
      <w:r w:rsidR="006564E8">
        <w:t xml:space="preserve">. </w:t>
      </w:r>
      <w:r>
        <w:t xml:space="preserve">A value of 0 is invalid and will cause </w:t>
      </w:r>
      <w:r w:rsidRPr="008B0893">
        <w:rPr>
          <w:rFonts w:ascii="Courier New" w:hAnsi="Courier New" w:cs="Courier New"/>
          <w:sz w:val="18"/>
        </w:rPr>
        <w:t>H5LTopen_file_image</w:t>
      </w:r>
      <w:r>
        <w:t xml:space="preserve"> to fail.</w:t>
      </w:r>
    </w:p>
    <w:p w:rsidR="00D94420" w:rsidRDefault="00D94420" w:rsidP="00924B5A">
      <w:pPr>
        <w:pStyle w:val="ListParagraph"/>
        <w:numPr>
          <w:ilvl w:val="0"/>
          <w:numId w:val="20"/>
        </w:numPr>
      </w:pPr>
      <w:proofErr w:type="gramStart"/>
      <w:r w:rsidRPr="008B0893">
        <w:rPr>
          <w:rFonts w:ascii="Courier New" w:hAnsi="Courier New" w:cs="Courier New"/>
          <w:sz w:val="18"/>
        </w:rPr>
        <w:t>flags</w:t>
      </w:r>
      <w:proofErr w:type="gramEnd"/>
      <w:r>
        <w:t xml:space="preserve"> contain</w:t>
      </w:r>
      <w:r w:rsidR="00CC22A8">
        <w:t>s</w:t>
      </w:r>
      <w:r>
        <w:t xml:space="preserve"> a set of flags indicating whether the image is to be opened read/write, whether HDF5 is to take control of the buffer, and how long the application promises to maintain the buffer. Possible flags are </w:t>
      </w:r>
      <w:r w:rsidR="00CC22A8">
        <w:t>described in the table below</w:t>
      </w:r>
      <w:r>
        <w:t>:</w:t>
      </w:r>
    </w:p>
    <w:p w:rsidR="00CC22A8" w:rsidRDefault="00CC22A8" w:rsidP="00CC22A8"/>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480"/>
        <w:gridCol w:w="5136"/>
      </w:tblGrid>
      <w:tr w:rsidR="00CC22A8" w:rsidRPr="00137C51">
        <w:trPr>
          <w:tblHeader/>
          <w:jc w:val="center"/>
        </w:trPr>
        <w:tc>
          <w:tcPr>
            <w:tcW w:w="8616" w:type="dxa"/>
            <w:gridSpan w:val="2"/>
          </w:tcPr>
          <w:p w:rsidR="00CC22A8" w:rsidRPr="00137C51" w:rsidRDefault="00CC22A8" w:rsidP="00CC22A8">
            <w:pPr>
              <w:pStyle w:val="NormalTable"/>
            </w:pPr>
            <w:r>
              <w:t xml:space="preserve">Table 3. Flags for </w:t>
            </w:r>
            <w:r w:rsidRPr="00823CD4">
              <w:rPr>
                <w:rFonts w:ascii="Courier New" w:hAnsi="Courier New" w:cs="Courier New"/>
                <w:sz w:val="18"/>
              </w:rPr>
              <w:t>H5LTopen_file_image</w:t>
            </w:r>
            <w:r>
              <w:t xml:space="preserve"> </w:t>
            </w:r>
          </w:p>
        </w:tc>
      </w:tr>
      <w:tr w:rsidR="00CC22A8" w:rsidRPr="00137C51">
        <w:trPr>
          <w:tblHeader/>
          <w:jc w:val="center"/>
        </w:trPr>
        <w:tc>
          <w:tcPr>
            <w:tcW w:w="3480" w:type="dxa"/>
          </w:tcPr>
          <w:p w:rsidR="00CC22A8" w:rsidRPr="00137C51" w:rsidRDefault="00CC22A8" w:rsidP="0047588B">
            <w:pPr>
              <w:pStyle w:val="NormalTable"/>
            </w:pPr>
            <w:r>
              <w:t>Flag</w:t>
            </w:r>
          </w:p>
        </w:tc>
        <w:tc>
          <w:tcPr>
            <w:tcW w:w="5136" w:type="dxa"/>
          </w:tcPr>
          <w:p w:rsidR="00CC22A8" w:rsidRPr="00137C51" w:rsidRDefault="00CC22A8" w:rsidP="0047588B">
            <w:pPr>
              <w:pStyle w:val="NormalTable"/>
            </w:pPr>
            <w:r>
              <w:t>Comments</w:t>
            </w:r>
          </w:p>
        </w:tc>
      </w:tr>
      <w:tr w:rsidR="00CC22A8" w:rsidRPr="007625C5">
        <w:trPr>
          <w:jc w:val="center"/>
        </w:trPr>
        <w:tc>
          <w:tcPr>
            <w:tcW w:w="3480" w:type="dxa"/>
          </w:tcPr>
          <w:p w:rsidR="00CC22A8" w:rsidRPr="00A27194" w:rsidRDefault="00CC22A8" w:rsidP="00CC22A8">
            <w:pPr>
              <w:pStyle w:val="PlainText"/>
              <w:rPr>
                <w:b/>
              </w:rPr>
            </w:pPr>
            <w:r w:rsidRPr="00DA1CFE">
              <w:t>H5LT_FILE_IMAGE_OPEN_RW</w:t>
            </w:r>
            <w:r>
              <w:t xml:space="preserve"> </w:t>
            </w:r>
          </w:p>
        </w:tc>
        <w:tc>
          <w:tcPr>
            <w:tcW w:w="5136" w:type="dxa"/>
          </w:tcPr>
          <w:p w:rsidR="00CC22A8" w:rsidRPr="00A27194" w:rsidRDefault="00CC22A8" w:rsidP="00CC22A8">
            <w:r>
              <w:t>Indicates that the HDF5 Library should open the image read/write instead of the default read-only.</w:t>
            </w:r>
          </w:p>
        </w:tc>
      </w:tr>
      <w:tr w:rsidR="00CC22A8" w:rsidRPr="007625C5">
        <w:trPr>
          <w:jc w:val="center"/>
        </w:trPr>
        <w:tc>
          <w:tcPr>
            <w:tcW w:w="3480" w:type="dxa"/>
          </w:tcPr>
          <w:p w:rsidR="00CC22A8" w:rsidRPr="007625C5" w:rsidRDefault="00CC22A8" w:rsidP="00CC22A8">
            <w:pPr>
              <w:pStyle w:val="PlainText"/>
              <w:rPr>
                <w:b/>
              </w:rPr>
            </w:pPr>
            <w:r w:rsidRPr="005F4CCB">
              <w:t>H5LT_FILE_IMAGE_DONT_COPY</w:t>
            </w:r>
            <w:r>
              <w:t xml:space="preserve"> </w:t>
            </w:r>
          </w:p>
        </w:tc>
        <w:tc>
          <w:tcPr>
            <w:tcW w:w="5136" w:type="dxa"/>
          </w:tcPr>
          <w:p w:rsidR="00CC22A8" w:rsidRDefault="00CC22A8" w:rsidP="00CC22A8">
            <w:r>
              <w:t xml:space="preserve">Indicates that the HDF5 Library should not copy the file image buffer provided, but should use it directly. The HDF5 Library will release the file image when finished. The supplied buffer must have been allocated via a call to the standard C library </w:t>
            </w:r>
            <w:proofErr w:type="gramStart"/>
            <w:r w:rsidRPr="005F4CCB">
              <w:rPr>
                <w:rFonts w:ascii="Courier New" w:hAnsi="Courier New" w:cs="Courier New"/>
                <w:sz w:val="18"/>
              </w:rPr>
              <w:t>malloc(</w:t>
            </w:r>
            <w:proofErr w:type="gramEnd"/>
            <w:r w:rsidRPr="005F4CCB">
              <w:rPr>
                <w:rFonts w:ascii="Courier New" w:hAnsi="Courier New" w:cs="Courier New"/>
                <w:sz w:val="18"/>
              </w:rPr>
              <w:t>)</w:t>
            </w:r>
            <w:r>
              <w:t xml:space="preserve"> or </w:t>
            </w:r>
            <w:r w:rsidRPr="005F4CCB">
              <w:rPr>
                <w:rFonts w:ascii="Courier New" w:hAnsi="Courier New" w:cs="Courier New"/>
                <w:sz w:val="18"/>
              </w:rPr>
              <w:t>calloc()</w:t>
            </w:r>
            <w:r>
              <w:t xml:space="preserve"> routines. The HDF5 Library will call </w:t>
            </w:r>
            <w:proofErr w:type="gramStart"/>
            <w:r w:rsidRPr="005F4CCB">
              <w:rPr>
                <w:rFonts w:ascii="Courier New" w:hAnsi="Courier New" w:cs="Courier New"/>
                <w:sz w:val="18"/>
              </w:rPr>
              <w:t>free(</w:t>
            </w:r>
            <w:proofErr w:type="gramEnd"/>
            <w:r w:rsidRPr="005F4CCB">
              <w:rPr>
                <w:rFonts w:ascii="Courier New" w:hAnsi="Courier New" w:cs="Courier New"/>
                <w:sz w:val="18"/>
              </w:rPr>
              <w:t>)</w:t>
            </w:r>
            <w:r>
              <w:t xml:space="preserve"> to release the buffer. In the absence of this flag, the HDF5 Library will copy the buffer provided. </w:t>
            </w:r>
            <w:r w:rsidRPr="005F4CCB">
              <w:t xml:space="preserve">The </w:t>
            </w:r>
            <w:r w:rsidRPr="005F4CCB">
              <w:rPr>
                <w:rFonts w:ascii="Courier New" w:hAnsi="Courier New" w:cs="Courier New"/>
                <w:sz w:val="18"/>
              </w:rPr>
              <w:t>H5LT_FILE_IMAGE_DONT_COPY</w:t>
            </w:r>
            <w:r w:rsidRPr="005F4CCB">
              <w:t xml:space="preserve"> flag provides an application with the ability to “give ownership” of a </w:t>
            </w:r>
            <w:r w:rsidRPr="005F4CCB">
              <w:lastRenderedPageBreak/>
              <w:t>file image buffer to the HDF5 Library.</w:t>
            </w:r>
          </w:p>
          <w:p w:rsidR="00CC22A8" w:rsidRDefault="00CC22A8" w:rsidP="00CC22A8"/>
          <w:p w:rsidR="00CC22A8" w:rsidRDefault="00CC22A8" w:rsidP="00CC22A8">
            <w:r>
              <w:t xml:space="preserve">The HDF5 Library will modify the buffer on write if the image is opened read/write and the </w:t>
            </w:r>
            <w:r w:rsidRPr="005F4CCB">
              <w:rPr>
                <w:rFonts w:ascii="Courier New" w:hAnsi="Courier New" w:cs="Courier New"/>
                <w:sz w:val="18"/>
              </w:rPr>
              <w:t>H5LT_FILE_IMAGE_DONT_COPY</w:t>
            </w:r>
            <w:r>
              <w:t xml:space="preserve"> flag is set. </w:t>
            </w:r>
          </w:p>
          <w:p w:rsidR="00CC22A8" w:rsidRDefault="00CC22A8" w:rsidP="00CC22A8"/>
          <w:p w:rsidR="00CC22A8" w:rsidRPr="00CC22A8" w:rsidRDefault="00CC22A8" w:rsidP="0047588B">
            <w:r>
              <w:t xml:space="preserve">The </w:t>
            </w:r>
            <w:r w:rsidRPr="005F4CCB">
              <w:rPr>
                <w:rFonts w:ascii="Courier New" w:hAnsi="Courier New" w:cs="Courier New"/>
                <w:sz w:val="18"/>
              </w:rPr>
              <w:t>H5LT_FILE_IMAGE_DONT_RELEASE</w:t>
            </w:r>
            <w:r>
              <w:t xml:space="preserve"> flag, see below, is invalid unless the </w:t>
            </w:r>
            <w:r w:rsidRPr="005F4CCB">
              <w:rPr>
                <w:rFonts w:ascii="Courier New" w:hAnsi="Courier New" w:cs="Courier New"/>
                <w:sz w:val="18"/>
              </w:rPr>
              <w:t>H5LT_FILE_IMAGE_DONT_COPY</w:t>
            </w:r>
            <w:r>
              <w:t xml:space="preserve"> flag is set.</w:t>
            </w:r>
          </w:p>
        </w:tc>
      </w:tr>
      <w:tr w:rsidR="00CC22A8" w:rsidRPr="008D1E44">
        <w:trPr>
          <w:jc w:val="center"/>
        </w:trPr>
        <w:tc>
          <w:tcPr>
            <w:tcW w:w="3480" w:type="dxa"/>
          </w:tcPr>
          <w:p w:rsidR="00CC22A8" w:rsidRPr="007625C5" w:rsidRDefault="00FE0206" w:rsidP="00FE0206">
            <w:pPr>
              <w:pStyle w:val="PlainText"/>
              <w:rPr>
                <w:b/>
              </w:rPr>
            </w:pPr>
            <w:r w:rsidRPr="005F4CCB">
              <w:lastRenderedPageBreak/>
              <w:t>H5LT_FILE_IMAGE_DONT_RELEASE</w:t>
            </w:r>
          </w:p>
        </w:tc>
        <w:tc>
          <w:tcPr>
            <w:tcW w:w="5136" w:type="dxa"/>
          </w:tcPr>
          <w:p w:rsidR="00FE0206" w:rsidRDefault="006064E5" w:rsidP="00FE0206">
            <w:r>
              <w:t xml:space="preserve">Indicates </w:t>
            </w:r>
            <w:r w:rsidR="00FE0206">
              <w:t xml:space="preserve">that the HDF5 Library should not attempt to release the buffer when the file is closed. This implies that the application will tend to this detail and that the application will not discard the buffer until after the file image is closed. </w:t>
            </w:r>
          </w:p>
          <w:p w:rsidR="00FE0206" w:rsidRDefault="00FE0206" w:rsidP="00FE0206"/>
          <w:p w:rsidR="00FE0206" w:rsidRDefault="00FE0206" w:rsidP="00FE0206">
            <w:r>
              <w:t xml:space="preserve">Since there is no way to return a changed buffer base address to the application, and since </w:t>
            </w:r>
            <w:r w:rsidRPr="005F4CCB">
              <w:rPr>
                <w:rFonts w:ascii="Courier New" w:hAnsi="Courier New" w:cs="Courier New"/>
                <w:sz w:val="18"/>
              </w:rPr>
              <w:t>realloc</w:t>
            </w:r>
            <w:r>
              <w:t xml:space="preserve"> can change this value, calls to </w:t>
            </w:r>
            <w:r w:rsidRPr="005F4CCB">
              <w:rPr>
                <w:rFonts w:ascii="Courier New" w:hAnsi="Courier New" w:cs="Courier New"/>
                <w:sz w:val="18"/>
              </w:rPr>
              <w:t>realloc()</w:t>
            </w:r>
            <w:r>
              <w:t xml:space="preserve"> must be barred when this flag is set. As a result, any write that requires an increased buffer size will fail.</w:t>
            </w:r>
          </w:p>
          <w:p w:rsidR="00FE0206" w:rsidRDefault="00FE0206" w:rsidP="00FE0206"/>
          <w:p w:rsidR="00FE0206" w:rsidRDefault="00FE0206" w:rsidP="00FE0206">
            <w:r>
              <w:t xml:space="preserve">This flag is invalid unless the </w:t>
            </w:r>
            <w:r w:rsidRPr="005F4CCB">
              <w:rPr>
                <w:rFonts w:ascii="Courier New" w:hAnsi="Courier New" w:cs="Courier New"/>
                <w:sz w:val="18"/>
              </w:rPr>
              <w:t>H5LT_FILE_IMAGE_DONT_COPY</w:t>
            </w:r>
            <w:r>
              <w:t xml:space="preserve"> flag, see above, is set.</w:t>
            </w:r>
          </w:p>
          <w:p w:rsidR="00FE0206" w:rsidRDefault="00FE0206" w:rsidP="00FE0206"/>
          <w:p w:rsidR="006064E5" w:rsidRDefault="00FE0206" w:rsidP="006064E5">
            <w:r>
              <w:t xml:space="preserve">If the </w:t>
            </w:r>
            <w:r w:rsidRPr="005F4CCB">
              <w:rPr>
                <w:rFonts w:ascii="Courier New" w:hAnsi="Courier New" w:cs="Courier New"/>
                <w:sz w:val="18"/>
              </w:rPr>
              <w:t>H5LT_FILE_IMAGE_DONT_COPY</w:t>
            </w:r>
            <w:r>
              <w:t xml:space="preserve"> flag is set </w:t>
            </w:r>
            <w:r w:rsidR="006064E5">
              <w:t xml:space="preserve">and </w:t>
            </w:r>
            <w:r>
              <w:t>this flag</w:t>
            </w:r>
            <w:r w:rsidR="006064E5">
              <w:t xml:space="preserve"> is not set</w:t>
            </w:r>
            <w:r>
              <w:t xml:space="preserve">, the HDF5 Library will release the </w:t>
            </w:r>
            <w:r w:rsidR="006064E5">
              <w:t xml:space="preserve">file image </w:t>
            </w:r>
            <w:r>
              <w:t xml:space="preserve">buffer after the file is closed using the standard C library </w:t>
            </w:r>
            <w:r w:rsidRPr="005F4CCB">
              <w:rPr>
                <w:rFonts w:ascii="Courier New" w:hAnsi="Courier New" w:cs="Courier New"/>
                <w:sz w:val="18"/>
              </w:rPr>
              <w:t>free()</w:t>
            </w:r>
            <w:r>
              <w:t xml:space="preserve"> routine. </w:t>
            </w:r>
          </w:p>
          <w:p w:rsidR="006064E5" w:rsidRDefault="006064E5" w:rsidP="006064E5"/>
          <w:p w:rsidR="00CC22A8" w:rsidRPr="00A27194" w:rsidRDefault="00FE0206" w:rsidP="006064E5">
            <w:r w:rsidRPr="00D94420">
              <w:t xml:space="preserve">Using </w:t>
            </w:r>
            <w:r w:rsidR="006064E5">
              <w:t xml:space="preserve">this flag and </w:t>
            </w:r>
            <w:r w:rsidRPr="00D94420">
              <w:t xml:space="preserve">the </w:t>
            </w:r>
            <w:r w:rsidRPr="005F4CCB">
              <w:rPr>
                <w:rFonts w:ascii="Courier New" w:hAnsi="Courier New" w:cs="Courier New"/>
                <w:sz w:val="18"/>
              </w:rPr>
              <w:t xml:space="preserve">H5LT_FILE_IMAGE_DONT_COPY </w:t>
            </w:r>
            <w:r w:rsidRPr="00D94420">
              <w:t>flag provides a way for the application to specify a buffer that the HDF5 Library can use for opening and accessing as a file image while letting the application retain ownership of the buffer.</w:t>
            </w:r>
          </w:p>
        </w:tc>
      </w:tr>
    </w:tbl>
    <w:p w:rsidR="00D94420" w:rsidRDefault="00D94420" w:rsidP="000E1FF8"/>
    <w:p w:rsidR="00D94420" w:rsidRDefault="00D94420" w:rsidP="000E1FF8">
      <w:r>
        <w:t xml:space="preserve">The following table is intended to summarize the semantics of the </w:t>
      </w:r>
      <w:r w:rsidRPr="005F4CCB">
        <w:rPr>
          <w:rFonts w:ascii="Courier New" w:hAnsi="Courier New" w:cs="Courier New"/>
          <w:sz w:val="18"/>
        </w:rPr>
        <w:t>H5LT_FILE_IMAGE_DONT_COPY</w:t>
      </w:r>
      <w:r>
        <w:t xml:space="preserve"> and </w:t>
      </w:r>
      <w:r w:rsidRPr="005F4CCB">
        <w:rPr>
          <w:rFonts w:ascii="Courier New" w:hAnsi="Courier New" w:cs="Courier New"/>
          <w:sz w:val="18"/>
        </w:rPr>
        <w:t>H5LT_FILE_IMAGE_DONT_RELEASE</w:t>
      </w:r>
      <w:r>
        <w:t xml:space="preserve"> flags (shown as “Don’t Copy Flag” and “Don’t Release Flag” respectively in the table):</w:t>
      </w:r>
    </w:p>
    <w:p w:rsidR="00C82E6F" w:rsidRDefault="00C82E6F">
      <w:r>
        <w:br w:type="page"/>
      </w:r>
    </w:p>
    <w:p w:rsidR="00C82E6F" w:rsidRDefault="00C82E6F" w:rsidP="000E1FF8"/>
    <w:tbl>
      <w:tblPr>
        <w:tblStyle w:val="TableGrid"/>
        <w:tblW w:w="0" w:type="auto"/>
        <w:jc w:val="center"/>
        <w:tblInd w:w="1278"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07"/>
        <w:gridCol w:w="1169"/>
        <w:gridCol w:w="1617"/>
        <w:gridCol w:w="1706"/>
        <w:gridCol w:w="1796"/>
        <w:gridCol w:w="1661"/>
      </w:tblGrid>
      <w:tr w:rsidR="005F4CCB" w:rsidRPr="00137C51">
        <w:trPr>
          <w:tblHeader/>
          <w:jc w:val="center"/>
        </w:trPr>
        <w:tc>
          <w:tcPr>
            <w:tcW w:w="8874" w:type="dxa"/>
            <w:gridSpan w:val="6"/>
          </w:tcPr>
          <w:p w:rsidR="005F4CCB" w:rsidRPr="005F4CCB" w:rsidRDefault="005F4CCB" w:rsidP="00CC22A8">
            <w:pPr>
              <w:pStyle w:val="NormalTable"/>
            </w:pPr>
            <w:r w:rsidRPr="005F4CCB">
              <w:t xml:space="preserve">Table </w:t>
            </w:r>
            <w:r w:rsidR="00CC22A8">
              <w:t>4</w:t>
            </w:r>
            <w:r w:rsidRPr="005F4CCB">
              <w:t xml:space="preserve">. </w:t>
            </w:r>
            <w:r>
              <w:t>Summary of Don’t Copy and Don’t Release Flag Actions</w:t>
            </w:r>
          </w:p>
        </w:tc>
      </w:tr>
      <w:tr w:rsidR="005F4CCB" w:rsidRPr="005F4CCB">
        <w:trPr>
          <w:tblHeader/>
          <w:jc w:val="center"/>
        </w:trPr>
        <w:tc>
          <w:tcPr>
            <w:tcW w:w="909" w:type="dxa"/>
          </w:tcPr>
          <w:p w:rsidR="005F4CCB" w:rsidRPr="005F4CCB" w:rsidRDefault="005F4CCB" w:rsidP="0047588B">
            <w:pPr>
              <w:pStyle w:val="NormalTable"/>
            </w:pPr>
            <w:r w:rsidRPr="005F4CCB">
              <w:t>Don’t Copy Flag</w:t>
            </w:r>
          </w:p>
        </w:tc>
        <w:tc>
          <w:tcPr>
            <w:tcW w:w="1170" w:type="dxa"/>
          </w:tcPr>
          <w:p w:rsidR="005F4CCB" w:rsidRPr="005F4CCB" w:rsidRDefault="005F4CCB" w:rsidP="0047588B">
            <w:pPr>
              <w:pStyle w:val="NormalTable"/>
            </w:pPr>
            <w:r w:rsidRPr="005F4CCB">
              <w:t>Don’t Release Flag</w:t>
            </w:r>
          </w:p>
        </w:tc>
        <w:tc>
          <w:tcPr>
            <w:tcW w:w="1620" w:type="dxa"/>
          </w:tcPr>
          <w:p w:rsidR="005F4CCB" w:rsidRPr="005F4CCB" w:rsidRDefault="005F4CCB" w:rsidP="0047588B">
            <w:pPr>
              <w:rPr>
                <w:b/>
              </w:rPr>
            </w:pPr>
            <w:r w:rsidRPr="005F4CCB">
              <w:rPr>
                <w:b/>
              </w:rPr>
              <w:t xml:space="preserve">Make Copy of User </w:t>
            </w:r>
            <w:r w:rsidR="00D71AF1" w:rsidRPr="005F4CCB">
              <w:rPr>
                <w:b/>
              </w:rPr>
              <w:t>Supplied Buffer</w:t>
            </w:r>
          </w:p>
        </w:tc>
        <w:tc>
          <w:tcPr>
            <w:tcW w:w="1710" w:type="dxa"/>
          </w:tcPr>
          <w:p w:rsidR="005F4CCB" w:rsidRPr="005F4CCB" w:rsidRDefault="00D71AF1" w:rsidP="0047588B">
            <w:pPr>
              <w:rPr>
                <w:b/>
              </w:rPr>
            </w:pPr>
            <w:r w:rsidRPr="005F4CCB">
              <w:rPr>
                <w:b/>
              </w:rPr>
              <w:t>Pass User Supplied Buffer to File Driver</w:t>
            </w:r>
          </w:p>
        </w:tc>
        <w:tc>
          <w:tcPr>
            <w:tcW w:w="1800" w:type="dxa"/>
          </w:tcPr>
          <w:p w:rsidR="005F4CCB" w:rsidRPr="005F4CCB" w:rsidRDefault="00D71AF1" w:rsidP="0047588B">
            <w:pPr>
              <w:rPr>
                <w:b/>
              </w:rPr>
            </w:pPr>
            <w:r w:rsidRPr="005F4CCB">
              <w:rPr>
                <w:b/>
              </w:rPr>
              <w:t>Release User Supplied Buffer When Done</w:t>
            </w:r>
          </w:p>
        </w:tc>
        <w:tc>
          <w:tcPr>
            <w:tcW w:w="1665" w:type="dxa"/>
          </w:tcPr>
          <w:p w:rsidR="005F4CCB" w:rsidRPr="005F4CCB" w:rsidRDefault="005F4CCB" w:rsidP="0047588B">
            <w:pPr>
              <w:rPr>
                <w:b/>
              </w:rPr>
            </w:pPr>
            <w:r w:rsidRPr="005F4CCB">
              <w:rPr>
                <w:b/>
              </w:rPr>
              <w:t xml:space="preserve">Permit </w:t>
            </w:r>
            <w:r w:rsidRPr="005F4CCB">
              <w:rPr>
                <w:rFonts w:ascii="Courier New" w:hAnsi="Courier New" w:cs="Courier New"/>
                <w:b/>
                <w:sz w:val="18"/>
              </w:rPr>
              <w:t>realloc</w:t>
            </w:r>
            <w:r w:rsidRPr="005F4CCB">
              <w:rPr>
                <w:b/>
              </w:rPr>
              <w:t xml:space="preserve"> of </w:t>
            </w:r>
            <w:r w:rsidR="00D71AF1" w:rsidRPr="005F4CCB">
              <w:rPr>
                <w:b/>
              </w:rPr>
              <w:t xml:space="preserve">Buffer Used </w:t>
            </w:r>
            <w:r w:rsidRPr="005F4CCB">
              <w:rPr>
                <w:b/>
              </w:rPr>
              <w:t xml:space="preserve">by </w:t>
            </w:r>
            <w:r w:rsidR="00D71AF1" w:rsidRPr="005F4CCB">
              <w:rPr>
                <w:b/>
              </w:rPr>
              <w:t>File Driver</w:t>
            </w:r>
          </w:p>
        </w:tc>
      </w:tr>
      <w:tr w:rsidR="005F4CCB" w:rsidRPr="007625C5">
        <w:trPr>
          <w:jc w:val="center"/>
        </w:trPr>
        <w:tc>
          <w:tcPr>
            <w:tcW w:w="909" w:type="dxa"/>
          </w:tcPr>
          <w:p w:rsidR="005F4CCB" w:rsidRPr="00E43056" w:rsidRDefault="005F4CCB" w:rsidP="0047588B">
            <w:r w:rsidRPr="00E43056">
              <w:t>False</w:t>
            </w:r>
          </w:p>
        </w:tc>
        <w:tc>
          <w:tcPr>
            <w:tcW w:w="1170" w:type="dxa"/>
          </w:tcPr>
          <w:p w:rsidR="005F4CCB" w:rsidRPr="00E43056" w:rsidRDefault="00256EDE" w:rsidP="0047588B">
            <w:r>
              <w:t>Don’t care</w:t>
            </w:r>
          </w:p>
        </w:tc>
        <w:tc>
          <w:tcPr>
            <w:tcW w:w="1620" w:type="dxa"/>
          </w:tcPr>
          <w:p w:rsidR="005F4CCB" w:rsidRPr="00E43056" w:rsidRDefault="005F4CCB" w:rsidP="0047588B">
            <w:r w:rsidRPr="00E43056">
              <w:t>True</w:t>
            </w:r>
          </w:p>
        </w:tc>
        <w:tc>
          <w:tcPr>
            <w:tcW w:w="1710" w:type="dxa"/>
          </w:tcPr>
          <w:p w:rsidR="005F4CCB" w:rsidRPr="00E43056" w:rsidRDefault="005F4CCB" w:rsidP="0047588B">
            <w:r w:rsidRPr="00E43056">
              <w:t>False</w:t>
            </w:r>
          </w:p>
        </w:tc>
        <w:tc>
          <w:tcPr>
            <w:tcW w:w="1800" w:type="dxa"/>
          </w:tcPr>
          <w:p w:rsidR="005F4CCB" w:rsidRPr="00E43056" w:rsidRDefault="005F4CCB" w:rsidP="0047588B">
            <w:r w:rsidRPr="00E43056">
              <w:t>False</w:t>
            </w:r>
          </w:p>
        </w:tc>
        <w:tc>
          <w:tcPr>
            <w:tcW w:w="1665" w:type="dxa"/>
          </w:tcPr>
          <w:p w:rsidR="005F4CCB" w:rsidRPr="00E43056" w:rsidRDefault="005F4CCB" w:rsidP="0047588B">
            <w:r w:rsidRPr="00E43056">
              <w:t>True</w:t>
            </w:r>
          </w:p>
        </w:tc>
      </w:tr>
      <w:tr w:rsidR="005F4CCB" w:rsidRPr="007625C5">
        <w:trPr>
          <w:jc w:val="center"/>
        </w:trPr>
        <w:tc>
          <w:tcPr>
            <w:tcW w:w="909" w:type="dxa"/>
          </w:tcPr>
          <w:p w:rsidR="005F4CCB" w:rsidRPr="00E43056" w:rsidRDefault="005F4CCB" w:rsidP="0047588B">
            <w:r w:rsidRPr="00E43056">
              <w:t>True</w:t>
            </w:r>
          </w:p>
        </w:tc>
        <w:tc>
          <w:tcPr>
            <w:tcW w:w="1170" w:type="dxa"/>
          </w:tcPr>
          <w:p w:rsidR="005F4CCB" w:rsidRPr="00E43056" w:rsidRDefault="005F4CCB" w:rsidP="0047588B">
            <w:r w:rsidRPr="00E43056">
              <w:t>False</w:t>
            </w:r>
          </w:p>
        </w:tc>
        <w:tc>
          <w:tcPr>
            <w:tcW w:w="1620" w:type="dxa"/>
          </w:tcPr>
          <w:p w:rsidR="005F4CCB" w:rsidRPr="00E43056" w:rsidRDefault="005F4CCB" w:rsidP="0047588B">
            <w:r w:rsidRPr="00E43056">
              <w:t>False</w:t>
            </w:r>
          </w:p>
        </w:tc>
        <w:tc>
          <w:tcPr>
            <w:tcW w:w="1710" w:type="dxa"/>
          </w:tcPr>
          <w:p w:rsidR="005F4CCB" w:rsidRPr="00E43056" w:rsidRDefault="005F4CCB" w:rsidP="0047588B">
            <w:r w:rsidRPr="00E43056">
              <w:t>True</w:t>
            </w:r>
          </w:p>
        </w:tc>
        <w:tc>
          <w:tcPr>
            <w:tcW w:w="1800" w:type="dxa"/>
          </w:tcPr>
          <w:p w:rsidR="005F4CCB" w:rsidRPr="00E43056" w:rsidRDefault="005F4CCB" w:rsidP="0047588B">
            <w:r w:rsidRPr="00E43056">
              <w:t>True</w:t>
            </w:r>
          </w:p>
        </w:tc>
        <w:tc>
          <w:tcPr>
            <w:tcW w:w="1665" w:type="dxa"/>
          </w:tcPr>
          <w:p w:rsidR="005F4CCB" w:rsidRPr="00E43056" w:rsidRDefault="005F4CCB" w:rsidP="0047588B">
            <w:r w:rsidRPr="00E43056">
              <w:t>True</w:t>
            </w:r>
          </w:p>
        </w:tc>
      </w:tr>
      <w:tr w:rsidR="005F4CCB" w:rsidRPr="008D1E44">
        <w:trPr>
          <w:jc w:val="center"/>
        </w:trPr>
        <w:tc>
          <w:tcPr>
            <w:tcW w:w="909" w:type="dxa"/>
          </w:tcPr>
          <w:p w:rsidR="005F4CCB" w:rsidRPr="00E43056" w:rsidRDefault="005F4CCB" w:rsidP="0047588B">
            <w:r w:rsidRPr="00E43056">
              <w:t>True</w:t>
            </w:r>
          </w:p>
        </w:tc>
        <w:tc>
          <w:tcPr>
            <w:tcW w:w="1170" w:type="dxa"/>
          </w:tcPr>
          <w:p w:rsidR="005F4CCB" w:rsidRPr="00E43056" w:rsidRDefault="005F4CCB" w:rsidP="0047588B">
            <w:r w:rsidRPr="00E43056">
              <w:t>True</w:t>
            </w:r>
          </w:p>
        </w:tc>
        <w:tc>
          <w:tcPr>
            <w:tcW w:w="1620" w:type="dxa"/>
          </w:tcPr>
          <w:p w:rsidR="005F4CCB" w:rsidRPr="00E43056" w:rsidRDefault="005F4CCB" w:rsidP="0047588B">
            <w:r w:rsidRPr="00E43056">
              <w:t>False</w:t>
            </w:r>
          </w:p>
        </w:tc>
        <w:tc>
          <w:tcPr>
            <w:tcW w:w="1710" w:type="dxa"/>
          </w:tcPr>
          <w:p w:rsidR="005F4CCB" w:rsidRPr="00E43056" w:rsidRDefault="005F4CCB" w:rsidP="0047588B">
            <w:r w:rsidRPr="00E43056">
              <w:t>True</w:t>
            </w:r>
          </w:p>
        </w:tc>
        <w:tc>
          <w:tcPr>
            <w:tcW w:w="1800" w:type="dxa"/>
          </w:tcPr>
          <w:p w:rsidR="005F4CCB" w:rsidRPr="00E43056" w:rsidRDefault="005F4CCB" w:rsidP="0047588B">
            <w:r w:rsidRPr="00E43056">
              <w:t>False</w:t>
            </w:r>
          </w:p>
        </w:tc>
        <w:tc>
          <w:tcPr>
            <w:tcW w:w="1665" w:type="dxa"/>
          </w:tcPr>
          <w:p w:rsidR="005F4CCB" w:rsidRPr="00E43056" w:rsidRDefault="005F4CCB" w:rsidP="0047588B">
            <w:r w:rsidRPr="00E43056">
              <w:t>False</w:t>
            </w:r>
          </w:p>
        </w:tc>
      </w:tr>
    </w:tbl>
    <w:p w:rsidR="006D3706" w:rsidRDefault="006D3706" w:rsidP="000E1FF8"/>
    <w:p w:rsidR="00A4200A" w:rsidRDefault="00D94420" w:rsidP="000E1FF8">
      <w:r>
        <w:t xml:space="preserve">The return value of </w:t>
      </w:r>
      <w:r w:rsidRPr="00D71AF1">
        <w:rPr>
          <w:rFonts w:ascii="Courier New" w:hAnsi="Courier New" w:cs="Courier New"/>
          <w:sz w:val="18"/>
        </w:rPr>
        <w:t>H5LTopen_file_image</w:t>
      </w:r>
      <w:r>
        <w:t xml:space="preserve"> will be a file ID on success or a negative value on failure</w:t>
      </w:r>
      <w:r w:rsidR="006564E8">
        <w:t xml:space="preserve">. </w:t>
      </w:r>
      <w:r>
        <w:t xml:space="preserve">The file ID returned should be closed with </w:t>
      </w:r>
      <w:r w:rsidRPr="00D71AF1">
        <w:rPr>
          <w:rFonts w:ascii="Courier New" w:hAnsi="Courier New" w:cs="Courier New"/>
          <w:sz w:val="18"/>
        </w:rPr>
        <w:t>H5Fclose</w:t>
      </w:r>
      <w:r>
        <w:t>.</w:t>
      </w:r>
    </w:p>
    <w:p w:rsidR="00695735" w:rsidRDefault="00695735" w:rsidP="000E1FF8"/>
    <w:p w:rsidR="002259C6" w:rsidRDefault="002259C6" w:rsidP="002259C6">
      <w:r w:rsidRPr="00D94420">
        <w:t>Note that there</w:t>
      </w:r>
      <w:r>
        <w:t xml:space="preserve"> i</w:t>
      </w:r>
      <w:r w:rsidRPr="00D94420">
        <w:t xml:space="preserve">s no way </w:t>
      </w:r>
      <w:r>
        <w:t xml:space="preserve">currently </w:t>
      </w:r>
      <w:r w:rsidRPr="00D94420">
        <w:t>to specify a “backing store” file name in th</w:t>
      </w:r>
      <w:r>
        <w:t xml:space="preserve">is definition of </w:t>
      </w:r>
      <w:r w:rsidRPr="00CB6C98">
        <w:rPr>
          <w:rFonts w:ascii="Courier New" w:hAnsi="Courier New" w:cs="Courier New"/>
          <w:sz w:val="18"/>
        </w:rPr>
        <w:t>H5LTopen_image</w:t>
      </w:r>
      <w:r w:rsidRPr="00D94420">
        <w:t>.</w:t>
      </w:r>
    </w:p>
    <w:p w:rsidR="00E43056" w:rsidRDefault="00E43056" w:rsidP="000E1FF8"/>
    <w:p w:rsidR="006064E5" w:rsidRDefault="006064E5" w:rsidP="000E1FF8"/>
    <w:p w:rsidR="00E43056" w:rsidRDefault="00E43056" w:rsidP="000E1FF8"/>
    <w:p w:rsidR="000477ED" w:rsidRPr="00CA548B" w:rsidRDefault="00E86E7F" w:rsidP="000E1FF8">
      <w:pPr>
        <w:pStyle w:val="Heading1"/>
      </w:pPr>
      <w:bookmarkStart w:id="24" w:name="_Toc318962994"/>
      <w:r w:rsidRPr="00CA548B">
        <w:lastRenderedPageBreak/>
        <w:t>C</w:t>
      </w:r>
      <w:r w:rsidR="000477ED" w:rsidRPr="00CA548B">
        <w:t xml:space="preserve"> API Ca</w:t>
      </w:r>
      <w:bookmarkStart w:id="25" w:name="CApiCallSemantics"/>
      <w:bookmarkEnd w:id="25"/>
      <w:r w:rsidR="000477ED" w:rsidRPr="00CA548B">
        <w:t>ll Semantics</w:t>
      </w:r>
      <w:bookmarkEnd w:id="24"/>
      <w:r w:rsidR="001A5ADF" w:rsidRPr="00CA548B">
        <w:t xml:space="preserve"> </w:t>
      </w:r>
    </w:p>
    <w:p w:rsidR="000477ED" w:rsidRDefault="00222F71" w:rsidP="000E1FF8">
      <w:r>
        <w:t xml:space="preserve">The purpose of this chapter is to </w:t>
      </w:r>
      <w:r w:rsidR="00501CEC">
        <w:t xml:space="preserve">describe some </w:t>
      </w:r>
      <w:r>
        <w:t>issues that developers should consider when using file image buffers, property lists, and callback APIs.</w:t>
      </w:r>
      <w:r w:rsidR="00FB6345">
        <w:t xml:space="preserve"> </w:t>
      </w:r>
    </w:p>
    <w:p w:rsidR="000477ED" w:rsidRDefault="000477ED" w:rsidP="000E1FF8"/>
    <w:p w:rsidR="000477ED" w:rsidRDefault="000477ED" w:rsidP="000E1FF8"/>
    <w:p w:rsidR="00AF4C4A" w:rsidRPr="000477ED" w:rsidRDefault="00AF4C4A" w:rsidP="000E1FF8"/>
    <w:p w:rsidR="000477ED" w:rsidRPr="006A4745" w:rsidRDefault="000477ED" w:rsidP="000E1FF8">
      <w:pPr>
        <w:pStyle w:val="Heading2"/>
      </w:pPr>
      <w:bookmarkStart w:id="26" w:name="_Toc318962995"/>
      <w:r w:rsidRPr="006A4745">
        <w:t>File Image Callback Se</w:t>
      </w:r>
      <w:bookmarkStart w:id="27" w:name="FileImageCallbackSemantics"/>
      <w:bookmarkEnd w:id="27"/>
      <w:r w:rsidRPr="006A4745">
        <w:t>mantics</w:t>
      </w:r>
      <w:bookmarkEnd w:id="26"/>
      <w:r w:rsidR="00222F71" w:rsidRPr="006A4745">
        <w:t xml:space="preserve"> </w:t>
      </w:r>
    </w:p>
    <w:p w:rsidR="000477ED" w:rsidRDefault="000477ED" w:rsidP="000E1FF8">
      <w:r>
        <w:t xml:space="preserve">The </w:t>
      </w:r>
      <w:r w:rsidRPr="003064BF">
        <w:rPr>
          <w:rFonts w:ascii="Courier New" w:hAnsi="Courier New" w:cs="Courier New"/>
          <w:sz w:val="18"/>
        </w:rPr>
        <w:t>H5Fget/set_file_image_callbacks()</w:t>
      </w:r>
      <w:r>
        <w:t xml:space="preserve"> API calls allow </w:t>
      </w:r>
      <w:r w:rsidR="00E66570">
        <w:t>an</w:t>
      </w:r>
      <w:r>
        <w:t xml:space="preserve"> application to hook the memory management operations used when allocating, duplicating, and discarding file images in the property list, in the </w:t>
      </w:r>
      <w:r w:rsidR="00805591">
        <w:t>Core file driver</w:t>
      </w:r>
      <w:r>
        <w:t xml:space="preserve">, and </w:t>
      </w:r>
      <w:r w:rsidR="005A314C">
        <w:t xml:space="preserve">potentially </w:t>
      </w:r>
      <w:r>
        <w:t>in any in</w:t>
      </w:r>
      <w:r w:rsidR="00BE1A29">
        <w:t>-</w:t>
      </w:r>
      <w:r>
        <w:t>memory file driver</w:t>
      </w:r>
      <w:r w:rsidR="008B74BD">
        <w:t xml:space="preserve"> developed in the future</w:t>
      </w:r>
      <w:r>
        <w:t xml:space="preserve">. </w:t>
      </w:r>
    </w:p>
    <w:p w:rsidR="000477ED" w:rsidRPr="00CA548B" w:rsidRDefault="000477ED" w:rsidP="000E1FF8">
      <w:pPr>
        <w:rPr>
          <w:b/>
        </w:rPr>
      </w:pPr>
    </w:p>
    <w:p w:rsidR="000477ED" w:rsidRDefault="000477ED" w:rsidP="000E1FF8">
      <w:r w:rsidRPr="00B64461">
        <w:t xml:space="preserve">From the perspective of the HDF5 </w:t>
      </w:r>
      <w:r w:rsidR="007303E3" w:rsidRPr="00B64461">
        <w:t>Library</w:t>
      </w:r>
      <w:r w:rsidRPr="00B64461">
        <w:t xml:space="preserve">, the supplied </w:t>
      </w:r>
      <w:r w:rsidR="00D6452E">
        <w:rPr>
          <w:rFonts w:ascii="Courier New" w:hAnsi="Courier New" w:cs="Courier New"/>
          <w:sz w:val="18"/>
        </w:rPr>
        <w:t>image_</w:t>
      </w:r>
      <w:proofErr w:type="gramStart"/>
      <w:r w:rsidR="00D6452E">
        <w:rPr>
          <w:rFonts w:ascii="Courier New" w:hAnsi="Courier New" w:cs="Courier New"/>
          <w:sz w:val="18"/>
        </w:rPr>
        <w:t>malloc</w:t>
      </w:r>
      <w:r w:rsidRPr="00B64461">
        <w:rPr>
          <w:rFonts w:ascii="Courier New" w:hAnsi="Courier New" w:cs="Courier New"/>
          <w:sz w:val="18"/>
        </w:rPr>
        <w:t>(</w:t>
      </w:r>
      <w:proofErr w:type="gramEnd"/>
      <w:r w:rsidRPr="00B64461">
        <w:rPr>
          <w:rFonts w:ascii="Courier New" w:hAnsi="Courier New" w:cs="Courier New"/>
          <w:sz w:val="18"/>
        </w:rPr>
        <w:t>)</w:t>
      </w:r>
      <w:r w:rsidRPr="00B64461">
        <w:t xml:space="preserve">, </w:t>
      </w:r>
      <w:r w:rsidRPr="00B64461">
        <w:rPr>
          <w:rFonts w:ascii="Courier New" w:hAnsi="Courier New" w:cs="Courier New"/>
          <w:sz w:val="18"/>
        </w:rPr>
        <w:t>image_memcpy()</w:t>
      </w:r>
      <w:r w:rsidRPr="00B64461">
        <w:t xml:space="preserve">, </w:t>
      </w:r>
      <w:r w:rsidRPr="00B64461">
        <w:rPr>
          <w:rFonts w:ascii="Courier New" w:hAnsi="Courier New" w:cs="Courier New"/>
          <w:sz w:val="18"/>
        </w:rPr>
        <w:t>image_realloc()</w:t>
      </w:r>
      <w:r w:rsidRPr="00B64461">
        <w:t>,</w:t>
      </w:r>
      <w:r>
        <w:t xml:space="preserve"> and </w:t>
      </w:r>
      <w:r w:rsidRPr="007303E3">
        <w:rPr>
          <w:rFonts w:ascii="Courier New" w:hAnsi="Courier New" w:cs="Courier New"/>
          <w:sz w:val="18"/>
        </w:rPr>
        <w:t xml:space="preserve">image_free() </w:t>
      </w:r>
      <w:r>
        <w:t xml:space="preserve">callback routines must function identically to the C standard library </w:t>
      </w:r>
      <w:r w:rsidRPr="007303E3">
        <w:rPr>
          <w:rFonts w:ascii="Courier New" w:hAnsi="Courier New" w:cs="Courier New"/>
          <w:sz w:val="18"/>
        </w:rPr>
        <w:t>malloc()</w:t>
      </w:r>
      <w:r>
        <w:t xml:space="preserve">, </w:t>
      </w:r>
      <w:r w:rsidRPr="007303E3">
        <w:rPr>
          <w:rFonts w:ascii="Courier New" w:hAnsi="Courier New" w:cs="Courier New"/>
          <w:sz w:val="18"/>
        </w:rPr>
        <w:t>memcpy()</w:t>
      </w:r>
      <w:r>
        <w:t xml:space="preserve">, </w:t>
      </w:r>
      <w:r w:rsidRPr="007303E3">
        <w:rPr>
          <w:rFonts w:ascii="Courier New" w:hAnsi="Courier New" w:cs="Courier New"/>
          <w:sz w:val="18"/>
        </w:rPr>
        <w:t>realloc()</w:t>
      </w:r>
      <w:r>
        <w:t xml:space="preserve">, and </w:t>
      </w:r>
      <w:r w:rsidRPr="007303E3">
        <w:rPr>
          <w:rFonts w:ascii="Courier New" w:hAnsi="Courier New" w:cs="Courier New"/>
          <w:sz w:val="18"/>
        </w:rPr>
        <w:t>free()</w:t>
      </w:r>
      <w:r>
        <w:t xml:space="preserve"> calls. What happens on the application side can be much more nuanced, particularly with the ability to pass user data to the callbacks</w:t>
      </w:r>
      <w:r w:rsidR="006564E8">
        <w:t xml:space="preserve">. </w:t>
      </w:r>
      <w:r>
        <w:t>However, whatever the application does with these calls, it must maintain the illusion that the calls have had the expected effect</w:t>
      </w:r>
      <w:r w:rsidR="006564E8">
        <w:t xml:space="preserve">. </w:t>
      </w:r>
      <w:r>
        <w:t>Maintaining this illusion requires some understanding of how the property list structure works, and what HDF5 will do with the initial images passed to it.</w:t>
      </w:r>
    </w:p>
    <w:p w:rsidR="00B64461" w:rsidRDefault="00B64461" w:rsidP="000E1FF8"/>
    <w:p w:rsidR="001B2625" w:rsidRDefault="001B2625" w:rsidP="000E1FF8">
      <w:r>
        <w:t xml:space="preserve">At the beginning of this document, we talked about </w:t>
      </w:r>
      <w:r w:rsidR="002D0633">
        <w:t xml:space="preserve">the </w:t>
      </w:r>
      <w:r>
        <w:t xml:space="preserve">need to work within the constraints of the property list mechanism. When we </w:t>
      </w:r>
      <w:r w:rsidR="006A1142">
        <w:t>said</w:t>
      </w:r>
      <w:r>
        <w:t xml:space="preserve"> “from the perspective of the HDF5 Library…” in the paragraph above, we are making reference to this point.</w:t>
      </w:r>
    </w:p>
    <w:p w:rsidR="001B2625" w:rsidRDefault="001B2625" w:rsidP="000E1FF8"/>
    <w:p w:rsidR="001B2625" w:rsidRDefault="001B2625" w:rsidP="000E1FF8">
      <w:r>
        <w:t xml:space="preserve">The property list mechanism was developed as a way to add parameters to functions without changing the parameter list and breaking existing code. However, it was designed to use only “call by value” semantics, not “call by reference”. The decision to use “call by value” </w:t>
      </w:r>
      <w:r w:rsidR="006A1142">
        <w:t xml:space="preserve">semantics </w:t>
      </w:r>
      <w:r>
        <w:t>requires that the values of supplied variables be copied into the property list. This has the advantage of simplifying the copying and deletion of property lists. However, if the value to be copied is large (say a 2 GB file image), the overhead can be unacceptable.</w:t>
      </w:r>
    </w:p>
    <w:p w:rsidR="001B2625" w:rsidRDefault="001B2625" w:rsidP="000E1FF8"/>
    <w:p w:rsidR="00066140" w:rsidRDefault="001B2625" w:rsidP="000E1FF8">
      <w:r>
        <w:t xml:space="preserve">The usual solution to this problem is to use “call by reference” </w:t>
      </w:r>
      <w:r w:rsidR="002D0633">
        <w:t>where</w:t>
      </w:r>
      <w:r>
        <w:t xml:space="preserve"> only a pointer to an object is place</w:t>
      </w:r>
      <w:r w:rsidR="006A1142">
        <w:t>d</w:t>
      </w:r>
      <w:r>
        <w:t xml:space="preserve"> in a parameter list</w:t>
      </w:r>
      <w:r w:rsidR="002D0633">
        <w:t xml:space="preserve"> rather than</w:t>
      </w:r>
      <w:r>
        <w:t xml:space="preserve"> a copy of the object itself. </w:t>
      </w:r>
      <w:r w:rsidR="00066140">
        <w:t>However, use of “call by reference” semantics would greatly complicate the property list mechanism</w:t>
      </w:r>
      <w:r w:rsidR="002D0633">
        <w:t>:</w:t>
      </w:r>
      <w:r w:rsidR="00066140">
        <w:t xml:space="preserve"> </w:t>
      </w:r>
      <w:r w:rsidR="008C2127">
        <w:t xml:space="preserve">at a minimum, </w:t>
      </w:r>
      <w:r w:rsidR="00066140">
        <w:t>it would be necessary to maintain reference counts to dynamically allocated objects so that the owner of the object would know when it was safe to free the object.</w:t>
      </w:r>
    </w:p>
    <w:p w:rsidR="00066140" w:rsidRDefault="00066140" w:rsidP="000E1FF8"/>
    <w:p w:rsidR="00066140" w:rsidRDefault="00066140" w:rsidP="000E1FF8">
      <w:r>
        <w:t>After much discussion, we decided that the file image operations calls were sufficiently specialized that it made no sense to rework the property list mechanism to support “call by reference</w:t>
      </w:r>
      <w:r w:rsidR="002D0633">
        <w:t>.</w:t>
      </w:r>
      <w:r>
        <w:t xml:space="preserve">” Instead we provided the file image callback mechanism to allow the user to implement some version of “call by reference” when needed. It should be noted that we expect this mechanism to be used rarely if at all. For small file images, the copying overhead should be negligible, and for large images, most use cases should be addressed by the </w:t>
      </w:r>
      <w:r w:rsidRPr="002D0633">
        <w:rPr>
          <w:rFonts w:ascii="Courier New" w:hAnsi="Courier New" w:cs="Courier New"/>
          <w:sz w:val="18"/>
        </w:rPr>
        <w:t>H5LTopen_file_image</w:t>
      </w:r>
      <w:r>
        <w:t xml:space="preserve"> call.</w:t>
      </w:r>
    </w:p>
    <w:p w:rsidR="00066140" w:rsidRDefault="00066140" w:rsidP="000E1FF8"/>
    <w:p w:rsidR="006A1142" w:rsidRDefault="00066140" w:rsidP="000E1FF8">
      <w:r>
        <w:t xml:space="preserve">In the (hopefully) rare event that use of the file image callbacks is necessary, the fundamental point to remember is that the callbacks must be constructed and used in such a </w:t>
      </w:r>
      <w:r w:rsidR="002D0633">
        <w:t>way</w:t>
      </w:r>
      <w:r>
        <w:t xml:space="preserve"> as to maintain the library’s illusion that it is using “call by value” semantics.  </w:t>
      </w:r>
    </w:p>
    <w:p w:rsidR="006A1142" w:rsidRDefault="006A1142" w:rsidP="000E1FF8"/>
    <w:p w:rsidR="006A1142" w:rsidRDefault="006A1142" w:rsidP="000E1FF8">
      <w:r>
        <w:lastRenderedPageBreak/>
        <w:t xml:space="preserve">Thus the property list mechanism must think that it is allocating a new buffer and copying the supplied buffer into it when the file image property is set. Similarly, it must think that it is allocating a new buffer and copying the contents of the existing buffer into it when it copies a property list that contains a file image. </w:t>
      </w:r>
      <w:r w:rsidR="008C2127">
        <w:t>Likewise</w:t>
      </w:r>
      <w:r>
        <w:t>, it must think it is de-allocating a buffer when it discards a property list that contains a file image.</w:t>
      </w:r>
    </w:p>
    <w:p w:rsidR="006A1142" w:rsidRDefault="006A1142" w:rsidP="000E1FF8"/>
    <w:p w:rsidR="006A1142" w:rsidRDefault="006A1142" w:rsidP="000E1FF8">
      <w:r>
        <w:t xml:space="preserve">Similar illusions must be maintained when a file image buffer is copied into the </w:t>
      </w:r>
      <w:r w:rsidR="002D0633">
        <w:t xml:space="preserve">Core </w:t>
      </w:r>
      <w:r>
        <w:t>file driver (or any future driver that uses the file image callbacks) when the file driver re-sizes the buffer containing the image and finally when the driver discards the buffer.</w:t>
      </w:r>
    </w:p>
    <w:p w:rsidR="00043FA5" w:rsidRDefault="00043FA5" w:rsidP="008D0D50"/>
    <w:p w:rsidR="003725E2" w:rsidRDefault="003725E2">
      <w:pPr>
        <w:rPr>
          <w:rFonts w:asciiTheme="majorHAnsi" w:eastAsiaTheme="majorEastAsia" w:hAnsiTheme="majorHAnsi" w:cstheme="majorBidi"/>
          <w:b/>
          <w:bCs/>
          <w:color w:val="000000" w:themeColor="text1"/>
        </w:rPr>
      </w:pPr>
    </w:p>
    <w:p w:rsidR="006B156F" w:rsidRDefault="006B156F" w:rsidP="006B156F">
      <w:pPr>
        <w:pStyle w:val="Heading3"/>
      </w:pPr>
      <w:bookmarkStart w:id="28" w:name="_Toc318962996"/>
      <w:r>
        <w:t>Buffer Owner</w:t>
      </w:r>
      <w:bookmarkStart w:id="29" w:name="BufferOwnership"/>
      <w:bookmarkEnd w:id="29"/>
      <w:r>
        <w:t>ship</w:t>
      </w:r>
      <w:bookmarkEnd w:id="28"/>
    </w:p>
    <w:p w:rsidR="00194EAF" w:rsidRPr="006B156F" w:rsidRDefault="00194EAF" w:rsidP="00194EAF">
      <w:r w:rsidRPr="006B156F">
        <w:t xml:space="preserve">The owner of </w:t>
      </w:r>
      <w:r>
        <w:t xml:space="preserve">a </w:t>
      </w:r>
      <w:r w:rsidRPr="006B156F">
        <w:t xml:space="preserve">file image </w:t>
      </w:r>
      <w:r>
        <w:t xml:space="preserve">in a buffer </w:t>
      </w:r>
      <w:r w:rsidRPr="006B156F">
        <w:t xml:space="preserve">is the </w:t>
      </w:r>
      <w:r w:rsidR="008C2127">
        <w:t>party</w:t>
      </w:r>
      <w:r w:rsidR="008C2127" w:rsidRPr="006B156F">
        <w:t xml:space="preserve"> </w:t>
      </w:r>
      <w:r w:rsidRPr="006B156F">
        <w:t>that has the responsibility to</w:t>
      </w:r>
      <w:r w:rsidR="00542174">
        <w:t xml:space="preserve"> discard</w:t>
      </w:r>
      <w:r w:rsidRPr="006B156F">
        <w:t xml:space="preserve"> the file </w:t>
      </w:r>
      <w:r>
        <w:t>image</w:t>
      </w:r>
      <w:r w:rsidR="00542174">
        <w:t xml:space="preserve"> buffer</w:t>
      </w:r>
      <w:r>
        <w:t xml:space="preserve"> </w:t>
      </w:r>
      <w:r w:rsidRPr="006B156F">
        <w:t xml:space="preserve">when it is no longer needed. </w:t>
      </w:r>
      <w:r w:rsidR="008C2127">
        <w:t>In this context, the owner is either the HDF5 Library or the application program.</w:t>
      </w:r>
    </w:p>
    <w:p w:rsidR="00194EAF" w:rsidRPr="006B156F" w:rsidRDefault="00194EAF" w:rsidP="00194EAF"/>
    <w:p w:rsidR="00194EAF" w:rsidRDefault="00194EAF" w:rsidP="00194EAF">
      <w:r>
        <w:t xml:space="preserve">We </w:t>
      </w:r>
      <w:r w:rsidR="008C2127">
        <w:t xml:space="preserve">implemented </w:t>
      </w:r>
      <w:r>
        <w:t xml:space="preserve">the </w:t>
      </w:r>
      <w:r w:rsidRPr="00194EAF">
        <w:rPr>
          <w:rFonts w:ascii="Courier New" w:hAnsi="Courier New" w:cs="Courier New"/>
          <w:sz w:val="18"/>
        </w:rPr>
        <w:t>image_*</w:t>
      </w:r>
      <w:r>
        <w:t xml:space="preserve"> callback </w:t>
      </w:r>
      <w:r w:rsidR="008C2127">
        <w:t xml:space="preserve">facility to allow efficient management of </w:t>
      </w:r>
      <w:r>
        <w:t xml:space="preserve">large file images. </w:t>
      </w:r>
      <w:r w:rsidR="008C2127">
        <w:t xml:space="preserve">These facilities can be used to allow sharing of file image buffers between the application and the HDF5 library, and also transfer of ownership in either direction. In such operations, care must be taken to ensure that ownership is clear and that file image buffers are not discarded before all references to them are discarded by the non-owning party. </w:t>
      </w:r>
    </w:p>
    <w:p w:rsidR="00194EAF" w:rsidRDefault="00194EAF" w:rsidP="006B156F"/>
    <w:p w:rsidR="006A4745" w:rsidRDefault="002F0AD3" w:rsidP="002F0AD3">
      <w:pPr>
        <w:rPr>
          <w:rFonts w:asciiTheme="majorHAnsi" w:eastAsiaTheme="majorEastAsia" w:hAnsiTheme="majorHAnsi" w:cstheme="majorBidi"/>
          <w:b/>
          <w:bCs/>
          <w:color w:val="000000" w:themeColor="text1"/>
          <w:highlight w:val="yellow"/>
        </w:rPr>
      </w:pPr>
      <w:r>
        <w:t>Ownership of a file image buffer will only be passed to the application program if the file image callbacks are designed to do this. In such cases, the application program must refrain from freeing the buffer until the library has deleted all references to it. This in turn will happen after all property lists (if any) that refer to the buffer have been discarded, and the file driver (if any) that used the buffer has closed the file and thinks it has discarded the buffer.</w:t>
      </w:r>
    </w:p>
    <w:p w:rsidR="000455C8" w:rsidRDefault="000455C8">
      <w:pPr>
        <w:rPr>
          <w:rFonts w:asciiTheme="majorHAnsi" w:eastAsiaTheme="majorEastAsia" w:hAnsiTheme="majorHAnsi" w:cstheme="majorBidi"/>
          <w:b/>
          <w:bCs/>
          <w:color w:val="000000" w:themeColor="text1"/>
          <w:highlight w:val="yellow"/>
        </w:rPr>
      </w:pPr>
    </w:p>
    <w:p w:rsidR="002F0AD3" w:rsidRDefault="002F0AD3">
      <w:pPr>
        <w:rPr>
          <w:rFonts w:asciiTheme="majorHAnsi" w:eastAsiaTheme="majorEastAsia" w:hAnsiTheme="majorHAnsi" w:cstheme="majorBidi"/>
          <w:b/>
          <w:bCs/>
          <w:color w:val="000000" w:themeColor="text1"/>
          <w:highlight w:val="yellow"/>
        </w:rPr>
      </w:pPr>
    </w:p>
    <w:p w:rsidR="002F0AD3" w:rsidRDefault="002F0AD3">
      <w:pPr>
        <w:rPr>
          <w:rFonts w:asciiTheme="majorHAnsi" w:eastAsiaTheme="majorEastAsia" w:hAnsiTheme="majorHAnsi" w:cstheme="majorBidi"/>
          <w:b/>
          <w:bCs/>
          <w:color w:val="000000" w:themeColor="text1"/>
          <w:highlight w:val="yellow"/>
        </w:rPr>
      </w:pPr>
    </w:p>
    <w:p w:rsidR="000477ED" w:rsidRPr="00FC1C59" w:rsidRDefault="007A3DC0" w:rsidP="000E1FF8">
      <w:pPr>
        <w:pStyle w:val="Heading3"/>
      </w:pPr>
      <w:bookmarkStart w:id="30" w:name="_Toc318962997"/>
      <w:r w:rsidRPr="00FC1C59">
        <w:t>Sha</w:t>
      </w:r>
      <w:bookmarkStart w:id="31" w:name="SharingAPropertyListBuffer"/>
      <w:bookmarkEnd w:id="31"/>
      <w:r w:rsidRPr="00FC1C59">
        <w:t xml:space="preserve">ring a </w:t>
      </w:r>
      <w:r w:rsidR="00D40BA8">
        <w:t>File image</w:t>
      </w:r>
      <w:r w:rsidR="00FC1C59" w:rsidRPr="00FC1C59">
        <w:t xml:space="preserve"> Buffer</w:t>
      </w:r>
      <w:r w:rsidR="00D40BA8">
        <w:t xml:space="preserve"> with the HDF5 Library</w:t>
      </w:r>
      <w:bookmarkEnd w:id="30"/>
    </w:p>
    <w:p w:rsidR="00F90E4E" w:rsidRDefault="0065515C" w:rsidP="000E1FF8">
      <w:r>
        <w:t>As mentioned above, t</w:t>
      </w:r>
      <w:r w:rsidR="000477ED">
        <w:t xml:space="preserve">he HDF5 property lists are a mechanism for passing values into </w:t>
      </w:r>
      <w:r w:rsidR="00543630">
        <w:t>HDF5 Library</w:t>
      </w:r>
      <w:r w:rsidR="000477ED">
        <w:t xml:space="preserve"> calls</w:t>
      </w:r>
      <w:r w:rsidR="006564E8">
        <w:t xml:space="preserve">. </w:t>
      </w:r>
      <w:r w:rsidR="000477ED">
        <w:t>They were created to allow calls to be extended with new parameters without changing the actual API or breaking existing code</w:t>
      </w:r>
      <w:r w:rsidR="006564E8">
        <w:t>.</w:t>
      </w:r>
      <w:r w:rsidR="000477ED">
        <w:t xml:space="preserve"> </w:t>
      </w:r>
      <w:r w:rsidR="001C2BBC">
        <w:t xml:space="preserve">They </w:t>
      </w:r>
      <w:r w:rsidR="000477ED">
        <w:t xml:space="preserve">were designed </w:t>
      </w:r>
      <w:r w:rsidR="001C2BBC">
        <w:t xml:space="preserve">based on </w:t>
      </w:r>
      <w:r w:rsidR="000477ED">
        <w:t xml:space="preserve">the assumption that all new parameters would be “call by value” </w:t>
      </w:r>
      <w:r w:rsidR="001C2BBC">
        <w:t xml:space="preserve">and </w:t>
      </w:r>
      <w:r w:rsidR="000477ED">
        <w:t>not “call by reference</w:t>
      </w:r>
      <w:r w:rsidR="001C2BBC">
        <w:t>.</w:t>
      </w:r>
      <w:r w:rsidR="000477ED">
        <w:t>”</w:t>
      </w:r>
      <w:r w:rsidR="006564E8">
        <w:t xml:space="preserve"> </w:t>
      </w:r>
      <w:r w:rsidR="001C2BBC">
        <w:t xml:space="preserve">Having “call by value” parameters means </w:t>
      </w:r>
      <w:r w:rsidR="000477ED">
        <w:t xml:space="preserve">property lists </w:t>
      </w:r>
      <w:r w:rsidR="001C2BBC">
        <w:t>can</w:t>
      </w:r>
      <w:r w:rsidR="000477ED">
        <w:t xml:space="preserve"> be copied, reused, and discarded with ease</w:t>
      </w:r>
      <w:r w:rsidR="00F90E4E">
        <w:t>.</w:t>
      </w:r>
    </w:p>
    <w:p w:rsidR="000477ED" w:rsidRDefault="000477ED" w:rsidP="000E1FF8"/>
    <w:p w:rsidR="000477ED" w:rsidRDefault="00AF1399" w:rsidP="000E1FF8">
      <w:r>
        <w:t xml:space="preserve">Suppose an </w:t>
      </w:r>
      <w:r w:rsidR="000477ED">
        <w:t>application wishe</w:t>
      </w:r>
      <w:r>
        <w:t>d</w:t>
      </w:r>
      <w:r w:rsidR="000477ED">
        <w:t xml:space="preserve"> to share a </w:t>
      </w:r>
      <w:r w:rsidR="0065515C">
        <w:t>file image</w:t>
      </w:r>
      <w:r w:rsidR="007A3DC0">
        <w:t xml:space="preserve"> </w:t>
      </w:r>
      <w:r w:rsidR="000477ED">
        <w:t xml:space="preserve">buffer with the </w:t>
      </w:r>
      <w:r w:rsidR="00543630">
        <w:t>HDF5 Library</w:t>
      </w:r>
      <w:r>
        <w:t>. This means the library would be</w:t>
      </w:r>
      <w:r w:rsidR="000477ED">
        <w:t xml:space="preserve"> allow</w:t>
      </w:r>
      <w:r>
        <w:t>ed</w:t>
      </w:r>
      <w:r w:rsidR="000477ED">
        <w:t xml:space="preserve"> to </w:t>
      </w:r>
      <w:r w:rsidR="00B11914">
        <w:t xml:space="preserve">read </w:t>
      </w:r>
      <w:r w:rsidR="000477ED">
        <w:t xml:space="preserve">the </w:t>
      </w:r>
      <w:r w:rsidR="007A3DC0">
        <w:t xml:space="preserve">file </w:t>
      </w:r>
      <w:r w:rsidR="000477ED">
        <w:t>image, but not free it</w:t>
      </w:r>
      <w:r>
        <w:t>. T</w:t>
      </w:r>
      <w:r w:rsidR="000477ED">
        <w:t>he file image callbacks might be constructed as follows</w:t>
      </w:r>
      <w:r>
        <w:t xml:space="preserve"> to share a buffer</w:t>
      </w:r>
      <w:r w:rsidR="000477ED">
        <w:t>:</w:t>
      </w:r>
    </w:p>
    <w:p w:rsidR="000477ED" w:rsidRDefault="000477ED" w:rsidP="000E1FF8"/>
    <w:p w:rsidR="000477ED" w:rsidRDefault="000477ED" w:rsidP="00924B5A">
      <w:pPr>
        <w:pStyle w:val="ListParagraph"/>
        <w:numPr>
          <w:ilvl w:val="0"/>
          <w:numId w:val="24"/>
        </w:numPr>
      </w:pPr>
      <w:r>
        <w:t xml:space="preserve">Construct the </w:t>
      </w:r>
      <w:r w:rsidRPr="00A1225B">
        <w:rPr>
          <w:rFonts w:ascii="Courier New" w:hAnsi="Courier New" w:cs="Courier New"/>
          <w:sz w:val="18"/>
        </w:rPr>
        <w:t>image_</w:t>
      </w:r>
      <w:proofErr w:type="gramStart"/>
      <w:r w:rsidRPr="00A1225B">
        <w:rPr>
          <w:rFonts w:ascii="Courier New" w:hAnsi="Courier New" w:cs="Courier New"/>
          <w:sz w:val="18"/>
        </w:rPr>
        <w:t>malloc(</w:t>
      </w:r>
      <w:proofErr w:type="gramEnd"/>
      <w:r w:rsidRPr="00A1225B">
        <w:rPr>
          <w:rFonts w:ascii="Courier New" w:hAnsi="Courier New" w:cs="Courier New"/>
          <w:sz w:val="18"/>
        </w:rPr>
        <w:t>)</w:t>
      </w:r>
      <w:r>
        <w:t xml:space="preserve"> call so that it returns the address of the buffer instead of allocating new space</w:t>
      </w:r>
      <w:r w:rsidR="006564E8">
        <w:t xml:space="preserve">. </w:t>
      </w:r>
      <w:r w:rsidR="00FC1C59">
        <w:t xml:space="preserve">This will keep the library thinking that </w:t>
      </w:r>
      <w:r w:rsidR="002E7774">
        <w:t xml:space="preserve">the </w:t>
      </w:r>
      <w:r w:rsidR="00FC1C59">
        <w:t xml:space="preserve">buffers </w:t>
      </w:r>
      <w:r w:rsidR="002E7774">
        <w:t xml:space="preserve">are </w:t>
      </w:r>
      <w:r w:rsidR="0065515C">
        <w:t>distinct</w:t>
      </w:r>
      <w:r w:rsidR="00FC1C59">
        <w:t xml:space="preserve"> even when they</w:t>
      </w:r>
      <w:r w:rsidR="002E7774">
        <w:t xml:space="preserve"> are </w:t>
      </w:r>
      <w:r w:rsidR="0065515C">
        <w:t>not</w:t>
      </w:r>
      <w:r w:rsidR="00FC1C59">
        <w:t xml:space="preserve">. </w:t>
      </w:r>
      <w:r>
        <w:t>Support this by including the address of the buffer in the user data</w:t>
      </w:r>
      <w:r w:rsidR="006564E8">
        <w:t xml:space="preserve">. </w:t>
      </w:r>
      <w:r>
        <w:t xml:space="preserve">As a sanity check, include the buffer’s size in the user data as well, and require </w:t>
      </w:r>
      <w:r w:rsidRPr="00A1225B">
        <w:rPr>
          <w:rFonts w:ascii="Courier New" w:hAnsi="Courier New" w:cs="Courier New"/>
          <w:sz w:val="18"/>
        </w:rPr>
        <w:t>image_</w:t>
      </w:r>
      <w:proofErr w:type="gramStart"/>
      <w:r w:rsidRPr="00A1225B">
        <w:rPr>
          <w:rFonts w:ascii="Courier New" w:hAnsi="Courier New" w:cs="Courier New"/>
          <w:sz w:val="18"/>
        </w:rPr>
        <w:t>malloc(</w:t>
      </w:r>
      <w:proofErr w:type="gramEnd"/>
      <w:r w:rsidRPr="00A1225B">
        <w:rPr>
          <w:rFonts w:ascii="Courier New" w:hAnsi="Courier New" w:cs="Courier New"/>
          <w:sz w:val="18"/>
        </w:rPr>
        <w:t>)</w:t>
      </w:r>
      <w:r>
        <w:t xml:space="preserve"> to fail if the requested buffer size is unexpected. Finally, include a reference counter in the user data, and increment </w:t>
      </w:r>
      <w:r w:rsidR="00AF1399">
        <w:t>the reference counter</w:t>
      </w:r>
      <w:r>
        <w:t xml:space="preserve"> on each call to </w:t>
      </w:r>
      <w:r w:rsidRPr="00A1225B">
        <w:rPr>
          <w:rFonts w:ascii="Courier New" w:hAnsi="Courier New" w:cs="Courier New"/>
          <w:sz w:val="18"/>
        </w:rPr>
        <w:t>image_</w:t>
      </w:r>
      <w:proofErr w:type="gramStart"/>
      <w:r w:rsidRPr="00A1225B">
        <w:rPr>
          <w:rFonts w:ascii="Courier New" w:hAnsi="Courier New" w:cs="Courier New"/>
          <w:sz w:val="18"/>
        </w:rPr>
        <w:t>malloc(</w:t>
      </w:r>
      <w:proofErr w:type="gramEnd"/>
      <w:r w:rsidRPr="00A1225B">
        <w:rPr>
          <w:rFonts w:ascii="Courier New" w:hAnsi="Courier New" w:cs="Courier New"/>
          <w:sz w:val="18"/>
        </w:rPr>
        <w:t>)</w:t>
      </w:r>
      <w:r>
        <w:t>.</w:t>
      </w:r>
    </w:p>
    <w:p w:rsidR="000455C8" w:rsidRDefault="000455C8" w:rsidP="000455C8"/>
    <w:p w:rsidR="000477ED" w:rsidRDefault="000477ED" w:rsidP="00924B5A">
      <w:pPr>
        <w:pStyle w:val="ListParagraph"/>
        <w:numPr>
          <w:ilvl w:val="0"/>
          <w:numId w:val="24"/>
        </w:numPr>
      </w:pPr>
      <w:r>
        <w:lastRenderedPageBreak/>
        <w:t xml:space="preserve">Construct the </w:t>
      </w:r>
      <w:r w:rsidRPr="00D36C91">
        <w:rPr>
          <w:rFonts w:ascii="Courier New" w:hAnsi="Courier New" w:cs="Courier New"/>
          <w:sz w:val="18"/>
        </w:rPr>
        <w:t>image_</w:t>
      </w:r>
      <w:proofErr w:type="gramStart"/>
      <w:r w:rsidRPr="00D36C91">
        <w:rPr>
          <w:rFonts w:ascii="Courier New" w:hAnsi="Courier New" w:cs="Courier New"/>
          <w:sz w:val="18"/>
        </w:rPr>
        <w:t>memcpy(</w:t>
      </w:r>
      <w:proofErr w:type="gramEnd"/>
      <w:r w:rsidRPr="00D36C91">
        <w:rPr>
          <w:rFonts w:ascii="Courier New" w:hAnsi="Courier New" w:cs="Courier New"/>
          <w:sz w:val="18"/>
        </w:rPr>
        <w:t>)</w:t>
      </w:r>
      <w:r>
        <w:t xml:space="preserve"> call so that it does nothing</w:t>
      </w:r>
      <w:r w:rsidR="006564E8">
        <w:t xml:space="preserve">. </w:t>
      </w:r>
      <w:r>
        <w:t>As a sanity check, make it fail if the source and destination pointers do</w:t>
      </w:r>
      <w:r w:rsidR="00A024F4">
        <w:t xml:space="preserve"> not</w:t>
      </w:r>
      <w:r>
        <w:t xml:space="preserve"> match the buffer address in the user data or if the size is unexpected.</w:t>
      </w:r>
    </w:p>
    <w:p w:rsidR="000455C8" w:rsidRDefault="000455C8" w:rsidP="000455C8"/>
    <w:p w:rsidR="000477ED" w:rsidRDefault="000477ED" w:rsidP="00924B5A">
      <w:pPr>
        <w:pStyle w:val="ListParagraph"/>
        <w:numPr>
          <w:ilvl w:val="0"/>
          <w:numId w:val="24"/>
        </w:numPr>
      </w:pPr>
      <w:r>
        <w:t xml:space="preserve">Construct the </w:t>
      </w:r>
      <w:r w:rsidRPr="00D36C91">
        <w:rPr>
          <w:rFonts w:ascii="Courier New" w:hAnsi="Courier New" w:cs="Courier New"/>
          <w:sz w:val="18"/>
        </w:rPr>
        <w:t>image_</w:t>
      </w:r>
      <w:proofErr w:type="gramStart"/>
      <w:r w:rsidRPr="00D36C91">
        <w:rPr>
          <w:rFonts w:ascii="Courier New" w:hAnsi="Courier New" w:cs="Courier New"/>
          <w:sz w:val="18"/>
        </w:rPr>
        <w:t>free(</w:t>
      </w:r>
      <w:proofErr w:type="gramEnd"/>
      <w:r w:rsidRPr="00D36C91">
        <w:rPr>
          <w:rFonts w:ascii="Courier New" w:hAnsi="Courier New" w:cs="Courier New"/>
          <w:sz w:val="18"/>
        </w:rPr>
        <w:t>)</w:t>
      </w:r>
      <w:r>
        <w:t xml:space="preserve"> routine </w:t>
      </w:r>
      <w:r w:rsidR="00D36C91">
        <w:t xml:space="preserve">so </w:t>
      </w:r>
      <w:r>
        <w:t xml:space="preserve">that </w:t>
      </w:r>
      <w:r w:rsidR="00D36C91">
        <w:t xml:space="preserve">it </w:t>
      </w:r>
      <w:r>
        <w:t>does nothing</w:t>
      </w:r>
      <w:r w:rsidR="006564E8">
        <w:t xml:space="preserve">. </w:t>
      </w:r>
      <w:r>
        <w:t>As a sanity check, make it compare the supplied pointer with the expected pointer in the user data</w:t>
      </w:r>
      <w:r w:rsidR="006564E8">
        <w:t xml:space="preserve">. </w:t>
      </w:r>
      <w:r>
        <w:t xml:space="preserve">Also, make it decrement the reference counter and notify the application that the </w:t>
      </w:r>
      <w:r w:rsidR="00543630">
        <w:t>HDF5 Library</w:t>
      </w:r>
      <w:r>
        <w:t xml:space="preserve"> is done with the buffer when the reference count drops to 0. </w:t>
      </w:r>
    </w:p>
    <w:p w:rsidR="000477ED" w:rsidRDefault="000477ED" w:rsidP="000E1FF8"/>
    <w:p w:rsidR="000477ED" w:rsidRDefault="000477ED" w:rsidP="000E1FF8">
      <w:r>
        <w:t xml:space="preserve">As the property list code will never resize a buffer, we do not discuss the </w:t>
      </w:r>
      <w:r w:rsidRPr="008D330E">
        <w:rPr>
          <w:rFonts w:ascii="Courier New" w:hAnsi="Courier New" w:cs="Courier New"/>
          <w:sz w:val="18"/>
        </w:rPr>
        <w:t>image_</w:t>
      </w:r>
      <w:proofErr w:type="gramStart"/>
      <w:r w:rsidRPr="008D330E">
        <w:rPr>
          <w:rFonts w:ascii="Courier New" w:hAnsi="Courier New" w:cs="Courier New"/>
          <w:sz w:val="18"/>
        </w:rPr>
        <w:t>realloc(</w:t>
      </w:r>
      <w:proofErr w:type="gramEnd"/>
      <w:r w:rsidRPr="008D330E">
        <w:rPr>
          <w:rFonts w:ascii="Courier New" w:hAnsi="Courier New" w:cs="Courier New"/>
          <w:sz w:val="18"/>
        </w:rPr>
        <w:t>)</w:t>
      </w:r>
      <w:r>
        <w:t xml:space="preserve"> call here</w:t>
      </w:r>
      <w:r w:rsidR="006564E8">
        <w:t xml:space="preserve">. </w:t>
      </w:r>
      <w:r w:rsidR="00DB1A9F">
        <w:t xml:space="preserve">The </w:t>
      </w:r>
      <w:r>
        <w:t xml:space="preserve">behavior </w:t>
      </w:r>
      <w:r w:rsidR="00DB1A9F">
        <w:t xml:space="preserve">of </w:t>
      </w:r>
      <w:r w:rsidR="00DB1A9F" w:rsidRPr="00DB1A9F">
        <w:rPr>
          <w:rFonts w:ascii="Courier New" w:hAnsi="Courier New" w:cs="Courier New"/>
          <w:sz w:val="18"/>
        </w:rPr>
        <w:t>image_</w:t>
      </w:r>
      <w:proofErr w:type="gramStart"/>
      <w:r w:rsidR="00DB1A9F" w:rsidRPr="00DB1A9F">
        <w:rPr>
          <w:rFonts w:ascii="Courier New" w:hAnsi="Courier New" w:cs="Courier New"/>
          <w:sz w:val="18"/>
        </w:rPr>
        <w:t>realloc(</w:t>
      </w:r>
      <w:proofErr w:type="gramEnd"/>
      <w:r w:rsidR="00DB1A9F" w:rsidRPr="00DB1A9F">
        <w:rPr>
          <w:rFonts w:ascii="Courier New" w:hAnsi="Courier New" w:cs="Courier New"/>
          <w:sz w:val="18"/>
        </w:rPr>
        <w:t>)</w:t>
      </w:r>
      <w:r w:rsidR="00DB1A9F">
        <w:t xml:space="preserve"> </w:t>
      </w:r>
      <w:r>
        <w:t>in this scenario depends on what the application wants to do with the file image after it has been opened</w:t>
      </w:r>
      <w:r w:rsidR="00DB1A9F">
        <w:t>. W</w:t>
      </w:r>
      <w:r>
        <w:t xml:space="preserve">e discuss </w:t>
      </w:r>
      <w:r w:rsidR="00DB1A9F">
        <w:t xml:space="preserve">this issue </w:t>
      </w:r>
      <w:r>
        <w:t>in the next section</w:t>
      </w:r>
      <w:r w:rsidR="006564E8">
        <w:t xml:space="preserve">. </w:t>
      </w:r>
      <w:r>
        <w:t>Note also that the op</w:t>
      </w:r>
      <w:r w:rsidR="00DB1A9F">
        <w:t>eration</w:t>
      </w:r>
      <w:r>
        <w:t xml:space="preserve"> passed into the file image callbacks allow the callbacks to behave differently depending on the context in which they are used.</w:t>
      </w:r>
    </w:p>
    <w:p w:rsidR="000477ED" w:rsidRDefault="000477ED" w:rsidP="000E1FF8"/>
    <w:p w:rsidR="00D6732C" w:rsidRDefault="00FC1C59" w:rsidP="000E1FF8">
      <w:r>
        <w:t xml:space="preserve">For more information on user defined data, see the “H5Pset_file_image_callbacks” section on page </w:t>
      </w:r>
      <w:r w:rsidR="00B84989">
        <w:fldChar w:fldCharType="begin"/>
      </w:r>
      <w:r>
        <w:instrText xml:space="preserve"> PAGEREF H5Pset_file_image_callbacks \h </w:instrText>
      </w:r>
      <w:r w:rsidR="00B84989">
        <w:fldChar w:fldCharType="separate"/>
      </w:r>
      <w:r>
        <w:rPr>
          <w:noProof/>
        </w:rPr>
        <w:t>10</w:t>
      </w:r>
      <w:r w:rsidR="00B84989">
        <w:fldChar w:fldCharType="end"/>
      </w:r>
      <w:r>
        <w:t>.</w:t>
      </w:r>
    </w:p>
    <w:p w:rsidR="00D6732C" w:rsidRDefault="00D6732C" w:rsidP="000E1FF8"/>
    <w:p w:rsidR="00D6732C" w:rsidRDefault="00D6732C" w:rsidP="000E1FF8"/>
    <w:p w:rsidR="006D729D" w:rsidRDefault="006D729D">
      <w:pPr>
        <w:rPr>
          <w:rFonts w:asciiTheme="majorHAnsi" w:eastAsiaTheme="majorEastAsia" w:hAnsiTheme="majorHAnsi" w:cstheme="majorBidi"/>
          <w:b/>
          <w:bCs/>
          <w:color w:val="000000" w:themeColor="text1"/>
        </w:rPr>
      </w:pPr>
    </w:p>
    <w:p w:rsidR="000477ED" w:rsidRPr="000455C8" w:rsidRDefault="000477ED" w:rsidP="000E1FF8">
      <w:pPr>
        <w:pStyle w:val="Heading3"/>
      </w:pPr>
      <w:bookmarkStart w:id="32" w:name="_Toc318962998"/>
      <w:r w:rsidRPr="000455C8">
        <w:t>File Dri</w:t>
      </w:r>
      <w:bookmarkStart w:id="33" w:name="FileDriverConsiderations"/>
      <w:bookmarkEnd w:id="33"/>
      <w:r w:rsidRPr="000455C8">
        <w:t>ver Considerations</w:t>
      </w:r>
      <w:bookmarkEnd w:id="32"/>
      <w:r w:rsidR="00F05C1F" w:rsidRPr="000455C8">
        <w:t xml:space="preserve"> </w:t>
      </w:r>
    </w:p>
    <w:p w:rsidR="000477ED" w:rsidRDefault="000477ED" w:rsidP="000E1FF8">
      <w:r>
        <w:t>When a</w:t>
      </w:r>
      <w:r w:rsidR="00AE0079">
        <w:t xml:space="preserve"> file</w:t>
      </w:r>
      <w:r>
        <w:t xml:space="preserve"> image is opened by a driver that sets both the </w:t>
      </w:r>
      <w:r w:rsidRPr="0052685F">
        <w:rPr>
          <w:rFonts w:ascii="Courier New" w:hAnsi="Courier New" w:cs="Courier New"/>
          <w:sz w:val="18"/>
        </w:rPr>
        <w:t>H5FD_FEAT_ALLOW_FILE_IMAGE</w:t>
      </w:r>
      <w:r>
        <w:t xml:space="preserve"> and the </w:t>
      </w:r>
      <w:r w:rsidRPr="0052685F">
        <w:rPr>
          <w:rFonts w:ascii="Courier New" w:hAnsi="Courier New" w:cs="Courier New"/>
          <w:sz w:val="18"/>
        </w:rPr>
        <w:t>H5FD_FEAT_CAN_USE_FILE_IMAGE_CALLBACKS</w:t>
      </w:r>
      <w:r>
        <w:t xml:space="preserve"> flags, the driver will allocate a buffer large enough for the initial file image and then copy the image from the property list into </w:t>
      </w:r>
      <w:r w:rsidR="00AE0079">
        <w:t>this</w:t>
      </w:r>
      <w:r>
        <w:t xml:space="preserve"> buffer</w:t>
      </w:r>
      <w:r w:rsidR="006564E8">
        <w:t xml:space="preserve">. </w:t>
      </w:r>
      <w:r>
        <w:t xml:space="preserve">As processing progresses, </w:t>
      </w:r>
      <w:r w:rsidR="0052685F">
        <w:t>the driver</w:t>
      </w:r>
      <w:r>
        <w:t xml:space="preserve"> will reallocate the image as necessary to increase its size and </w:t>
      </w:r>
      <w:r w:rsidR="0052685F">
        <w:t xml:space="preserve">will </w:t>
      </w:r>
      <w:r>
        <w:t>eventually discard the image at file close</w:t>
      </w:r>
      <w:r w:rsidR="006564E8">
        <w:t xml:space="preserve">. </w:t>
      </w:r>
      <w:r>
        <w:t xml:space="preserve">If defined, </w:t>
      </w:r>
      <w:r w:rsidR="009B0B2A">
        <w:t>the driver</w:t>
      </w:r>
      <w:r>
        <w:t xml:space="preserve"> will use the file image callbacks for th</w:t>
      </w:r>
      <w:r w:rsidR="00964FA7">
        <w:t>e</w:t>
      </w:r>
      <w:r>
        <w:t>s</w:t>
      </w:r>
      <w:r w:rsidR="00964FA7">
        <w:t>e</w:t>
      </w:r>
      <w:r>
        <w:t xml:space="preserve"> </w:t>
      </w:r>
      <w:r w:rsidR="00964FA7">
        <w:t>operations</w:t>
      </w:r>
      <w:r w:rsidR="0052685F">
        <w:t>;</w:t>
      </w:r>
      <w:r>
        <w:t xml:space="preserve"> </w:t>
      </w:r>
      <w:r w:rsidR="0052685F">
        <w:t xml:space="preserve">otherwise, </w:t>
      </w:r>
      <w:r w:rsidR="00964FA7">
        <w:t>the driver</w:t>
      </w:r>
      <w:r>
        <w:t xml:space="preserve"> will use the standard C library calls.</w:t>
      </w:r>
      <w:r w:rsidR="00AE0079">
        <w:t xml:space="preserve"> See the “H5Pset_file_image_callbacks” section on page </w:t>
      </w:r>
      <w:r w:rsidR="00B84989">
        <w:fldChar w:fldCharType="begin"/>
      </w:r>
      <w:r w:rsidR="00AE0079">
        <w:instrText xml:space="preserve"> PAGEREF H5Pset_file_image_callbacks \h </w:instrText>
      </w:r>
      <w:r w:rsidR="00B84989">
        <w:fldChar w:fldCharType="separate"/>
      </w:r>
      <w:r w:rsidR="006D729D">
        <w:rPr>
          <w:noProof/>
        </w:rPr>
        <w:t>13</w:t>
      </w:r>
      <w:r w:rsidR="00B84989">
        <w:fldChar w:fldCharType="end"/>
      </w:r>
      <w:r w:rsidR="00AE0079">
        <w:t xml:space="preserve"> for more information.</w:t>
      </w:r>
    </w:p>
    <w:p w:rsidR="000477ED" w:rsidRDefault="000477ED" w:rsidP="000E1FF8"/>
    <w:p w:rsidR="000477ED" w:rsidRDefault="000477ED" w:rsidP="000E1FF8">
      <w:r>
        <w:t xml:space="preserve">As </w:t>
      </w:r>
      <w:r w:rsidR="00AE0079">
        <w:t>described above</w:t>
      </w:r>
      <w:r>
        <w:t xml:space="preserve">, the file image callbacks can be constructed so as to avoid the overhead of buffer allocations and copies while allowing the </w:t>
      </w:r>
      <w:r w:rsidR="00543630">
        <w:t>HDF5 Library</w:t>
      </w:r>
      <w:r>
        <w:t xml:space="preserve"> to maintain its illusions on the subject</w:t>
      </w:r>
      <w:r w:rsidR="006564E8">
        <w:t xml:space="preserve">. </w:t>
      </w:r>
      <w:r w:rsidR="00AC774B">
        <w:t xml:space="preserve">There are two possible complications involving the file driver. The complications are the </w:t>
      </w:r>
      <w:r>
        <w:t>possibility of realloc</w:t>
      </w:r>
      <w:r w:rsidR="00AE0079">
        <w:t>ation</w:t>
      </w:r>
      <w:r>
        <w:t xml:space="preserve"> calls from the driver </w:t>
      </w:r>
      <w:r w:rsidR="00AE0079">
        <w:t xml:space="preserve">and </w:t>
      </w:r>
      <w:r>
        <w:t>the possibility of the continued existence of property lists containing references to the buffer.</w:t>
      </w:r>
    </w:p>
    <w:p w:rsidR="000477ED" w:rsidRDefault="000477ED" w:rsidP="000E1FF8"/>
    <w:p w:rsidR="000477ED" w:rsidRDefault="00F96AAA" w:rsidP="000E1FF8">
      <w:r>
        <w:t xml:space="preserve">Suppose an </w:t>
      </w:r>
      <w:r w:rsidR="000477ED">
        <w:t>application wishes to share a</w:t>
      </w:r>
      <w:r w:rsidR="0065515C">
        <w:t xml:space="preserve"> file image</w:t>
      </w:r>
      <w:r w:rsidR="000477ED">
        <w:t xml:space="preserve"> buffer with the </w:t>
      </w:r>
      <w:r w:rsidR="00543630">
        <w:t>HDF5 Library</w:t>
      </w:r>
      <w:r w:rsidR="00AC774B">
        <w:t xml:space="preserve">. The application </w:t>
      </w:r>
      <w:r w:rsidR="000477ED">
        <w:t>allow</w:t>
      </w:r>
      <w:r w:rsidR="00AC774B">
        <w:t>s</w:t>
      </w:r>
      <w:r w:rsidR="000477ED">
        <w:t xml:space="preserve"> </w:t>
      </w:r>
      <w:r w:rsidR="00AC774B">
        <w:t>the library</w:t>
      </w:r>
      <w:r w:rsidR="000477ED">
        <w:t xml:space="preserve"> to </w:t>
      </w:r>
      <w:r w:rsidR="0065515C">
        <w:t>read (and possibly write) the image, but not</w:t>
      </w:r>
      <w:r w:rsidR="000477ED">
        <w:t xml:space="preserve"> free it</w:t>
      </w:r>
      <w:r w:rsidR="00AC774B">
        <w:t>.</w:t>
      </w:r>
      <w:r w:rsidR="000477ED">
        <w:t xml:space="preserve"> </w:t>
      </w:r>
      <w:r w:rsidR="00AC774B">
        <w:t xml:space="preserve">We </w:t>
      </w:r>
      <w:r w:rsidR="000477ED">
        <w:t xml:space="preserve">must first decide whether the image is to be opened </w:t>
      </w:r>
      <w:r w:rsidR="00F410DE">
        <w:t>read-only</w:t>
      </w:r>
      <w:r w:rsidR="000477ED">
        <w:t xml:space="preserve"> or read/write</w:t>
      </w:r>
      <w:r w:rsidR="006564E8">
        <w:t xml:space="preserve">. </w:t>
      </w:r>
    </w:p>
    <w:p w:rsidR="000477ED" w:rsidRDefault="000477ED" w:rsidP="000E1FF8"/>
    <w:p w:rsidR="000477ED" w:rsidRDefault="000477ED" w:rsidP="000E1FF8">
      <w:r>
        <w:t xml:space="preserve">If the image </w:t>
      </w:r>
      <w:r w:rsidR="00B86B1C">
        <w:t xml:space="preserve">will </w:t>
      </w:r>
      <w:r>
        <w:t xml:space="preserve">be opened </w:t>
      </w:r>
      <w:r w:rsidR="00F410DE">
        <w:t>read-only</w:t>
      </w:r>
      <w:r>
        <w:t xml:space="preserve"> (or if we know that any writes will not change the size of the image), the </w:t>
      </w:r>
      <w:r w:rsidRPr="00AE0079">
        <w:rPr>
          <w:rFonts w:ascii="Courier New" w:hAnsi="Courier New" w:cs="Courier New"/>
          <w:sz w:val="18"/>
        </w:rPr>
        <w:t>image_</w:t>
      </w:r>
      <w:proofErr w:type="gramStart"/>
      <w:r w:rsidRPr="00AE0079">
        <w:rPr>
          <w:rFonts w:ascii="Courier New" w:hAnsi="Courier New" w:cs="Courier New"/>
          <w:sz w:val="18"/>
        </w:rPr>
        <w:t>realloc(</w:t>
      </w:r>
      <w:proofErr w:type="gramEnd"/>
      <w:r w:rsidRPr="00AE0079">
        <w:rPr>
          <w:rFonts w:ascii="Courier New" w:hAnsi="Courier New" w:cs="Courier New"/>
          <w:sz w:val="18"/>
        </w:rPr>
        <w:t>)</w:t>
      </w:r>
      <w:r>
        <w:t xml:space="preserve"> call should never be invoked</w:t>
      </w:r>
      <w:r w:rsidR="006564E8">
        <w:t xml:space="preserve">. </w:t>
      </w:r>
      <w:r>
        <w:t xml:space="preserve">Thus the </w:t>
      </w:r>
      <w:r w:rsidRPr="00AE0079">
        <w:rPr>
          <w:rFonts w:ascii="Courier New" w:hAnsi="Courier New" w:cs="Courier New"/>
          <w:sz w:val="18"/>
        </w:rPr>
        <w:t>image_</w:t>
      </w:r>
      <w:proofErr w:type="gramStart"/>
      <w:r w:rsidRPr="00AE0079">
        <w:rPr>
          <w:rFonts w:ascii="Courier New" w:hAnsi="Courier New" w:cs="Courier New"/>
          <w:sz w:val="18"/>
        </w:rPr>
        <w:t>realloc(</w:t>
      </w:r>
      <w:proofErr w:type="gramEnd"/>
      <w:r w:rsidRPr="00AE0079">
        <w:rPr>
          <w:rFonts w:ascii="Courier New" w:hAnsi="Courier New" w:cs="Courier New"/>
          <w:sz w:val="18"/>
        </w:rPr>
        <w:t>)</w:t>
      </w:r>
      <w:r>
        <w:t xml:space="preserve"> routine can be constructed so as to always fail, and the </w:t>
      </w:r>
      <w:r w:rsidRPr="00AE0079">
        <w:rPr>
          <w:rFonts w:ascii="Courier New" w:hAnsi="Courier New" w:cs="Courier New"/>
          <w:sz w:val="18"/>
        </w:rPr>
        <w:t>image_malloc()</w:t>
      </w:r>
      <w:r>
        <w:t xml:space="preserve">, </w:t>
      </w:r>
      <w:r w:rsidRPr="00AE0079">
        <w:rPr>
          <w:rFonts w:ascii="Courier New" w:hAnsi="Courier New" w:cs="Courier New"/>
          <w:sz w:val="18"/>
        </w:rPr>
        <w:t>image_memcpy()</w:t>
      </w:r>
      <w:r>
        <w:t xml:space="preserve">, and </w:t>
      </w:r>
      <w:r w:rsidRPr="00AE0079">
        <w:rPr>
          <w:rFonts w:ascii="Courier New" w:hAnsi="Courier New" w:cs="Courier New"/>
          <w:sz w:val="18"/>
        </w:rPr>
        <w:t>image_free()</w:t>
      </w:r>
      <w:r>
        <w:t xml:space="preserve"> routines can be </w:t>
      </w:r>
      <w:r w:rsidR="00AE0079">
        <w:t xml:space="preserve">constructed </w:t>
      </w:r>
      <w:r>
        <w:t>as described in the section above.</w:t>
      </w:r>
    </w:p>
    <w:p w:rsidR="000477ED" w:rsidRDefault="000477ED" w:rsidP="000E1FF8"/>
    <w:p w:rsidR="000477ED" w:rsidRDefault="00B86B1C" w:rsidP="000E1FF8">
      <w:r>
        <w:t xml:space="preserve">Suppose, however, that </w:t>
      </w:r>
      <w:r w:rsidR="000477ED">
        <w:t xml:space="preserve">the </w:t>
      </w:r>
      <w:r>
        <w:t xml:space="preserve">file </w:t>
      </w:r>
      <w:r w:rsidR="000477ED">
        <w:t xml:space="preserve">image </w:t>
      </w:r>
      <w:r>
        <w:t>will be</w:t>
      </w:r>
      <w:r w:rsidR="000477ED">
        <w:t xml:space="preserve"> opened read/write and may grow during the computation</w:t>
      </w:r>
      <w:r>
        <w:t>.</w:t>
      </w:r>
      <w:r w:rsidR="000477ED">
        <w:t xml:space="preserve"> </w:t>
      </w:r>
      <w:r>
        <w:t xml:space="preserve">We </w:t>
      </w:r>
      <w:r w:rsidR="000477ED">
        <w:t xml:space="preserve">must </w:t>
      </w:r>
      <w:r>
        <w:t xml:space="preserve">now </w:t>
      </w:r>
      <w:r w:rsidR="000477ED">
        <w:t xml:space="preserve">allow for the base address of the buffer </w:t>
      </w:r>
      <w:r>
        <w:t xml:space="preserve">to </w:t>
      </w:r>
      <w:r w:rsidR="000477ED">
        <w:t>change due to realloc</w:t>
      </w:r>
      <w:r>
        <w:t>ation</w:t>
      </w:r>
      <w:r w:rsidR="000477ED">
        <w:t xml:space="preserve"> calls, and </w:t>
      </w:r>
      <w:r>
        <w:t xml:space="preserve">we must </w:t>
      </w:r>
      <w:r w:rsidR="000477ED">
        <w:t xml:space="preserve">employ the user data </w:t>
      </w:r>
      <w:r>
        <w:t xml:space="preserve">structure </w:t>
      </w:r>
      <w:r w:rsidR="000477ED">
        <w:t>to communicate any change in the buffer base address and size to the application</w:t>
      </w:r>
      <w:r>
        <w:t xml:space="preserve">. We </w:t>
      </w:r>
      <w:r w:rsidR="000455C8">
        <w:t xml:space="preserve">pass buffer changes to the application </w:t>
      </w:r>
      <w:r>
        <w:t xml:space="preserve">so that the application will be able to eventually </w:t>
      </w:r>
      <w:r w:rsidR="000477ED">
        <w:t>free the buffer</w:t>
      </w:r>
      <w:r w:rsidR="006564E8">
        <w:t xml:space="preserve">. </w:t>
      </w:r>
      <w:r w:rsidR="000477ED">
        <w:t xml:space="preserve">To this end, we might define a user data structure as </w:t>
      </w:r>
      <w:r>
        <w:t>shown in the example below</w:t>
      </w:r>
      <w:r w:rsidR="000477ED">
        <w:t>:</w:t>
      </w:r>
    </w:p>
    <w:p w:rsidR="00B50584" w:rsidRDefault="00B50584" w:rsidP="00B50584"/>
    <w:p w:rsidR="00672821" w:rsidRDefault="00672821" w:rsidP="00B50584"/>
    <w:p w:rsidR="00672821" w:rsidRDefault="00672821" w:rsidP="00B50584"/>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B50584" w:rsidRPr="00137C51">
        <w:trPr>
          <w:jc w:val="center"/>
        </w:trPr>
        <w:tc>
          <w:tcPr>
            <w:tcW w:w="8874" w:type="dxa"/>
          </w:tcPr>
          <w:p w:rsidR="00B50584" w:rsidRDefault="00B50584" w:rsidP="0047588B">
            <w:pPr>
              <w:pStyle w:val="PlainText"/>
            </w:pPr>
          </w:p>
          <w:p w:rsidR="00B86B1C" w:rsidRDefault="00B86B1C" w:rsidP="00B86B1C">
            <w:pPr>
              <w:pStyle w:val="PlainText"/>
            </w:pPr>
            <w:r>
              <w:tab/>
              <w:t>typedef struct udata {</w:t>
            </w:r>
          </w:p>
          <w:p w:rsidR="00B86B1C" w:rsidRDefault="00B86B1C" w:rsidP="00B86B1C">
            <w:pPr>
              <w:pStyle w:val="PlainText"/>
            </w:pPr>
            <w:r>
              <w:tab/>
            </w:r>
            <w:r>
              <w:tab/>
              <w:t>void *init_ptr;</w:t>
            </w:r>
          </w:p>
          <w:p w:rsidR="00B86B1C" w:rsidRDefault="00B86B1C" w:rsidP="00B86B1C">
            <w:pPr>
              <w:pStyle w:val="PlainText"/>
            </w:pPr>
            <w:r>
              <w:tab/>
            </w:r>
            <w:r>
              <w:tab/>
              <w:t>size_t init_size;</w:t>
            </w:r>
          </w:p>
          <w:p w:rsidR="00B86B1C" w:rsidRDefault="00B86B1C" w:rsidP="00B86B1C">
            <w:pPr>
              <w:pStyle w:val="PlainText"/>
            </w:pPr>
            <w:r>
              <w:tab/>
            </w:r>
            <w:r>
              <w:tab/>
              <w:t>int init_ref_count;</w:t>
            </w:r>
          </w:p>
          <w:p w:rsidR="00B86B1C" w:rsidRDefault="00B86B1C" w:rsidP="00B86B1C">
            <w:pPr>
              <w:pStyle w:val="PlainText"/>
            </w:pPr>
            <w:r>
              <w:tab/>
            </w:r>
            <w:r>
              <w:tab/>
              <w:t>void *mod_ptr;</w:t>
            </w:r>
          </w:p>
          <w:p w:rsidR="00B86B1C" w:rsidRDefault="00B86B1C" w:rsidP="00B86B1C">
            <w:pPr>
              <w:pStyle w:val="PlainText"/>
            </w:pPr>
            <w:r>
              <w:tab/>
            </w:r>
            <w:r>
              <w:tab/>
              <w:t>size_t mod_size;</w:t>
            </w:r>
          </w:p>
          <w:p w:rsidR="00B86B1C" w:rsidRDefault="00B86B1C" w:rsidP="00B86B1C">
            <w:pPr>
              <w:pStyle w:val="PlainText"/>
            </w:pPr>
            <w:r>
              <w:tab/>
            </w:r>
            <w:r>
              <w:tab/>
              <w:t>int mod_ref_count;</w:t>
            </w:r>
          </w:p>
          <w:p w:rsidR="00B86B1C" w:rsidRDefault="00B86B1C" w:rsidP="00B86B1C">
            <w:pPr>
              <w:pStyle w:val="PlainText"/>
            </w:pPr>
            <w:r>
              <w:tab/>
              <w:t>}</w:t>
            </w:r>
          </w:p>
          <w:p w:rsidR="00B50584" w:rsidRPr="00186743" w:rsidRDefault="00B50584" w:rsidP="0047588B">
            <w:pPr>
              <w:pStyle w:val="PlainText"/>
            </w:pPr>
          </w:p>
        </w:tc>
      </w:tr>
      <w:tr w:rsidR="00B50584" w:rsidRPr="00137C51">
        <w:trPr>
          <w:jc w:val="center"/>
        </w:trPr>
        <w:tc>
          <w:tcPr>
            <w:tcW w:w="8874" w:type="dxa"/>
          </w:tcPr>
          <w:p w:rsidR="00B50584" w:rsidRPr="00186743" w:rsidRDefault="00B50584" w:rsidP="00C54201">
            <w:pPr>
              <w:pStyle w:val="NormalTable"/>
            </w:pPr>
            <w:r w:rsidRPr="00186743">
              <w:t xml:space="preserve">Example </w:t>
            </w:r>
            <w:r w:rsidR="00150605">
              <w:t>1</w:t>
            </w:r>
            <w:r w:rsidRPr="00186743">
              <w:t xml:space="preserve">. </w:t>
            </w:r>
            <w:r w:rsidR="00B86B1C">
              <w:t>Using a user data structure to communicate with an application</w:t>
            </w:r>
          </w:p>
        </w:tc>
      </w:tr>
    </w:tbl>
    <w:p w:rsidR="00B50584" w:rsidRDefault="00B50584" w:rsidP="000E1FF8"/>
    <w:p w:rsidR="000477ED" w:rsidRDefault="000477ED" w:rsidP="000E1FF8">
      <w:r>
        <w:t xml:space="preserve">We initialize an instance of the structure so that </w:t>
      </w:r>
      <w:r w:rsidRPr="00A06EC6">
        <w:rPr>
          <w:rFonts w:ascii="Courier New" w:hAnsi="Courier New" w:cs="Courier New"/>
          <w:sz w:val="18"/>
        </w:rPr>
        <w:t>init_ptr</w:t>
      </w:r>
      <w:r>
        <w:t xml:space="preserve"> points to the buffer to be shared, </w:t>
      </w:r>
      <w:r w:rsidRPr="00A06EC6">
        <w:rPr>
          <w:rFonts w:ascii="Courier New" w:hAnsi="Courier New" w:cs="Courier New"/>
          <w:sz w:val="18"/>
        </w:rPr>
        <w:t>init_size</w:t>
      </w:r>
      <w:r>
        <w:t xml:space="preserve"> contains the initial size of the buffer, and all other fields are initialized to either NULL or 0 as indicated by their type. We then pass a pointer to the instance of the user data structure to the </w:t>
      </w:r>
      <w:r w:rsidR="00543630">
        <w:t>HDF5 Library</w:t>
      </w:r>
      <w:r>
        <w:t xml:space="preserve"> along with allocation callback functions constructed as follows:</w:t>
      </w:r>
    </w:p>
    <w:p w:rsidR="000477ED" w:rsidRDefault="000477ED" w:rsidP="000E1FF8"/>
    <w:p w:rsidR="000477ED" w:rsidRDefault="000477ED" w:rsidP="00924B5A">
      <w:pPr>
        <w:pStyle w:val="ListParagraph"/>
        <w:numPr>
          <w:ilvl w:val="0"/>
          <w:numId w:val="23"/>
        </w:numPr>
      </w:pPr>
      <w:r>
        <w:t xml:space="preserve">Construct the </w:t>
      </w:r>
      <w:r w:rsidRPr="00A06EC6">
        <w:rPr>
          <w:rFonts w:ascii="Courier New" w:hAnsi="Courier New" w:cs="Courier New"/>
          <w:sz w:val="18"/>
        </w:rPr>
        <w:t>image_</w:t>
      </w:r>
      <w:proofErr w:type="gramStart"/>
      <w:r w:rsidRPr="00A06EC6">
        <w:rPr>
          <w:rFonts w:ascii="Courier New" w:hAnsi="Courier New" w:cs="Courier New"/>
          <w:sz w:val="18"/>
        </w:rPr>
        <w:t>malloc(</w:t>
      </w:r>
      <w:proofErr w:type="gramEnd"/>
      <w:r w:rsidRPr="00A06EC6">
        <w:rPr>
          <w:rFonts w:ascii="Courier New" w:hAnsi="Courier New" w:cs="Courier New"/>
          <w:sz w:val="18"/>
        </w:rPr>
        <w:t>)</w:t>
      </w:r>
      <w:r>
        <w:t xml:space="preserve"> call so that it returns the value in the </w:t>
      </w:r>
      <w:r w:rsidRPr="00A06EC6">
        <w:rPr>
          <w:rFonts w:ascii="Courier New" w:hAnsi="Courier New" w:cs="Courier New"/>
          <w:sz w:val="18"/>
        </w:rPr>
        <w:t>init_ptr</w:t>
      </w:r>
      <w:r>
        <w:t xml:space="preserve"> field of the user data</w:t>
      </w:r>
      <w:r w:rsidR="00A06EC6">
        <w:t xml:space="preserve"> structure</w:t>
      </w:r>
      <w:r>
        <w:t xml:space="preserve"> and increments the </w:t>
      </w:r>
      <w:r w:rsidRPr="00A06EC6">
        <w:rPr>
          <w:rFonts w:ascii="Courier New" w:hAnsi="Courier New" w:cs="Courier New"/>
          <w:sz w:val="18"/>
        </w:rPr>
        <w:t>init_ref_count</w:t>
      </w:r>
      <w:r w:rsidR="006564E8">
        <w:t xml:space="preserve">. </w:t>
      </w:r>
      <w:r>
        <w:t xml:space="preserve">As a sanity check, the function should fail if the requested size does not match the </w:t>
      </w:r>
      <w:r w:rsidRPr="00A06EC6">
        <w:rPr>
          <w:rFonts w:ascii="Courier New" w:hAnsi="Courier New" w:cs="Courier New"/>
          <w:sz w:val="18"/>
        </w:rPr>
        <w:t>init_size</w:t>
      </w:r>
      <w:r>
        <w:t xml:space="preserve"> field in the user data</w:t>
      </w:r>
      <w:r w:rsidR="00A06EC6">
        <w:t xml:space="preserve"> structure</w:t>
      </w:r>
      <w:r>
        <w:t xml:space="preserve"> or if any of the mod</w:t>
      </w:r>
      <w:r w:rsidR="00A06EC6">
        <w:t>ified</w:t>
      </w:r>
      <w:r>
        <w:t xml:space="preserve"> fields have values other than their initial values.</w:t>
      </w:r>
    </w:p>
    <w:p w:rsidR="00A06EC6" w:rsidRDefault="00A06EC6" w:rsidP="00A06EC6"/>
    <w:p w:rsidR="000477ED" w:rsidRDefault="000477ED" w:rsidP="00924B5A">
      <w:pPr>
        <w:pStyle w:val="ListParagraph"/>
        <w:numPr>
          <w:ilvl w:val="0"/>
          <w:numId w:val="23"/>
        </w:numPr>
      </w:pPr>
      <w:r>
        <w:t xml:space="preserve">Construct the </w:t>
      </w:r>
      <w:r w:rsidRPr="00A06EC6">
        <w:rPr>
          <w:rFonts w:ascii="Courier New" w:hAnsi="Courier New" w:cs="Courier New"/>
          <w:sz w:val="18"/>
        </w:rPr>
        <w:t>image_</w:t>
      </w:r>
      <w:proofErr w:type="gramStart"/>
      <w:r w:rsidRPr="00A06EC6">
        <w:rPr>
          <w:rFonts w:ascii="Courier New" w:hAnsi="Courier New" w:cs="Courier New"/>
          <w:sz w:val="18"/>
        </w:rPr>
        <w:t>memcpy(</w:t>
      </w:r>
      <w:proofErr w:type="gramEnd"/>
      <w:r w:rsidRPr="00A06EC6">
        <w:rPr>
          <w:rFonts w:ascii="Courier New" w:hAnsi="Courier New" w:cs="Courier New"/>
          <w:sz w:val="18"/>
        </w:rPr>
        <w:t>)</w:t>
      </w:r>
      <w:r>
        <w:t xml:space="preserve"> call so that it does nothing</w:t>
      </w:r>
      <w:r w:rsidR="006564E8">
        <w:t xml:space="preserve">. </w:t>
      </w:r>
      <w:r>
        <w:t>As a sanity check</w:t>
      </w:r>
      <w:r w:rsidR="00A06EC6">
        <w:t>,</w:t>
      </w:r>
      <w:r>
        <w:t xml:space="preserve"> it should be made to fail if the source, destination, and size parameters do</w:t>
      </w:r>
      <w:r w:rsidR="00A06EC6">
        <w:t xml:space="preserve"> </w:t>
      </w:r>
      <w:r>
        <w:t>n</w:t>
      </w:r>
      <w:r w:rsidR="00A06EC6">
        <w:t>o</w:t>
      </w:r>
      <w:r>
        <w:t xml:space="preserve">t match the </w:t>
      </w:r>
      <w:r w:rsidRPr="00A06EC6">
        <w:rPr>
          <w:rFonts w:ascii="Courier New" w:hAnsi="Courier New" w:cs="Courier New"/>
          <w:sz w:val="18"/>
        </w:rPr>
        <w:t>init_ptr</w:t>
      </w:r>
      <w:r>
        <w:t xml:space="preserve"> and </w:t>
      </w:r>
      <w:r w:rsidRPr="00A06EC6">
        <w:rPr>
          <w:rFonts w:ascii="Courier New" w:hAnsi="Courier New" w:cs="Courier New"/>
          <w:sz w:val="18"/>
        </w:rPr>
        <w:t>init_size</w:t>
      </w:r>
      <w:r>
        <w:t xml:space="preserve"> fields as appropriate.</w:t>
      </w:r>
    </w:p>
    <w:p w:rsidR="00A06EC6" w:rsidRDefault="00A06EC6" w:rsidP="00A06EC6"/>
    <w:p w:rsidR="000477ED" w:rsidRDefault="000477ED" w:rsidP="00924B5A">
      <w:pPr>
        <w:pStyle w:val="ListParagraph"/>
        <w:numPr>
          <w:ilvl w:val="0"/>
          <w:numId w:val="23"/>
        </w:numPr>
      </w:pPr>
      <w:r>
        <w:t xml:space="preserve">Construct the </w:t>
      </w:r>
      <w:r w:rsidRPr="00A06EC6">
        <w:rPr>
          <w:rFonts w:ascii="Courier New" w:hAnsi="Courier New" w:cs="Courier New"/>
          <w:sz w:val="18"/>
        </w:rPr>
        <w:t>image_</w:t>
      </w:r>
      <w:proofErr w:type="gramStart"/>
      <w:r w:rsidRPr="00A06EC6">
        <w:rPr>
          <w:rFonts w:ascii="Courier New" w:hAnsi="Courier New" w:cs="Courier New"/>
          <w:sz w:val="18"/>
        </w:rPr>
        <w:t>realloc(</w:t>
      </w:r>
      <w:proofErr w:type="gramEnd"/>
      <w:r w:rsidRPr="00A06EC6">
        <w:rPr>
          <w:rFonts w:ascii="Courier New" w:hAnsi="Courier New" w:cs="Courier New"/>
          <w:sz w:val="18"/>
        </w:rPr>
        <w:t>)</w:t>
      </w:r>
      <w:r>
        <w:t xml:space="preserve"> call so that it performs a standard </w:t>
      </w:r>
      <w:r w:rsidRPr="00A06EC6">
        <w:rPr>
          <w:rFonts w:ascii="Courier New" w:hAnsi="Courier New" w:cs="Courier New"/>
          <w:sz w:val="18"/>
        </w:rPr>
        <w:t>realloc</w:t>
      </w:r>
      <w:r w:rsidR="006564E8">
        <w:t xml:space="preserve">. </w:t>
      </w:r>
      <w:r>
        <w:t xml:space="preserve">Sanity checking, assuming that the </w:t>
      </w:r>
      <w:r w:rsidRPr="00A06EC6">
        <w:rPr>
          <w:rFonts w:ascii="Courier New" w:hAnsi="Courier New" w:cs="Courier New"/>
          <w:sz w:val="18"/>
        </w:rPr>
        <w:t>realloc</w:t>
      </w:r>
      <w:r>
        <w:t xml:space="preserve"> is successful, should be as follows:</w:t>
      </w:r>
    </w:p>
    <w:p w:rsidR="000477ED" w:rsidRDefault="000477ED" w:rsidP="00924B5A">
      <w:pPr>
        <w:pStyle w:val="ListParagraph"/>
        <w:numPr>
          <w:ilvl w:val="1"/>
          <w:numId w:val="25"/>
        </w:numPr>
      </w:pPr>
      <w:r>
        <w:t xml:space="preserve">If the </w:t>
      </w:r>
      <w:r w:rsidRPr="00A06EC6">
        <w:rPr>
          <w:rFonts w:ascii="Courier New" w:hAnsi="Courier New" w:cs="Courier New"/>
          <w:sz w:val="18"/>
        </w:rPr>
        <w:t>mod_ptr</w:t>
      </w:r>
      <w:r w:rsidR="00A06EC6">
        <w:t xml:space="preserve">, </w:t>
      </w:r>
      <w:r w:rsidRPr="00A06EC6">
        <w:rPr>
          <w:rFonts w:ascii="Courier New" w:hAnsi="Courier New" w:cs="Courier New"/>
          <w:sz w:val="18"/>
        </w:rPr>
        <w:t>mod_size</w:t>
      </w:r>
      <w:r w:rsidR="00A06EC6">
        <w:t xml:space="preserve">, or </w:t>
      </w:r>
      <w:r w:rsidRPr="00A06EC6">
        <w:rPr>
          <w:rFonts w:ascii="Courier New" w:hAnsi="Courier New" w:cs="Courier New"/>
          <w:sz w:val="18"/>
        </w:rPr>
        <w:t>mod_ref_count</w:t>
      </w:r>
      <w:r>
        <w:t xml:space="preserve"> fields of the user data </w:t>
      </w:r>
      <w:r w:rsidR="00A06EC6">
        <w:t xml:space="preserve">structure </w:t>
      </w:r>
      <w:r>
        <w:t xml:space="preserve">still have their initial values, verify that the supplied pointer matches the </w:t>
      </w:r>
      <w:r w:rsidRPr="00A06EC6">
        <w:rPr>
          <w:rFonts w:ascii="Courier New" w:hAnsi="Courier New" w:cs="Courier New"/>
          <w:sz w:val="18"/>
        </w:rPr>
        <w:t>init_ptr</w:t>
      </w:r>
      <w:r>
        <w:t xml:space="preserve"> field and </w:t>
      </w:r>
      <w:r w:rsidR="00A06EC6">
        <w:t xml:space="preserve">that </w:t>
      </w:r>
      <w:r>
        <w:t xml:space="preserve">the supplied size does not match the </w:t>
      </w:r>
      <w:r w:rsidRPr="00A06EC6">
        <w:rPr>
          <w:rFonts w:ascii="Courier New" w:hAnsi="Courier New" w:cs="Courier New"/>
          <w:sz w:val="18"/>
        </w:rPr>
        <w:t>init_size</w:t>
      </w:r>
      <w:r>
        <w:t xml:space="preserve"> field</w:t>
      </w:r>
      <w:r w:rsidR="006564E8">
        <w:t xml:space="preserve">. </w:t>
      </w:r>
      <w:r>
        <w:t xml:space="preserve">Decrement </w:t>
      </w:r>
      <w:r w:rsidRPr="00A06EC6">
        <w:rPr>
          <w:rFonts w:ascii="Courier New" w:hAnsi="Courier New" w:cs="Courier New"/>
          <w:sz w:val="18"/>
        </w:rPr>
        <w:t>init_ref_count</w:t>
      </w:r>
      <w:r>
        <w:t xml:space="preserve">, set </w:t>
      </w:r>
      <w:r w:rsidRPr="00A06EC6">
        <w:rPr>
          <w:rFonts w:ascii="Courier New" w:hAnsi="Courier New" w:cs="Courier New"/>
          <w:sz w:val="18"/>
        </w:rPr>
        <w:t>mod_ptr</w:t>
      </w:r>
      <w:r>
        <w:t xml:space="preserve"> equal</w:t>
      </w:r>
      <w:r w:rsidR="00A06EC6">
        <w:t xml:space="preserve"> to the address returned by </w:t>
      </w:r>
      <w:r w:rsidRPr="00A06EC6">
        <w:rPr>
          <w:rFonts w:ascii="Courier New" w:hAnsi="Courier New" w:cs="Courier New"/>
          <w:sz w:val="18"/>
        </w:rPr>
        <w:t>realloc</w:t>
      </w:r>
      <w:r>
        <w:t xml:space="preserve">, set </w:t>
      </w:r>
      <w:r w:rsidRPr="00A06EC6">
        <w:rPr>
          <w:rFonts w:ascii="Courier New" w:hAnsi="Courier New" w:cs="Courier New"/>
          <w:sz w:val="18"/>
        </w:rPr>
        <w:t>mod_size</w:t>
      </w:r>
      <w:r>
        <w:t xml:space="preserve"> equal to the supplied size, and set </w:t>
      </w:r>
      <w:r w:rsidRPr="00A06EC6">
        <w:rPr>
          <w:rFonts w:ascii="Courier New" w:hAnsi="Courier New" w:cs="Courier New"/>
          <w:sz w:val="18"/>
        </w:rPr>
        <w:t>mod_ref_count</w:t>
      </w:r>
      <w:r>
        <w:t xml:space="preserve"> to 1.</w:t>
      </w:r>
    </w:p>
    <w:p w:rsidR="000477ED" w:rsidRDefault="000477ED" w:rsidP="00924B5A">
      <w:pPr>
        <w:pStyle w:val="ListParagraph"/>
        <w:numPr>
          <w:ilvl w:val="1"/>
          <w:numId w:val="25"/>
        </w:numPr>
      </w:pPr>
      <w:r>
        <w:t xml:space="preserve">If the </w:t>
      </w:r>
      <w:r w:rsidRPr="00A06EC6">
        <w:rPr>
          <w:rFonts w:ascii="Courier New" w:hAnsi="Courier New" w:cs="Courier New"/>
          <w:sz w:val="18"/>
        </w:rPr>
        <w:t>mod_ptr</w:t>
      </w:r>
      <w:r w:rsidR="00A06EC6">
        <w:t xml:space="preserve">, </w:t>
      </w:r>
      <w:r w:rsidRPr="00A06EC6">
        <w:rPr>
          <w:rFonts w:ascii="Courier New" w:hAnsi="Courier New" w:cs="Courier New"/>
          <w:sz w:val="18"/>
        </w:rPr>
        <w:t>mod_size</w:t>
      </w:r>
      <w:r w:rsidR="00A06EC6">
        <w:t xml:space="preserve">, or </w:t>
      </w:r>
      <w:r w:rsidRPr="00A06EC6">
        <w:rPr>
          <w:rFonts w:ascii="Courier New" w:hAnsi="Courier New" w:cs="Courier New"/>
          <w:sz w:val="18"/>
        </w:rPr>
        <w:t>mod_ref_count</w:t>
      </w:r>
      <w:r>
        <w:t xml:space="preserve"> fields of the user data </w:t>
      </w:r>
      <w:r w:rsidR="00A06EC6">
        <w:t xml:space="preserve">structure </w:t>
      </w:r>
      <w:r>
        <w:t>are defined, verify that the supplied pointer matches th</w:t>
      </w:r>
      <w:r w:rsidR="00A06EC6">
        <w:t>e value of</w:t>
      </w:r>
      <w:r>
        <w:t xml:space="preserve"> </w:t>
      </w:r>
      <w:r w:rsidRPr="00A06EC6">
        <w:rPr>
          <w:rFonts w:ascii="Courier New" w:hAnsi="Courier New" w:cs="Courier New"/>
          <w:sz w:val="18"/>
        </w:rPr>
        <w:t>mod_ptr</w:t>
      </w:r>
      <w:r>
        <w:t xml:space="preserve"> and that the supplied size does not match </w:t>
      </w:r>
      <w:r w:rsidRPr="00A06EC6">
        <w:rPr>
          <w:rFonts w:ascii="Courier New" w:hAnsi="Courier New" w:cs="Courier New"/>
          <w:sz w:val="18"/>
        </w:rPr>
        <w:t>mod_size</w:t>
      </w:r>
      <w:r w:rsidR="006564E8">
        <w:t xml:space="preserve">. </w:t>
      </w:r>
      <w:r>
        <w:t xml:space="preserve">Set </w:t>
      </w:r>
      <w:r w:rsidRPr="00A06EC6">
        <w:rPr>
          <w:rFonts w:ascii="Courier New" w:hAnsi="Courier New" w:cs="Courier New"/>
          <w:sz w:val="18"/>
        </w:rPr>
        <w:t>mod_ptr</w:t>
      </w:r>
      <w:r>
        <w:t xml:space="preserve"> equal to the value returned by </w:t>
      </w:r>
      <w:r w:rsidRPr="00A06EC6">
        <w:rPr>
          <w:rFonts w:ascii="Courier New" w:hAnsi="Courier New" w:cs="Courier New"/>
          <w:sz w:val="18"/>
        </w:rPr>
        <w:t>realloc</w:t>
      </w:r>
      <w:r>
        <w:t xml:space="preserve">, and set </w:t>
      </w:r>
      <w:r w:rsidRPr="00A06EC6">
        <w:rPr>
          <w:rFonts w:ascii="Courier New" w:hAnsi="Courier New" w:cs="Courier New"/>
          <w:sz w:val="18"/>
        </w:rPr>
        <w:t>mod_size</w:t>
      </w:r>
      <w:r>
        <w:t xml:space="preserve"> equal to the supplied size.</w:t>
      </w:r>
    </w:p>
    <w:p w:rsidR="000477ED" w:rsidRDefault="000477ED" w:rsidP="000E1FF8"/>
    <w:p w:rsidR="000477ED" w:rsidRDefault="000477ED" w:rsidP="000E1FF8">
      <w:pPr>
        <w:ind w:left="720"/>
      </w:pPr>
      <w:r>
        <w:t xml:space="preserve">In both cases, if all sanity checks pass, return the value returned by the </w:t>
      </w:r>
      <w:r w:rsidRPr="00A06EC6">
        <w:rPr>
          <w:rFonts w:ascii="Courier New" w:hAnsi="Courier New" w:cs="Courier New"/>
          <w:sz w:val="18"/>
        </w:rPr>
        <w:t>realloc</w:t>
      </w:r>
      <w:r>
        <w:t xml:space="preserve"> call</w:t>
      </w:r>
      <w:r w:rsidR="006564E8">
        <w:t xml:space="preserve">. </w:t>
      </w:r>
      <w:r>
        <w:t>Otherwise, return NULL.</w:t>
      </w:r>
    </w:p>
    <w:p w:rsidR="000477ED" w:rsidRDefault="000477ED" w:rsidP="000E1FF8"/>
    <w:p w:rsidR="000477ED" w:rsidRDefault="000477ED" w:rsidP="00924B5A">
      <w:pPr>
        <w:pStyle w:val="ListParagraph"/>
        <w:numPr>
          <w:ilvl w:val="0"/>
          <w:numId w:val="22"/>
        </w:numPr>
      </w:pPr>
      <w:r>
        <w:t xml:space="preserve">Construct the </w:t>
      </w:r>
      <w:r w:rsidRPr="00A06EC6">
        <w:rPr>
          <w:rFonts w:ascii="Courier New" w:hAnsi="Courier New" w:cs="Courier New"/>
          <w:sz w:val="18"/>
        </w:rPr>
        <w:t>image_</w:t>
      </w:r>
      <w:proofErr w:type="gramStart"/>
      <w:r w:rsidRPr="00A06EC6">
        <w:rPr>
          <w:rFonts w:ascii="Courier New" w:hAnsi="Courier New" w:cs="Courier New"/>
          <w:sz w:val="18"/>
        </w:rPr>
        <w:t>free(</w:t>
      </w:r>
      <w:proofErr w:type="gramEnd"/>
      <w:r w:rsidRPr="00A06EC6">
        <w:rPr>
          <w:rFonts w:ascii="Courier New" w:hAnsi="Courier New" w:cs="Courier New"/>
          <w:sz w:val="18"/>
        </w:rPr>
        <w:t>)</w:t>
      </w:r>
      <w:r>
        <w:t xml:space="preserve"> routine so that it does nothing</w:t>
      </w:r>
      <w:r w:rsidR="006564E8">
        <w:t xml:space="preserve">. </w:t>
      </w:r>
      <w:r>
        <w:t>Perform sanity checks as follows:</w:t>
      </w:r>
    </w:p>
    <w:p w:rsidR="000477ED" w:rsidRDefault="000477ED" w:rsidP="00924B5A">
      <w:pPr>
        <w:pStyle w:val="ListParagraph"/>
        <w:numPr>
          <w:ilvl w:val="1"/>
          <w:numId w:val="22"/>
        </w:numPr>
      </w:pPr>
      <w:r>
        <w:t xml:space="preserve">If the </w:t>
      </w:r>
      <w:r w:rsidRPr="00A06EC6">
        <w:rPr>
          <w:rFonts w:ascii="Courier New" w:hAnsi="Courier New" w:cs="Courier New"/>
          <w:sz w:val="18"/>
        </w:rPr>
        <w:t>H5_FILE_IMAGE_OP_PROPERTY_LIST_CLOSE</w:t>
      </w:r>
      <w:r>
        <w:t xml:space="preserve"> flag is set, decrement the </w:t>
      </w:r>
      <w:r w:rsidRPr="00A06EC6">
        <w:rPr>
          <w:rFonts w:ascii="Courier New" w:hAnsi="Courier New" w:cs="Courier New"/>
          <w:sz w:val="18"/>
        </w:rPr>
        <w:t>init_ref_count</w:t>
      </w:r>
      <w:r>
        <w:t xml:space="preserve"> field of the user data</w:t>
      </w:r>
      <w:r w:rsidR="00A06EC6">
        <w:t xml:space="preserve"> structure</w:t>
      </w:r>
      <w:r>
        <w:t xml:space="preserve">. Flag an error if </w:t>
      </w:r>
      <w:r w:rsidR="00A06EC6" w:rsidRPr="00A06EC6">
        <w:rPr>
          <w:rFonts w:ascii="Courier New" w:hAnsi="Courier New" w:cs="Courier New"/>
          <w:sz w:val="18"/>
        </w:rPr>
        <w:t>init_ref_count</w:t>
      </w:r>
      <w:r w:rsidR="00A06EC6">
        <w:t xml:space="preserve"> </w:t>
      </w:r>
      <w:r>
        <w:t xml:space="preserve">drops below zero. </w:t>
      </w:r>
    </w:p>
    <w:p w:rsidR="000477ED" w:rsidRDefault="000477ED" w:rsidP="00924B5A">
      <w:pPr>
        <w:pStyle w:val="ListParagraph"/>
        <w:numPr>
          <w:ilvl w:val="1"/>
          <w:numId w:val="22"/>
        </w:numPr>
      </w:pPr>
      <w:r>
        <w:t xml:space="preserve">If the </w:t>
      </w:r>
      <w:r w:rsidRPr="00A06EC6">
        <w:rPr>
          <w:rFonts w:ascii="Courier New" w:hAnsi="Courier New" w:cs="Courier New"/>
          <w:sz w:val="18"/>
        </w:rPr>
        <w:t>H5_FILE_IMAGE_OP_FILE_CLOSE</w:t>
      </w:r>
      <w:r>
        <w:t xml:space="preserve"> flag is set, check to see if the </w:t>
      </w:r>
      <w:r w:rsidRPr="00A06EC6">
        <w:rPr>
          <w:rFonts w:ascii="Courier New" w:hAnsi="Courier New" w:cs="Courier New"/>
          <w:sz w:val="18"/>
        </w:rPr>
        <w:t>mod_ptr</w:t>
      </w:r>
      <w:r w:rsidR="00A06EC6">
        <w:t xml:space="preserve">, </w:t>
      </w:r>
      <w:r w:rsidRPr="00A06EC6">
        <w:rPr>
          <w:rFonts w:ascii="Courier New" w:hAnsi="Courier New" w:cs="Courier New"/>
          <w:sz w:val="18"/>
        </w:rPr>
        <w:t>mod_size</w:t>
      </w:r>
      <w:r w:rsidR="00A06EC6">
        <w:t xml:space="preserve">, or </w:t>
      </w:r>
      <w:r w:rsidRPr="00A06EC6">
        <w:rPr>
          <w:rFonts w:ascii="Courier New" w:hAnsi="Courier New" w:cs="Courier New"/>
          <w:sz w:val="18"/>
        </w:rPr>
        <w:t>mod_ref_count</w:t>
      </w:r>
      <w:r>
        <w:t xml:space="preserve"> fields of the user data </w:t>
      </w:r>
      <w:r w:rsidR="00A06EC6">
        <w:t xml:space="preserve">structure </w:t>
      </w:r>
      <w:r>
        <w:t xml:space="preserve">have been modified from their initial values. If they have, verify that </w:t>
      </w:r>
      <w:r w:rsidRPr="00A06EC6">
        <w:rPr>
          <w:rFonts w:ascii="Courier New" w:hAnsi="Courier New" w:cs="Courier New"/>
          <w:sz w:val="18"/>
        </w:rPr>
        <w:t>mod_ref_count</w:t>
      </w:r>
      <w:r>
        <w:t xml:space="preserve"> contains 1 and then set that field to zero</w:t>
      </w:r>
      <w:r w:rsidR="006564E8">
        <w:t xml:space="preserve">. </w:t>
      </w:r>
      <w:r>
        <w:t>If they have</w:t>
      </w:r>
      <w:r w:rsidR="00A06EC6">
        <w:t xml:space="preserve"> </w:t>
      </w:r>
      <w:r>
        <w:t>n</w:t>
      </w:r>
      <w:r w:rsidR="00A06EC6">
        <w:t>o</w:t>
      </w:r>
      <w:r>
        <w:t xml:space="preserve">t been modified, proceed as per the </w:t>
      </w:r>
      <w:r w:rsidRPr="00A06EC6">
        <w:rPr>
          <w:rFonts w:ascii="Courier New" w:hAnsi="Courier New" w:cs="Courier New"/>
          <w:sz w:val="18"/>
        </w:rPr>
        <w:t>H5_FILE_IMAGE_OP_PROPERTY_LIST_CLOSE</w:t>
      </w:r>
      <w:r>
        <w:t xml:space="preserve"> case.</w:t>
      </w:r>
    </w:p>
    <w:p w:rsidR="000477ED" w:rsidRDefault="000477ED" w:rsidP="000E1FF8"/>
    <w:p w:rsidR="000477ED" w:rsidRDefault="000477ED" w:rsidP="000E1FF8">
      <w:pPr>
        <w:ind w:left="720"/>
      </w:pPr>
      <w:r>
        <w:lastRenderedPageBreak/>
        <w:t xml:space="preserve">In either case, if both the </w:t>
      </w:r>
      <w:r w:rsidRPr="00A06EC6">
        <w:rPr>
          <w:rFonts w:ascii="Courier New" w:hAnsi="Courier New" w:cs="Courier New"/>
          <w:sz w:val="18"/>
        </w:rPr>
        <w:t>init_ref_count</w:t>
      </w:r>
      <w:r>
        <w:t xml:space="preserve"> and </w:t>
      </w:r>
      <w:r w:rsidRPr="00A06EC6">
        <w:rPr>
          <w:rFonts w:ascii="Courier New" w:hAnsi="Courier New" w:cs="Courier New"/>
          <w:sz w:val="18"/>
        </w:rPr>
        <w:t>mod_ref_count</w:t>
      </w:r>
      <w:r>
        <w:t xml:space="preserve"> fields have dropped to zero, notify the application that the </w:t>
      </w:r>
      <w:r w:rsidR="00543630">
        <w:t>HDF5 Library</w:t>
      </w:r>
      <w:r>
        <w:t xml:space="preserve"> is done with the buffer</w:t>
      </w:r>
      <w:r w:rsidR="006564E8">
        <w:t xml:space="preserve">. </w:t>
      </w:r>
      <w:r>
        <w:t xml:space="preserve">If the </w:t>
      </w:r>
      <w:r w:rsidRPr="00A06EC6">
        <w:rPr>
          <w:rFonts w:ascii="Courier New" w:hAnsi="Courier New" w:cs="Courier New"/>
          <w:sz w:val="18"/>
        </w:rPr>
        <w:t>mod_ptr</w:t>
      </w:r>
      <w:r w:rsidR="00A06EC6">
        <w:t xml:space="preserve"> or </w:t>
      </w:r>
      <w:r w:rsidRPr="00A06EC6">
        <w:rPr>
          <w:rFonts w:ascii="Courier New" w:hAnsi="Courier New" w:cs="Courier New"/>
          <w:sz w:val="18"/>
        </w:rPr>
        <w:t>mod_size</w:t>
      </w:r>
      <w:r>
        <w:t xml:space="preserve"> fields have been modified, pass these values on to the application as well.</w:t>
      </w:r>
    </w:p>
    <w:p w:rsidR="000477ED" w:rsidRDefault="000477ED" w:rsidP="000E1FF8"/>
    <w:p w:rsidR="00CE20B3" w:rsidRDefault="00CE20B3" w:rsidP="000E1FF8"/>
    <w:p w:rsidR="00FA3F06" w:rsidRDefault="00FA3F06" w:rsidP="000E1FF8"/>
    <w:p w:rsidR="000477ED" w:rsidRDefault="000477ED" w:rsidP="000E1FF8">
      <w:pPr>
        <w:pStyle w:val="Heading2"/>
      </w:pPr>
      <w:bookmarkStart w:id="34" w:name="_Toc318962999"/>
      <w:r>
        <w:t>Initial File Image Semantics</w:t>
      </w:r>
      <w:bookmarkEnd w:id="34"/>
    </w:p>
    <w:p w:rsidR="000477ED" w:rsidRDefault="000477ED" w:rsidP="000E1FF8">
      <w:r>
        <w:t xml:space="preserve">One can argue whether creating a file with an initial file image is closer to creating a file or opening </w:t>
      </w:r>
      <w:r w:rsidR="00CD6913">
        <w:t>a file</w:t>
      </w:r>
      <w:r w:rsidR="006564E8">
        <w:t>.</w:t>
      </w:r>
      <w:r>
        <w:t xml:space="preserve"> </w:t>
      </w:r>
      <w:r w:rsidR="00E66570">
        <w:t xml:space="preserve">The </w:t>
      </w:r>
      <w:r>
        <w:t>consensus seems to be that it is closer to a file open</w:t>
      </w:r>
      <w:r w:rsidR="00CC1927">
        <w:t>,</w:t>
      </w:r>
      <w:r>
        <w:t xml:space="preserve"> and thus we shall require that the initial image only be used for calls to </w:t>
      </w:r>
      <w:r w:rsidRPr="00E66570">
        <w:rPr>
          <w:rFonts w:ascii="Courier New" w:hAnsi="Courier New" w:cs="Courier New"/>
          <w:sz w:val="18"/>
        </w:rPr>
        <w:t>H5Fopen()</w:t>
      </w:r>
      <w:r>
        <w:t>.</w:t>
      </w:r>
    </w:p>
    <w:p w:rsidR="00FA3F06" w:rsidRDefault="00FA3F06" w:rsidP="000E1FF8"/>
    <w:p w:rsidR="000477ED" w:rsidRDefault="000477ED" w:rsidP="000E1FF8">
      <w:r>
        <w:t xml:space="preserve">Whatever our convention, from an internal perspective, </w:t>
      </w:r>
      <w:r w:rsidR="00034019">
        <w:t xml:space="preserve">opening </w:t>
      </w:r>
      <w:r w:rsidR="00C01361">
        <w:t xml:space="preserve">a file with an initial file image </w:t>
      </w:r>
      <w:r>
        <w:t>is a bit of both</w:t>
      </w:r>
      <w:r w:rsidR="00C01361">
        <w:t xml:space="preserve"> creating a file and opening a file</w:t>
      </w:r>
      <w:r>
        <w:t xml:space="preserve">. Conceptually, we will create a file on disk, write the supplied image to </w:t>
      </w:r>
      <w:r w:rsidR="00CC1927">
        <w:t>the file</w:t>
      </w:r>
      <w:r>
        <w:t xml:space="preserve">, close </w:t>
      </w:r>
      <w:r w:rsidR="00CC1927">
        <w:t>the file</w:t>
      </w:r>
      <w:r>
        <w:t xml:space="preserve">, open </w:t>
      </w:r>
      <w:r w:rsidR="00CC1927">
        <w:t xml:space="preserve">the file </w:t>
      </w:r>
      <w:r>
        <w:t>as an HDF5 file, and then proceed as usual</w:t>
      </w:r>
      <w:r w:rsidR="00CC1927">
        <w:t xml:space="preserve"> (of</w:t>
      </w:r>
      <w:r w:rsidR="00CC1927" w:rsidRPr="00FA3F06">
        <w:t xml:space="preserve"> course, the </w:t>
      </w:r>
      <w:r w:rsidR="00E66570" w:rsidRPr="00FA3F06">
        <w:t xml:space="preserve">Core </w:t>
      </w:r>
      <w:r w:rsidR="00CC1927" w:rsidRPr="00FA3F06">
        <w:t>VFD will not write to the file system u</w:t>
      </w:r>
      <w:r w:rsidR="00CC1927">
        <w:t>nless it is configured to do so)</w:t>
      </w:r>
      <w:r w:rsidR="006564E8">
        <w:t xml:space="preserve">. </w:t>
      </w:r>
      <w:r>
        <w:t>This process is similar to a file create</w:t>
      </w:r>
      <w:r w:rsidR="00CC1927">
        <w:t>:</w:t>
      </w:r>
      <w:r>
        <w:t xml:space="preserve"> we are creating a file that did</w:t>
      </w:r>
      <w:r w:rsidR="00CC1927">
        <w:t xml:space="preserve"> </w:t>
      </w:r>
      <w:r>
        <w:t>n</w:t>
      </w:r>
      <w:r w:rsidR="00CC1927">
        <w:t>o</w:t>
      </w:r>
      <w:r>
        <w:t>t exist on disk to begin with and writing data to it</w:t>
      </w:r>
      <w:r w:rsidR="006564E8">
        <w:t xml:space="preserve">. </w:t>
      </w:r>
      <w:r>
        <w:t>Also, we must verify that no file of the supplied name is open</w:t>
      </w:r>
      <w:r w:rsidR="006564E8">
        <w:t xml:space="preserve">. </w:t>
      </w:r>
      <w:r>
        <w:t xml:space="preserve">However, </w:t>
      </w:r>
      <w:r w:rsidR="00CC1927">
        <w:t>this process</w:t>
      </w:r>
      <w:r>
        <w:t xml:space="preserve"> is also similar to a file open</w:t>
      </w:r>
      <w:r w:rsidR="00CC1927">
        <w:t>:</w:t>
      </w:r>
      <w:r>
        <w:t xml:space="preserve"> we must read the superblock and handle the usual file open tasks. </w:t>
      </w:r>
    </w:p>
    <w:p w:rsidR="00FA3F06" w:rsidRDefault="00FA3F06" w:rsidP="000E1FF8"/>
    <w:p w:rsidR="000477ED" w:rsidRDefault="000477ED" w:rsidP="000E1FF8">
      <w:r w:rsidRPr="000A4FED">
        <w:t xml:space="preserve">Implementing the above sequence of actions has a number of implications on the behavior of the </w:t>
      </w:r>
      <w:proofErr w:type="gramStart"/>
      <w:r w:rsidRPr="000A4FED">
        <w:rPr>
          <w:rFonts w:ascii="Courier New" w:hAnsi="Courier New" w:cs="Courier New"/>
          <w:sz w:val="18"/>
        </w:rPr>
        <w:t>H5Fopen(</w:t>
      </w:r>
      <w:proofErr w:type="gramEnd"/>
      <w:r w:rsidRPr="000A4FED">
        <w:rPr>
          <w:rFonts w:ascii="Courier New" w:hAnsi="Courier New" w:cs="Courier New"/>
          <w:sz w:val="18"/>
        </w:rPr>
        <w:t>)</w:t>
      </w:r>
      <w:r w:rsidRPr="000A4FED">
        <w:t xml:space="preserve"> call</w:t>
      </w:r>
      <w:r w:rsidR="00034019">
        <w:t xml:space="preserve"> when an initial file image is supplied</w:t>
      </w:r>
      <w:r w:rsidRPr="000A4FED">
        <w:t>:</w:t>
      </w:r>
    </w:p>
    <w:p w:rsidR="00FA3F06" w:rsidRDefault="00FA3F06" w:rsidP="000E1FF8"/>
    <w:p w:rsidR="000477ED" w:rsidRDefault="000477ED" w:rsidP="00924B5A">
      <w:pPr>
        <w:pStyle w:val="ListParagraph"/>
        <w:numPr>
          <w:ilvl w:val="0"/>
          <w:numId w:val="26"/>
        </w:numPr>
      </w:pPr>
      <w:proofErr w:type="gramStart"/>
      <w:r w:rsidRPr="000A4FED">
        <w:rPr>
          <w:rFonts w:ascii="Courier New" w:hAnsi="Courier New" w:cs="Courier New"/>
          <w:sz w:val="18"/>
        </w:rPr>
        <w:t>H5Fopen(</w:t>
      </w:r>
      <w:proofErr w:type="gramEnd"/>
      <w:r w:rsidRPr="000A4FED">
        <w:rPr>
          <w:rFonts w:ascii="Courier New" w:hAnsi="Courier New" w:cs="Courier New"/>
          <w:sz w:val="18"/>
        </w:rPr>
        <w:t>)</w:t>
      </w:r>
      <w:r>
        <w:t xml:space="preserve"> must fail if the target file driver does</w:t>
      </w:r>
      <w:r w:rsidR="00A024F4">
        <w:t xml:space="preserve"> not</w:t>
      </w:r>
      <w:r>
        <w:t xml:space="preserve"> set the </w:t>
      </w:r>
      <w:r w:rsidRPr="000A4FED">
        <w:rPr>
          <w:rFonts w:ascii="Courier New" w:hAnsi="Courier New" w:cs="Courier New"/>
          <w:sz w:val="18"/>
        </w:rPr>
        <w:t>H5FD_FEAT_ALLOW_FILE_IMAGE</w:t>
      </w:r>
      <w:r>
        <w:t xml:space="preserve"> flag and a file image is specified in the FAPL.</w:t>
      </w:r>
      <w:r w:rsidR="00C01361">
        <w:t xml:space="preserve"> </w:t>
      </w:r>
    </w:p>
    <w:p w:rsidR="000477ED" w:rsidRDefault="000477ED" w:rsidP="00924B5A">
      <w:pPr>
        <w:pStyle w:val="ListParagraph"/>
        <w:numPr>
          <w:ilvl w:val="0"/>
          <w:numId w:val="26"/>
        </w:numPr>
      </w:pPr>
      <w:r>
        <w:t xml:space="preserve">If the target file driver supports the </w:t>
      </w:r>
      <w:r w:rsidRPr="000A4FED">
        <w:rPr>
          <w:rFonts w:ascii="Courier New" w:hAnsi="Courier New" w:cs="Courier New"/>
          <w:sz w:val="18"/>
        </w:rPr>
        <w:t>H5FD_FEAT_ALLOW_FILE_IMAGE</w:t>
      </w:r>
      <w:r>
        <w:t xml:space="preserve"> flag,</w:t>
      </w:r>
      <w:r w:rsidR="007C407A">
        <w:t xml:space="preserve"> then</w:t>
      </w:r>
      <w:r>
        <w:t xml:space="preserve"> </w:t>
      </w:r>
      <w:proofErr w:type="gramStart"/>
      <w:r w:rsidRPr="000A4FED">
        <w:rPr>
          <w:rFonts w:ascii="Courier New" w:hAnsi="Courier New" w:cs="Courier New"/>
          <w:sz w:val="18"/>
        </w:rPr>
        <w:t>H5Fopen(</w:t>
      </w:r>
      <w:proofErr w:type="gramEnd"/>
      <w:r w:rsidRPr="000A4FED">
        <w:rPr>
          <w:rFonts w:ascii="Courier New" w:hAnsi="Courier New" w:cs="Courier New"/>
          <w:sz w:val="18"/>
        </w:rPr>
        <w:t>)</w:t>
      </w:r>
      <w:r>
        <w:t xml:space="preserve"> must fail if the file is already open or if a file of the specified name exists.</w:t>
      </w:r>
    </w:p>
    <w:p w:rsidR="000477ED" w:rsidRDefault="000477ED" w:rsidP="00924B5A">
      <w:pPr>
        <w:pStyle w:val="ListParagraph"/>
        <w:numPr>
          <w:ilvl w:val="0"/>
          <w:numId w:val="26"/>
        </w:numPr>
      </w:pPr>
      <w:r>
        <w:t xml:space="preserve">Even if the above constraints are satisfied, </w:t>
      </w:r>
      <w:proofErr w:type="gramStart"/>
      <w:r w:rsidRPr="000A4FED">
        <w:rPr>
          <w:rFonts w:ascii="Courier New" w:hAnsi="Courier New" w:cs="Courier New"/>
          <w:sz w:val="18"/>
        </w:rPr>
        <w:t>H5Fopen(</w:t>
      </w:r>
      <w:proofErr w:type="gramEnd"/>
      <w:r w:rsidRPr="000A4FED">
        <w:rPr>
          <w:rFonts w:ascii="Courier New" w:hAnsi="Courier New" w:cs="Courier New"/>
          <w:sz w:val="18"/>
        </w:rPr>
        <w:t>)</w:t>
      </w:r>
      <w:r>
        <w:t xml:space="preserve"> must still fail if the image does</w:t>
      </w:r>
      <w:r w:rsidR="00A024F4">
        <w:t xml:space="preserve"> not</w:t>
      </w:r>
      <w:r>
        <w:t xml:space="preserve"> contain a valid (or perhaps just plausibly valid) image of an HDF5 file</w:t>
      </w:r>
      <w:r w:rsidR="006564E8">
        <w:t xml:space="preserve">. </w:t>
      </w:r>
      <w:r>
        <w:t>In particular, the superblock must be processed, and the file structure be set up accordingly</w:t>
      </w:r>
      <w:r w:rsidR="006564E8">
        <w:t xml:space="preserve">. </w:t>
      </w:r>
    </w:p>
    <w:p w:rsidR="00FA3F06" w:rsidRDefault="00FA3F06" w:rsidP="000E1FF8"/>
    <w:p w:rsidR="007C407A" w:rsidRDefault="007C407A" w:rsidP="000E1FF8">
      <w:r>
        <w:t xml:space="preserve">See the “Virtual File Driver Feature Flags” section on page </w:t>
      </w:r>
      <w:r w:rsidR="00B84989">
        <w:fldChar w:fldCharType="begin"/>
      </w:r>
      <w:r>
        <w:instrText xml:space="preserve"> PAGEREF VirtualFileDriverFeatureFlags \h </w:instrText>
      </w:r>
      <w:r w:rsidR="00B84989">
        <w:fldChar w:fldCharType="separate"/>
      </w:r>
      <w:r w:rsidR="006D729D">
        <w:rPr>
          <w:noProof/>
        </w:rPr>
        <w:t>17</w:t>
      </w:r>
      <w:r w:rsidR="00B84989">
        <w:fldChar w:fldCharType="end"/>
      </w:r>
      <w:r>
        <w:t xml:space="preserve"> for more information.</w:t>
      </w:r>
    </w:p>
    <w:p w:rsidR="007C407A" w:rsidRDefault="007C407A" w:rsidP="000E1FF8"/>
    <w:p w:rsidR="000477ED" w:rsidRDefault="000477ED" w:rsidP="000E1FF8">
      <w:r>
        <w:t>As we indicated earlier, if an initial file image appears in the property list of a</w:t>
      </w:r>
      <w:r w:rsidR="00672821">
        <w:t>n</w:t>
      </w:r>
      <w:r>
        <w:t xml:space="preserve"> </w:t>
      </w:r>
      <w:proofErr w:type="gramStart"/>
      <w:r w:rsidRPr="000A4FED">
        <w:rPr>
          <w:rFonts w:ascii="Courier New" w:hAnsi="Courier New" w:cs="Courier New"/>
          <w:sz w:val="18"/>
        </w:rPr>
        <w:t>H5Fcreate(</w:t>
      </w:r>
      <w:proofErr w:type="gramEnd"/>
      <w:r w:rsidRPr="000A4FED">
        <w:rPr>
          <w:rFonts w:ascii="Courier New" w:hAnsi="Courier New" w:cs="Courier New"/>
          <w:sz w:val="18"/>
        </w:rPr>
        <w:t>)</w:t>
      </w:r>
      <w:r>
        <w:t xml:space="preserve"> call, it is ignored.</w:t>
      </w:r>
      <w:r w:rsidR="007C407A">
        <w:t xml:space="preserve"> </w:t>
      </w:r>
    </w:p>
    <w:p w:rsidR="00FA3F06" w:rsidRDefault="00FA3F06" w:rsidP="000E1FF8"/>
    <w:p w:rsidR="000477ED" w:rsidRDefault="000477ED" w:rsidP="000E1FF8">
      <w:r>
        <w:t>While the above section on the semantics of the file image callbacks may seem rather gloomy, we get the payback here</w:t>
      </w:r>
      <w:r w:rsidR="006564E8">
        <w:t xml:space="preserve">. </w:t>
      </w:r>
      <w:r>
        <w:t>The above says everything that needs to be said about initial file image semantics in general</w:t>
      </w:r>
      <w:r w:rsidR="000A4FED">
        <w:t xml:space="preserve">. The sub-section below has </w:t>
      </w:r>
      <w:r>
        <w:t xml:space="preserve">a few </w:t>
      </w:r>
      <w:r w:rsidR="000A4FED">
        <w:t xml:space="preserve">more </w:t>
      </w:r>
      <w:r>
        <w:t xml:space="preserve">observations on the </w:t>
      </w:r>
      <w:r w:rsidR="00805591">
        <w:t>Core file driver</w:t>
      </w:r>
      <w:r w:rsidR="006564E8">
        <w:t xml:space="preserve">. </w:t>
      </w:r>
    </w:p>
    <w:p w:rsidR="00FA3F06" w:rsidRDefault="00FA3F06" w:rsidP="000E1FF8"/>
    <w:p w:rsidR="00FA3F06" w:rsidRDefault="00FA3F06" w:rsidP="000E1FF8"/>
    <w:p w:rsidR="00FA3F06" w:rsidRDefault="00FA3F06" w:rsidP="000E1FF8"/>
    <w:p w:rsidR="000477ED" w:rsidRDefault="000477ED" w:rsidP="000E1FF8">
      <w:pPr>
        <w:pStyle w:val="Heading3"/>
      </w:pPr>
      <w:bookmarkStart w:id="35" w:name="_Toc318963000"/>
      <w:r>
        <w:t>Appl</w:t>
      </w:r>
      <w:r w:rsidR="00CD6913">
        <w:t>y</w:t>
      </w:r>
      <w:r>
        <w:t>i</w:t>
      </w:r>
      <w:r w:rsidR="00CD6913">
        <w:t>ng</w:t>
      </w:r>
      <w:r>
        <w:t xml:space="preserve"> Initial File Image Semant</w:t>
      </w:r>
      <w:bookmarkStart w:id="36" w:name="ApplyingInitialFileImageSemanticsCoreFD"/>
      <w:bookmarkEnd w:id="36"/>
      <w:r>
        <w:t>ics to the Core File Driver</w:t>
      </w:r>
      <w:bookmarkEnd w:id="35"/>
    </w:p>
    <w:p w:rsidR="000477ED" w:rsidRDefault="000477ED" w:rsidP="000E1FF8">
      <w:r>
        <w:t xml:space="preserve">At present, the </w:t>
      </w:r>
      <w:r w:rsidR="00805591">
        <w:t>Core file driver</w:t>
      </w:r>
      <w:r>
        <w:t xml:space="preserve"> uses the </w:t>
      </w:r>
      <w:proofErr w:type="gramStart"/>
      <w:r w:rsidRPr="00BF6E79">
        <w:rPr>
          <w:rFonts w:ascii="Courier New" w:hAnsi="Courier New" w:cs="Courier New"/>
          <w:sz w:val="18"/>
        </w:rPr>
        <w:t>open(</w:t>
      </w:r>
      <w:proofErr w:type="gramEnd"/>
      <w:r w:rsidRPr="00BF6E79">
        <w:rPr>
          <w:rFonts w:ascii="Courier New" w:hAnsi="Courier New" w:cs="Courier New"/>
          <w:sz w:val="18"/>
        </w:rPr>
        <w:t>)</w:t>
      </w:r>
      <w:r>
        <w:t xml:space="preserve"> and </w:t>
      </w:r>
      <w:r w:rsidRPr="00BF6E79">
        <w:rPr>
          <w:rFonts w:ascii="Courier New" w:hAnsi="Courier New" w:cs="Courier New"/>
          <w:sz w:val="18"/>
        </w:rPr>
        <w:t>read()</w:t>
      </w:r>
      <w:r>
        <w:t xml:space="preserve"> system calls to load an HDF5 file image from the file system into RAM</w:t>
      </w:r>
      <w:r w:rsidR="006564E8">
        <w:t xml:space="preserve">. </w:t>
      </w:r>
      <w:r>
        <w:t xml:space="preserve">Further, if the </w:t>
      </w:r>
      <w:r w:rsidRPr="001E0173">
        <w:rPr>
          <w:rFonts w:ascii="Courier New" w:hAnsi="Courier New" w:cs="Courier New"/>
          <w:sz w:val="18"/>
        </w:rPr>
        <w:t>backing</w:t>
      </w:r>
      <w:r w:rsidR="001E0173" w:rsidRPr="001E0173">
        <w:rPr>
          <w:rFonts w:ascii="Courier New" w:hAnsi="Courier New" w:cs="Courier New"/>
          <w:sz w:val="18"/>
        </w:rPr>
        <w:t>_</w:t>
      </w:r>
      <w:r w:rsidRPr="001E0173">
        <w:rPr>
          <w:rFonts w:ascii="Courier New" w:hAnsi="Courier New" w:cs="Courier New"/>
          <w:sz w:val="18"/>
        </w:rPr>
        <w:t>store</w:t>
      </w:r>
      <w:r>
        <w:t xml:space="preserve"> flag is set in the </w:t>
      </w:r>
      <w:r w:rsidR="00BF6E79">
        <w:t xml:space="preserve">FAPL </w:t>
      </w:r>
      <w:r>
        <w:t xml:space="preserve">entry specifying the use of the </w:t>
      </w:r>
      <w:r w:rsidR="00805591">
        <w:t>Core file driver</w:t>
      </w:r>
      <w:r>
        <w:t xml:space="preserve">, the </w:t>
      </w:r>
      <w:r w:rsidR="00805591">
        <w:t>Core file driver</w:t>
      </w:r>
      <w:r w:rsidR="00BF6E79">
        <w:t>’</w:t>
      </w:r>
      <w:r>
        <w:t>s internal image will be used to overwrite the source file on either flush or close.</w:t>
      </w:r>
      <w:r w:rsidR="001E0173">
        <w:t xml:space="preserve"> See the </w:t>
      </w:r>
      <w:r w:rsidR="001E0173" w:rsidRPr="001E0173">
        <w:rPr>
          <w:rFonts w:ascii="Courier New" w:hAnsi="Courier New" w:cs="Courier New"/>
          <w:sz w:val="18"/>
        </w:rPr>
        <w:t>H5Pset_fapl_core</w:t>
      </w:r>
      <w:r w:rsidR="001E0173">
        <w:t xml:space="preserve"> entry in the </w:t>
      </w:r>
      <w:r w:rsidR="001E0173" w:rsidRPr="001E0173">
        <w:rPr>
          <w:i/>
        </w:rPr>
        <w:t>HDF5 Reference Manual</w:t>
      </w:r>
      <w:r w:rsidR="001E0173">
        <w:t xml:space="preserve"> for more information.</w:t>
      </w:r>
    </w:p>
    <w:p w:rsidR="00FA3F06" w:rsidRDefault="00FA3F06" w:rsidP="000E1FF8"/>
    <w:p w:rsidR="000477ED" w:rsidRDefault="000477ED" w:rsidP="000E1FF8">
      <w:r>
        <w:lastRenderedPageBreak/>
        <w:t>This results in the following observations</w:t>
      </w:r>
      <w:r w:rsidR="006564E8">
        <w:t xml:space="preserve">. </w:t>
      </w:r>
      <w:r>
        <w:t xml:space="preserve">In all cases assume that use of the </w:t>
      </w:r>
      <w:r w:rsidR="00805591">
        <w:t>Core file driver</w:t>
      </w:r>
      <w:r>
        <w:t xml:space="preserve"> has been specified in the FAPL.</w:t>
      </w:r>
    </w:p>
    <w:p w:rsidR="00FA3F06" w:rsidRDefault="00FA3F06" w:rsidP="000E1FF8"/>
    <w:p w:rsidR="000477ED" w:rsidRDefault="000477ED" w:rsidP="00924B5A">
      <w:pPr>
        <w:pStyle w:val="ListParagraph"/>
        <w:numPr>
          <w:ilvl w:val="0"/>
          <w:numId w:val="27"/>
        </w:numPr>
      </w:pPr>
      <w:r>
        <w:t xml:space="preserve">If the file specified in the </w:t>
      </w:r>
      <w:proofErr w:type="gramStart"/>
      <w:r w:rsidRPr="00BF6E79">
        <w:rPr>
          <w:rFonts w:ascii="Courier New" w:hAnsi="Courier New" w:cs="Courier New"/>
          <w:sz w:val="18"/>
        </w:rPr>
        <w:t>H5Fopen(</w:t>
      </w:r>
      <w:proofErr w:type="gramEnd"/>
      <w:r w:rsidRPr="00BF6E79">
        <w:rPr>
          <w:rFonts w:ascii="Courier New" w:hAnsi="Courier New" w:cs="Courier New"/>
          <w:sz w:val="18"/>
        </w:rPr>
        <w:t>)</w:t>
      </w:r>
      <w:r>
        <w:t xml:space="preserve"> call does not exist, and no initial image is specified in the FAPL, the open must fail because there is no source for the initial image needed by the </w:t>
      </w:r>
      <w:r w:rsidR="00805591">
        <w:t>Core file driver</w:t>
      </w:r>
      <w:r>
        <w:t>.</w:t>
      </w:r>
    </w:p>
    <w:p w:rsidR="000477ED" w:rsidRDefault="000477ED" w:rsidP="00924B5A">
      <w:pPr>
        <w:pStyle w:val="ListParagraph"/>
        <w:numPr>
          <w:ilvl w:val="0"/>
          <w:numId w:val="27"/>
        </w:numPr>
      </w:pPr>
      <w:r>
        <w:t xml:space="preserve">If the file specified in the </w:t>
      </w:r>
      <w:proofErr w:type="gramStart"/>
      <w:r w:rsidRPr="00BF6E79">
        <w:rPr>
          <w:rFonts w:ascii="Courier New" w:hAnsi="Courier New" w:cs="Courier New"/>
          <w:sz w:val="18"/>
        </w:rPr>
        <w:t>H5Fopen</w:t>
      </w:r>
      <w:r w:rsidR="00BF6E79">
        <w:rPr>
          <w:rFonts w:ascii="Courier New" w:hAnsi="Courier New" w:cs="Courier New"/>
          <w:sz w:val="18"/>
        </w:rPr>
        <w:t>(</w:t>
      </w:r>
      <w:proofErr w:type="gramEnd"/>
      <w:r w:rsidR="00BF6E79">
        <w:rPr>
          <w:rFonts w:ascii="Courier New" w:hAnsi="Courier New" w:cs="Courier New"/>
          <w:sz w:val="18"/>
        </w:rPr>
        <w:t>)</w:t>
      </w:r>
      <w:r>
        <w:t xml:space="preserve"> call does exist, and an initial image is specified in the FAPL, the open must fail because the source of the needed initial image is ambiguous</w:t>
      </w:r>
      <w:r w:rsidR="00BF6E79">
        <w:t>:</w:t>
      </w:r>
      <w:r>
        <w:t xml:space="preserve"> </w:t>
      </w:r>
      <w:r w:rsidR="00BF6E79">
        <w:t>the file image</w:t>
      </w:r>
      <w:r>
        <w:t xml:space="preserve"> could be taken either from file or from the FAPL.</w:t>
      </w:r>
    </w:p>
    <w:p w:rsidR="000477ED" w:rsidRDefault="000477ED" w:rsidP="00924B5A">
      <w:pPr>
        <w:pStyle w:val="ListParagraph"/>
        <w:numPr>
          <w:ilvl w:val="0"/>
          <w:numId w:val="27"/>
        </w:numPr>
      </w:pPr>
      <w:r>
        <w:t xml:space="preserve">If the file specified in the </w:t>
      </w:r>
      <w:proofErr w:type="gramStart"/>
      <w:r w:rsidRPr="00BF6E79">
        <w:rPr>
          <w:rFonts w:ascii="Courier New" w:hAnsi="Courier New" w:cs="Courier New"/>
          <w:sz w:val="18"/>
        </w:rPr>
        <w:t>H5Fopen(</w:t>
      </w:r>
      <w:proofErr w:type="gramEnd"/>
      <w:r w:rsidRPr="00BF6E79">
        <w:rPr>
          <w:rFonts w:ascii="Courier New" w:hAnsi="Courier New" w:cs="Courier New"/>
          <w:sz w:val="18"/>
        </w:rPr>
        <w:t>)</w:t>
      </w:r>
      <w:r>
        <w:t xml:space="preserve"> call does not exist, and an initial image is specified in the FAPL, the open will succeed</w:t>
      </w:r>
      <w:r w:rsidR="00BF6E79">
        <w:t>. This</w:t>
      </w:r>
      <w:r>
        <w:t xml:space="preserve"> assum</w:t>
      </w:r>
      <w:r w:rsidR="00BF6E79">
        <w:t>es</w:t>
      </w:r>
      <w:r>
        <w:t xml:space="preserve"> that the supplied image is valid</w:t>
      </w:r>
      <w:r w:rsidR="006564E8">
        <w:t xml:space="preserve">. </w:t>
      </w:r>
      <w:r>
        <w:t xml:space="preserve">Further, if the backing store flag is set, the file specified in the </w:t>
      </w:r>
      <w:proofErr w:type="gramStart"/>
      <w:r w:rsidRPr="00FD5F68">
        <w:rPr>
          <w:rFonts w:ascii="Courier New" w:hAnsi="Courier New" w:cs="Courier New"/>
          <w:sz w:val="18"/>
        </w:rPr>
        <w:t>H5Fopen(</w:t>
      </w:r>
      <w:proofErr w:type="gramEnd"/>
      <w:r w:rsidRPr="00FD5F68">
        <w:rPr>
          <w:rFonts w:ascii="Courier New" w:hAnsi="Courier New" w:cs="Courier New"/>
          <w:sz w:val="18"/>
        </w:rPr>
        <w:t>)</w:t>
      </w:r>
      <w:r>
        <w:t xml:space="preserve"> call will be created, and the contents of the </w:t>
      </w:r>
      <w:r w:rsidR="00805591">
        <w:t>Core file driver</w:t>
      </w:r>
      <w:r>
        <w:t xml:space="preserve">’s internal buffer will be written to the new file on flush </w:t>
      </w:r>
      <w:r w:rsidR="00034019">
        <w:t xml:space="preserve">or </w:t>
      </w:r>
      <w:r>
        <w:t>close.</w:t>
      </w:r>
    </w:p>
    <w:p w:rsidR="00FA3F06" w:rsidRDefault="00FA3F06" w:rsidP="000E1FF8"/>
    <w:p w:rsidR="000477ED" w:rsidRDefault="000477ED" w:rsidP="000E1FF8">
      <w:r>
        <w:t xml:space="preserve">Thus a call to </w:t>
      </w:r>
      <w:proofErr w:type="gramStart"/>
      <w:r w:rsidRPr="00FD5F68">
        <w:rPr>
          <w:rFonts w:ascii="Courier New" w:hAnsi="Courier New" w:cs="Courier New"/>
          <w:sz w:val="18"/>
        </w:rPr>
        <w:t>H5Fopen(</w:t>
      </w:r>
      <w:proofErr w:type="gramEnd"/>
      <w:r w:rsidRPr="00FD5F68">
        <w:rPr>
          <w:rFonts w:ascii="Courier New" w:hAnsi="Courier New" w:cs="Courier New"/>
          <w:sz w:val="18"/>
        </w:rPr>
        <w:t>)</w:t>
      </w:r>
      <w:r>
        <w:t xml:space="preserve"> can result in the creation of a new HDF5 file in the file system</w:t>
      </w:r>
      <w:r w:rsidR="006564E8">
        <w:t xml:space="preserve">. </w:t>
      </w:r>
    </w:p>
    <w:p w:rsidR="000477ED" w:rsidRDefault="000477ED" w:rsidP="000E1FF8"/>
    <w:p w:rsidR="00FA3F06" w:rsidRDefault="00FA3F06" w:rsidP="000E1FF8"/>
    <w:p w:rsidR="00FA3F06" w:rsidRDefault="00FA3F06" w:rsidP="000E1FF8"/>
    <w:p w:rsidR="00B62087" w:rsidRDefault="00B62087" w:rsidP="00B62087">
      <w:pPr>
        <w:pStyle w:val="Heading1"/>
      </w:pPr>
      <w:bookmarkStart w:id="37" w:name="_Toc318963001"/>
      <w:r>
        <w:lastRenderedPageBreak/>
        <w:t>Ex</w:t>
      </w:r>
      <w:bookmarkStart w:id="38" w:name="Examples"/>
      <w:bookmarkEnd w:id="38"/>
      <w:r>
        <w:t>amples</w:t>
      </w:r>
      <w:bookmarkEnd w:id="37"/>
      <w:r>
        <w:t xml:space="preserve"> </w:t>
      </w:r>
    </w:p>
    <w:p w:rsidR="00B62087" w:rsidRDefault="00015FDD" w:rsidP="00015FDD">
      <w:r>
        <w:t xml:space="preserve">The purpose of this chapter is to provide examples of how to read or build an in-memory HDF5 file image. </w:t>
      </w:r>
    </w:p>
    <w:p w:rsidR="00015FDD" w:rsidRDefault="00015FDD" w:rsidP="00015FDD"/>
    <w:p w:rsidR="00015FDD" w:rsidRDefault="00015FDD" w:rsidP="00015FDD"/>
    <w:p w:rsidR="00015FDD" w:rsidRDefault="00015FDD" w:rsidP="00015FDD"/>
    <w:p w:rsidR="00B62087" w:rsidRDefault="00B62087" w:rsidP="00B62087">
      <w:pPr>
        <w:pStyle w:val="Heading2"/>
      </w:pPr>
      <w:bookmarkStart w:id="39" w:name="_Toc318963002"/>
      <w:r>
        <w:t xml:space="preserve">Reading an </w:t>
      </w:r>
      <w:r w:rsidR="00380E70">
        <w:t>In-m</w:t>
      </w:r>
      <w:bookmarkStart w:id="40" w:name="ReadingInMemoryHdf5FileImage"/>
      <w:bookmarkEnd w:id="40"/>
      <w:r w:rsidR="00380E70">
        <w:t xml:space="preserve">emory </w:t>
      </w:r>
      <w:r>
        <w:t>HDF5 File Image</w:t>
      </w:r>
      <w:bookmarkEnd w:id="39"/>
    </w:p>
    <w:p w:rsidR="00B62087" w:rsidRDefault="00B62087" w:rsidP="00B62087">
      <w:r>
        <w:t xml:space="preserve">The </w:t>
      </w:r>
      <w:r w:rsidRPr="00C54201">
        <w:rPr>
          <w:rFonts w:ascii="Courier New" w:hAnsi="Courier New" w:cs="Courier New"/>
          <w:sz w:val="18"/>
        </w:rPr>
        <w:t>H5Pset_file_</w:t>
      </w:r>
      <w:proofErr w:type="gramStart"/>
      <w:r w:rsidRPr="00C54201">
        <w:rPr>
          <w:rFonts w:ascii="Courier New" w:hAnsi="Courier New" w:cs="Courier New"/>
          <w:sz w:val="18"/>
        </w:rPr>
        <w:t>image(</w:t>
      </w:r>
      <w:proofErr w:type="gramEnd"/>
      <w:r w:rsidRPr="00C54201">
        <w:rPr>
          <w:rFonts w:ascii="Courier New" w:hAnsi="Courier New" w:cs="Courier New"/>
          <w:sz w:val="18"/>
        </w:rPr>
        <w:t>)</w:t>
      </w:r>
      <w:r>
        <w:t xml:space="preserve"> </w:t>
      </w:r>
      <w:r w:rsidR="00F410DE">
        <w:t xml:space="preserve">function </w:t>
      </w:r>
      <w:r>
        <w:t>call allow</w:t>
      </w:r>
      <w:r w:rsidR="00F410DE">
        <w:t>s</w:t>
      </w:r>
      <w:r>
        <w:t xml:space="preserve"> the </w:t>
      </w:r>
      <w:r w:rsidR="00805591">
        <w:t>Core file driver</w:t>
      </w:r>
      <w:r>
        <w:t xml:space="preserve"> to be initialized from an application provided buffer. The following pseudo code illustrates its use:</w:t>
      </w:r>
    </w:p>
    <w:p w:rsidR="00B50584" w:rsidRDefault="00B50584" w:rsidP="00B50584"/>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B50584" w:rsidRPr="00137C51">
        <w:trPr>
          <w:jc w:val="center"/>
        </w:trPr>
        <w:tc>
          <w:tcPr>
            <w:tcW w:w="8874" w:type="dxa"/>
          </w:tcPr>
          <w:p w:rsidR="00B50584" w:rsidRDefault="00B50584" w:rsidP="0047588B">
            <w:pPr>
              <w:pStyle w:val="PlainText"/>
            </w:pPr>
          </w:p>
          <w:p w:rsidR="00C54201" w:rsidRDefault="00C54201" w:rsidP="00C54201">
            <w:pPr>
              <w:pStyle w:val="PlainText"/>
            </w:pPr>
            <w:r>
              <w:t>&lt;allocate and initialize buf_len and buf&gt;</w:t>
            </w:r>
          </w:p>
          <w:p w:rsidR="00C54201" w:rsidRDefault="00C54201" w:rsidP="00C54201">
            <w:pPr>
              <w:pStyle w:val="PlainText"/>
            </w:pPr>
            <w:r>
              <w:t>&lt;allocate fapl_id&gt;</w:t>
            </w:r>
          </w:p>
          <w:p w:rsidR="00C54201" w:rsidRDefault="00C54201" w:rsidP="00C54201">
            <w:pPr>
              <w:pStyle w:val="PlainText"/>
            </w:pPr>
            <w:r>
              <w:t xml:space="preserve">&lt;set fapl to use </w:t>
            </w:r>
            <w:r w:rsidR="00805591">
              <w:t xml:space="preserve">Core </w:t>
            </w:r>
            <w:r>
              <w:t>file driver&gt;</w:t>
            </w:r>
          </w:p>
          <w:p w:rsidR="00C54201" w:rsidRDefault="00C54201" w:rsidP="00C54201">
            <w:pPr>
              <w:pStyle w:val="PlainText"/>
            </w:pPr>
          </w:p>
          <w:p w:rsidR="00C54201" w:rsidRDefault="00C54201" w:rsidP="00C54201">
            <w:pPr>
              <w:pStyle w:val="PlainText"/>
            </w:pPr>
            <w:r>
              <w:t>H5Pset_file_image(fapl_id, buf, buf_len);</w:t>
            </w:r>
          </w:p>
          <w:p w:rsidR="00C54201" w:rsidRDefault="00C54201" w:rsidP="00C54201">
            <w:pPr>
              <w:pStyle w:val="PlainText"/>
            </w:pPr>
          </w:p>
          <w:p w:rsidR="00C54201" w:rsidRDefault="00C54201" w:rsidP="00C54201">
            <w:pPr>
              <w:pStyle w:val="PlainText"/>
            </w:pPr>
            <w:r>
              <w:t>&lt;discard buf any time after this point&gt;</w:t>
            </w:r>
          </w:p>
          <w:p w:rsidR="00C54201" w:rsidRDefault="00C54201" w:rsidP="00C54201">
            <w:pPr>
              <w:pStyle w:val="PlainText"/>
            </w:pPr>
          </w:p>
          <w:p w:rsidR="00C54201" w:rsidRDefault="00C54201" w:rsidP="00C54201">
            <w:pPr>
              <w:pStyle w:val="PlainText"/>
            </w:pPr>
            <w:r>
              <w:t>&lt;open file&gt;</w:t>
            </w:r>
          </w:p>
          <w:p w:rsidR="00C54201" w:rsidRDefault="00C54201" w:rsidP="00C54201">
            <w:pPr>
              <w:pStyle w:val="PlainText"/>
            </w:pPr>
          </w:p>
          <w:p w:rsidR="00C54201" w:rsidRDefault="00C54201" w:rsidP="00C54201">
            <w:pPr>
              <w:pStyle w:val="PlainText"/>
            </w:pPr>
            <w:r>
              <w:t>&lt;discard fapl any time after this point&gt;</w:t>
            </w:r>
          </w:p>
          <w:p w:rsidR="00C54201" w:rsidRDefault="00C54201" w:rsidP="00C54201">
            <w:pPr>
              <w:pStyle w:val="PlainText"/>
            </w:pPr>
          </w:p>
          <w:p w:rsidR="00C54201" w:rsidRDefault="00C54201" w:rsidP="00C54201">
            <w:pPr>
              <w:pStyle w:val="PlainText"/>
            </w:pPr>
            <w:r>
              <w:t>&lt;read and/or write file as desired, close&gt;</w:t>
            </w:r>
          </w:p>
          <w:p w:rsidR="00B50584" w:rsidRPr="00186743" w:rsidRDefault="00B50584" w:rsidP="0047588B">
            <w:pPr>
              <w:pStyle w:val="PlainText"/>
            </w:pPr>
          </w:p>
        </w:tc>
      </w:tr>
      <w:tr w:rsidR="00B50584" w:rsidRPr="00137C51">
        <w:trPr>
          <w:jc w:val="center"/>
        </w:trPr>
        <w:tc>
          <w:tcPr>
            <w:tcW w:w="8874" w:type="dxa"/>
          </w:tcPr>
          <w:p w:rsidR="00B50584" w:rsidRPr="00186743" w:rsidRDefault="00B50584" w:rsidP="00C54201">
            <w:pPr>
              <w:pStyle w:val="NormalTable"/>
            </w:pPr>
            <w:r w:rsidRPr="00186743">
              <w:t xml:space="preserve">Example </w:t>
            </w:r>
            <w:r w:rsidR="00C54201">
              <w:t>2</w:t>
            </w:r>
            <w:r w:rsidRPr="00186743">
              <w:t xml:space="preserve">. </w:t>
            </w:r>
            <w:r w:rsidR="00C54201">
              <w:t xml:space="preserve">Using </w:t>
            </w:r>
            <w:r w:rsidR="00C54201" w:rsidRPr="005C4A64">
              <w:rPr>
                <w:rFonts w:ascii="Courier New" w:hAnsi="Courier New" w:cs="Courier New"/>
                <w:sz w:val="18"/>
              </w:rPr>
              <w:t>H5Pset_file_image</w:t>
            </w:r>
            <w:r w:rsidR="00C54201">
              <w:t xml:space="preserve"> to initialize the </w:t>
            </w:r>
            <w:r w:rsidR="00805591">
              <w:t xml:space="preserve">Core </w:t>
            </w:r>
            <w:r w:rsidR="00C54201">
              <w:t>file driver</w:t>
            </w:r>
          </w:p>
        </w:tc>
      </w:tr>
    </w:tbl>
    <w:p w:rsidR="00B50584" w:rsidRDefault="00B50584" w:rsidP="00B62087"/>
    <w:p w:rsidR="00B62087" w:rsidRDefault="00C54201" w:rsidP="00B62087">
      <w:r>
        <w:t xml:space="preserve">This </w:t>
      </w:r>
      <w:r w:rsidR="00B62087">
        <w:t xml:space="preserve">solution is easy to code, </w:t>
      </w:r>
      <w:r>
        <w:t xml:space="preserve">but </w:t>
      </w:r>
      <w:r w:rsidR="00B62087">
        <w:t>the supplied buffer is duplicated twice</w:t>
      </w:r>
      <w:r w:rsidR="006564E8">
        <w:t xml:space="preserve">. </w:t>
      </w:r>
      <w:r>
        <w:t xml:space="preserve">The first time is </w:t>
      </w:r>
      <w:r w:rsidR="00B62087">
        <w:t xml:space="preserve">in the call to </w:t>
      </w:r>
      <w:r w:rsidR="00B62087" w:rsidRPr="00C54201">
        <w:rPr>
          <w:rFonts w:ascii="Courier New" w:hAnsi="Courier New" w:cs="Courier New"/>
          <w:sz w:val="18"/>
        </w:rPr>
        <w:t>H5Pset_file_</w:t>
      </w:r>
      <w:proofErr w:type="gramStart"/>
      <w:r w:rsidR="00B62087" w:rsidRPr="00C54201">
        <w:rPr>
          <w:rFonts w:ascii="Courier New" w:hAnsi="Courier New" w:cs="Courier New"/>
          <w:sz w:val="18"/>
        </w:rPr>
        <w:t>image(</w:t>
      </w:r>
      <w:proofErr w:type="gramEnd"/>
      <w:r w:rsidR="00B62087" w:rsidRPr="00C54201">
        <w:rPr>
          <w:rFonts w:ascii="Courier New" w:hAnsi="Courier New" w:cs="Courier New"/>
          <w:sz w:val="18"/>
        </w:rPr>
        <w:t>)</w:t>
      </w:r>
      <w:r w:rsidR="00B62087">
        <w:t xml:space="preserve"> when the image is duplicated and the duplicate inserted into the property list</w:t>
      </w:r>
      <w:r>
        <w:t>.</w:t>
      </w:r>
      <w:r w:rsidR="00B62087">
        <w:t xml:space="preserve"> </w:t>
      </w:r>
      <w:r>
        <w:t xml:space="preserve">The second time is when the </w:t>
      </w:r>
      <w:r w:rsidR="00B62087">
        <w:t xml:space="preserve">file </w:t>
      </w:r>
      <w:r>
        <w:t xml:space="preserve">is </w:t>
      </w:r>
      <w:r w:rsidR="00B62087">
        <w:t>open</w:t>
      </w:r>
      <w:r>
        <w:t>ed:</w:t>
      </w:r>
      <w:r w:rsidR="00B62087">
        <w:t xml:space="preserve"> the image is copied from the property list into the initial buffer allocated by the </w:t>
      </w:r>
      <w:r w:rsidR="00805591">
        <w:t>Core file driver</w:t>
      </w:r>
      <w:r w:rsidR="006564E8">
        <w:t xml:space="preserve">. </w:t>
      </w:r>
      <w:r w:rsidR="00B62087">
        <w:t xml:space="preserve">This is a non-issue for small images, but </w:t>
      </w:r>
      <w:r>
        <w:t xml:space="preserve">this </w:t>
      </w:r>
      <w:r w:rsidR="00B62087">
        <w:t>could become a significan</w:t>
      </w:r>
      <w:r>
        <w:t>t performance hit for large images</w:t>
      </w:r>
      <w:r w:rsidR="00B62087">
        <w:t>.</w:t>
      </w:r>
    </w:p>
    <w:p w:rsidR="00B62087" w:rsidRDefault="00B62087" w:rsidP="00B62087"/>
    <w:p w:rsidR="00B62087" w:rsidRDefault="00B62087" w:rsidP="00B62087">
      <w:r>
        <w:t xml:space="preserve">If we want to avoid the extra </w:t>
      </w:r>
      <w:r w:rsidRPr="000A4854">
        <w:rPr>
          <w:rFonts w:ascii="Courier New" w:hAnsi="Courier New" w:cs="Courier New"/>
          <w:sz w:val="18"/>
        </w:rPr>
        <w:t>malloc</w:t>
      </w:r>
      <w:r>
        <w:t xml:space="preserve"> and </w:t>
      </w:r>
      <w:r w:rsidRPr="000A4854">
        <w:rPr>
          <w:rFonts w:ascii="Courier New" w:hAnsi="Courier New" w:cs="Courier New"/>
          <w:sz w:val="18"/>
        </w:rPr>
        <w:t>memcpy</w:t>
      </w:r>
      <w:r>
        <w:t xml:space="preserve"> calls, we must decide whether the application should retain ownership of the buffer or pass ownership to the </w:t>
      </w:r>
      <w:r w:rsidR="00543630">
        <w:t>HDF5 Library</w:t>
      </w:r>
      <w:r w:rsidR="006564E8">
        <w:t xml:space="preserve">. </w:t>
      </w:r>
    </w:p>
    <w:p w:rsidR="005C4A64" w:rsidRDefault="005C4A64" w:rsidP="00B62087"/>
    <w:p w:rsidR="006B156F" w:rsidRDefault="006B156F" w:rsidP="00B62087"/>
    <w:p w:rsidR="006B156F" w:rsidRDefault="006B156F" w:rsidP="00B62087"/>
    <w:p w:rsidR="005C4A64" w:rsidRDefault="005C4A64">
      <w:r>
        <w:br w:type="page"/>
      </w:r>
    </w:p>
    <w:p w:rsidR="00B62087" w:rsidRDefault="00B62087" w:rsidP="00B62087">
      <w:r>
        <w:lastRenderedPageBreak/>
        <w:t>The following pseudo code illustrates opening the image read</w:t>
      </w:r>
      <w:r w:rsidR="00F410DE">
        <w:t>-</w:t>
      </w:r>
      <w:r>
        <w:t xml:space="preserve">only using the </w:t>
      </w:r>
      <w:r w:rsidRPr="005C4A64">
        <w:rPr>
          <w:rFonts w:ascii="Courier New" w:hAnsi="Courier New" w:cs="Courier New"/>
          <w:sz w:val="18"/>
        </w:rPr>
        <w:t>H5LTopen_file_</w:t>
      </w:r>
      <w:proofErr w:type="gramStart"/>
      <w:r w:rsidRPr="005C4A64">
        <w:rPr>
          <w:rFonts w:ascii="Courier New" w:hAnsi="Courier New" w:cs="Courier New"/>
          <w:sz w:val="18"/>
        </w:rPr>
        <w:t>image(</w:t>
      </w:r>
      <w:proofErr w:type="gramEnd"/>
      <w:r w:rsidRPr="005C4A64">
        <w:rPr>
          <w:rFonts w:ascii="Courier New" w:hAnsi="Courier New" w:cs="Courier New"/>
          <w:sz w:val="18"/>
        </w:rPr>
        <w:t xml:space="preserve">) </w:t>
      </w:r>
      <w:r>
        <w:t>routine</w:t>
      </w:r>
      <w:r w:rsidR="005C4A64">
        <w:t>. In this example,</w:t>
      </w:r>
      <w:r>
        <w:t xml:space="preserve"> the application retain</w:t>
      </w:r>
      <w:r w:rsidR="005C4A64">
        <w:t>s</w:t>
      </w:r>
      <w:r>
        <w:t xml:space="preserve"> ownership of the buffer </w:t>
      </w:r>
      <w:r w:rsidR="005C4A64">
        <w:t xml:space="preserve">and </w:t>
      </w:r>
      <w:r>
        <w:t>avoid</w:t>
      </w:r>
      <w:r w:rsidR="005C4A64">
        <w:t>s</w:t>
      </w:r>
      <w:r>
        <w:t xml:space="preserve"> extra buffer allocations and </w:t>
      </w:r>
      <w:r w:rsidRPr="005C4A64">
        <w:rPr>
          <w:rFonts w:ascii="Courier New" w:hAnsi="Courier New" w:cs="Courier New"/>
          <w:sz w:val="18"/>
        </w:rPr>
        <w:t>memcpy</w:t>
      </w:r>
      <w:r>
        <w:t xml:space="preserve"> calls</w:t>
      </w:r>
      <w:r w:rsidR="006564E8">
        <w:t xml:space="preserve">. </w:t>
      </w:r>
    </w:p>
    <w:p w:rsidR="00B62087" w:rsidRDefault="00B62087" w:rsidP="00B62087"/>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B50584" w:rsidRPr="00137C51">
        <w:trPr>
          <w:jc w:val="center"/>
        </w:trPr>
        <w:tc>
          <w:tcPr>
            <w:tcW w:w="8874" w:type="dxa"/>
          </w:tcPr>
          <w:p w:rsidR="00B50584" w:rsidRDefault="00B50584" w:rsidP="0047588B">
            <w:pPr>
              <w:pStyle w:val="PlainText"/>
            </w:pPr>
          </w:p>
          <w:p w:rsidR="005C4A64" w:rsidRDefault="005C4A64" w:rsidP="005C4A64">
            <w:pPr>
              <w:pStyle w:val="PlainText"/>
            </w:pPr>
            <w:r>
              <w:t>&lt;allocate and initialize buf_len and buf&gt;</w:t>
            </w:r>
          </w:p>
          <w:p w:rsidR="005C4A64" w:rsidRDefault="005C4A64" w:rsidP="005C4A64">
            <w:pPr>
              <w:pStyle w:val="PlainText"/>
            </w:pPr>
          </w:p>
          <w:p w:rsidR="005C4A64" w:rsidRDefault="005C4A64" w:rsidP="005C4A64">
            <w:pPr>
              <w:pStyle w:val="PlainText"/>
            </w:pPr>
            <w:r>
              <w:t>hid_t file_id;</w:t>
            </w:r>
          </w:p>
          <w:p w:rsidR="005C4A64" w:rsidRDefault="005C4A64" w:rsidP="005C4A64">
            <w:pPr>
              <w:pStyle w:val="PlainText"/>
            </w:pPr>
            <w:r>
              <w:t>unsigned flags = H5LT_FILE_IMAGE_DONT_COPY | H5LT_FILE_IMAGE_DONT_RELEASE;</w:t>
            </w:r>
          </w:p>
          <w:p w:rsidR="005C4A64" w:rsidRDefault="005C4A64" w:rsidP="005C4A64">
            <w:pPr>
              <w:pStyle w:val="PlainText"/>
            </w:pPr>
          </w:p>
          <w:p w:rsidR="005C4A64" w:rsidRDefault="005C4A64" w:rsidP="005C4A64">
            <w:pPr>
              <w:pStyle w:val="PlainText"/>
            </w:pPr>
            <w:r>
              <w:t>file_id = H5LTopen_file_image(buf, buf_len, flags);</w:t>
            </w:r>
          </w:p>
          <w:p w:rsidR="005C4A64" w:rsidRDefault="005C4A64" w:rsidP="005C4A64">
            <w:pPr>
              <w:pStyle w:val="PlainText"/>
            </w:pPr>
          </w:p>
          <w:p w:rsidR="005C4A64" w:rsidRDefault="005C4A64" w:rsidP="005C4A64">
            <w:pPr>
              <w:pStyle w:val="PlainText"/>
            </w:pPr>
            <w:r>
              <w:t>&lt;read file as desired, and then close&gt;</w:t>
            </w:r>
          </w:p>
          <w:p w:rsidR="005C4A64" w:rsidRDefault="005C4A64" w:rsidP="005C4A64">
            <w:pPr>
              <w:pStyle w:val="PlainText"/>
            </w:pPr>
          </w:p>
          <w:p w:rsidR="005C4A64" w:rsidRDefault="005C4A64" w:rsidP="005C4A64">
            <w:pPr>
              <w:pStyle w:val="PlainText"/>
            </w:pPr>
            <w:r>
              <w:t>&lt;discard buf any time after this point&gt;</w:t>
            </w:r>
          </w:p>
          <w:p w:rsidR="00B50584" w:rsidRPr="00186743" w:rsidRDefault="00B50584" w:rsidP="0047588B">
            <w:pPr>
              <w:pStyle w:val="PlainText"/>
            </w:pPr>
          </w:p>
        </w:tc>
      </w:tr>
      <w:tr w:rsidR="00B50584" w:rsidRPr="00137C51">
        <w:trPr>
          <w:jc w:val="center"/>
        </w:trPr>
        <w:tc>
          <w:tcPr>
            <w:tcW w:w="8874" w:type="dxa"/>
          </w:tcPr>
          <w:p w:rsidR="00B50584" w:rsidRPr="00186743" w:rsidRDefault="00B50584" w:rsidP="005C4A64">
            <w:pPr>
              <w:pStyle w:val="NormalTable"/>
            </w:pPr>
            <w:r w:rsidRPr="00186743">
              <w:t xml:space="preserve">Example </w:t>
            </w:r>
            <w:r w:rsidR="005C4A64">
              <w:t>3</w:t>
            </w:r>
            <w:r w:rsidRPr="00186743">
              <w:t xml:space="preserve">. </w:t>
            </w:r>
            <w:r w:rsidR="005C4A64">
              <w:t xml:space="preserve">Using </w:t>
            </w:r>
            <w:r w:rsidR="005C4A64" w:rsidRPr="005C4A64">
              <w:rPr>
                <w:rFonts w:ascii="Courier New" w:hAnsi="Courier New" w:cs="Courier New"/>
                <w:sz w:val="18"/>
              </w:rPr>
              <w:t>H5LTopen_file_image</w:t>
            </w:r>
            <w:r w:rsidR="005C4A64">
              <w:t xml:space="preserve"> to open a </w:t>
            </w:r>
            <w:r w:rsidR="00F410DE">
              <w:t>read-only</w:t>
            </w:r>
            <w:r w:rsidR="005C4A64">
              <w:t xml:space="preserve"> file image where the application retains ownership of the buffer</w:t>
            </w:r>
          </w:p>
        </w:tc>
      </w:tr>
    </w:tbl>
    <w:p w:rsidR="00B50584" w:rsidRDefault="00B50584" w:rsidP="00B62087"/>
    <w:p w:rsidR="00B62087" w:rsidRDefault="00B62087" w:rsidP="00B62087">
      <w:r>
        <w:t xml:space="preserve">If the application wants to transfer ownership of the buffer to the </w:t>
      </w:r>
      <w:r w:rsidR="00F410DE">
        <w:t>HDF5 Library</w:t>
      </w:r>
      <w:r>
        <w:t xml:space="preserve">, and the standard C library routine </w:t>
      </w:r>
      <w:r w:rsidRPr="005C4A64">
        <w:rPr>
          <w:rFonts w:ascii="Courier New" w:hAnsi="Courier New" w:cs="Courier New"/>
          <w:sz w:val="18"/>
        </w:rPr>
        <w:t>free</w:t>
      </w:r>
      <w:r>
        <w:t xml:space="preserve"> is an acceptable way of discarding it, the above example can be modified as follows:</w:t>
      </w:r>
    </w:p>
    <w:p w:rsidR="00B62087" w:rsidRDefault="00B62087" w:rsidP="00B62087"/>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B50584" w:rsidRPr="00137C51">
        <w:trPr>
          <w:jc w:val="center"/>
        </w:trPr>
        <w:tc>
          <w:tcPr>
            <w:tcW w:w="8874" w:type="dxa"/>
          </w:tcPr>
          <w:p w:rsidR="00B50584" w:rsidRDefault="00B50584" w:rsidP="0047588B">
            <w:pPr>
              <w:pStyle w:val="PlainText"/>
            </w:pPr>
          </w:p>
          <w:p w:rsidR="005C4A64" w:rsidRDefault="005C4A64" w:rsidP="005C4A64">
            <w:pPr>
              <w:pStyle w:val="PlainText"/>
            </w:pPr>
            <w:r>
              <w:t>&lt;allocate and initialize buf_len and buf&gt;</w:t>
            </w:r>
          </w:p>
          <w:p w:rsidR="005C4A64" w:rsidRDefault="005C4A64" w:rsidP="005C4A64">
            <w:pPr>
              <w:pStyle w:val="PlainText"/>
            </w:pPr>
          </w:p>
          <w:p w:rsidR="005C4A64" w:rsidRDefault="005C4A64" w:rsidP="005C4A64">
            <w:pPr>
              <w:pStyle w:val="PlainText"/>
            </w:pPr>
            <w:r>
              <w:t>hid_t file_id;</w:t>
            </w:r>
          </w:p>
          <w:p w:rsidR="005C4A64" w:rsidRDefault="005C4A64" w:rsidP="005C4A64">
            <w:pPr>
              <w:pStyle w:val="PlainText"/>
            </w:pPr>
            <w:r>
              <w:t>unsigned flags = H5LT_FILE_IMAGE_DONT_COPY;</w:t>
            </w:r>
          </w:p>
          <w:p w:rsidR="005C4A64" w:rsidRDefault="005C4A64" w:rsidP="005C4A64">
            <w:pPr>
              <w:pStyle w:val="PlainText"/>
            </w:pPr>
          </w:p>
          <w:p w:rsidR="005C4A64" w:rsidRDefault="005C4A64" w:rsidP="005C4A64">
            <w:pPr>
              <w:pStyle w:val="PlainText"/>
            </w:pPr>
            <w:r>
              <w:t>file_id = H5LTopen_file_image(buf, buf_len, flags);</w:t>
            </w:r>
          </w:p>
          <w:p w:rsidR="005C4A64" w:rsidRDefault="005C4A64" w:rsidP="005C4A64">
            <w:pPr>
              <w:pStyle w:val="PlainText"/>
            </w:pPr>
          </w:p>
          <w:p w:rsidR="005C4A64" w:rsidRDefault="005C4A64" w:rsidP="005C4A64">
            <w:pPr>
              <w:pStyle w:val="PlainText"/>
            </w:pPr>
            <w:r>
              <w:t>&lt;read file as desired, and then close&gt;</w:t>
            </w:r>
          </w:p>
          <w:p w:rsidR="00B50584" w:rsidRPr="00186743" w:rsidRDefault="00B50584" w:rsidP="0047588B">
            <w:pPr>
              <w:pStyle w:val="PlainText"/>
            </w:pPr>
          </w:p>
        </w:tc>
      </w:tr>
      <w:tr w:rsidR="00B50584" w:rsidRPr="00137C51">
        <w:trPr>
          <w:jc w:val="center"/>
        </w:trPr>
        <w:tc>
          <w:tcPr>
            <w:tcW w:w="8874" w:type="dxa"/>
          </w:tcPr>
          <w:p w:rsidR="00B50584" w:rsidRPr="00186743" w:rsidRDefault="00B50584" w:rsidP="005C4A64">
            <w:pPr>
              <w:pStyle w:val="NormalTable"/>
            </w:pPr>
            <w:r w:rsidRPr="00186743">
              <w:t xml:space="preserve">Example </w:t>
            </w:r>
            <w:r w:rsidR="005C4A64">
              <w:t>4</w:t>
            </w:r>
            <w:r w:rsidRPr="00186743">
              <w:t xml:space="preserve">. </w:t>
            </w:r>
            <w:r w:rsidR="005C4A64">
              <w:t xml:space="preserve">Using </w:t>
            </w:r>
            <w:r w:rsidR="005C4A64" w:rsidRPr="005C4A64">
              <w:rPr>
                <w:rFonts w:ascii="Courier New" w:hAnsi="Courier New" w:cs="Courier New"/>
                <w:sz w:val="18"/>
              </w:rPr>
              <w:t>H5LTopen_file_image</w:t>
            </w:r>
            <w:r w:rsidR="005C4A64">
              <w:t xml:space="preserve"> to open a </w:t>
            </w:r>
            <w:r w:rsidR="00F410DE">
              <w:t>read-only</w:t>
            </w:r>
            <w:r w:rsidR="005C4A64">
              <w:t xml:space="preserve"> file image where the application transfers ownership of the buffer</w:t>
            </w:r>
          </w:p>
        </w:tc>
      </w:tr>
    </w:tbl>
    <w:p w:rsidR="00B50584" w:rsidRDefault="00B50584" w:rsidP="00B62087"/>
    <w:p w:rsidR="00B62087" w:rsidRDefault="00B62087" w:rsidP="00B62087">
      <w:r>
        <w:t xml:space="preserve">Again, file access is </w:t>
      </w:r>
      <w:r w:rsidR="00F410DE">
        <w:t>read-only</w:t>
      </w:r>
      <w:r w:rsidR="006564E8">
        <w:t xml:space="preserve">. </w:t>
      </w:r>
      <w:r>
        <w:t>Read/</w:t>
      </w:r>
      <w:r w:rsidR="005C4A64">
        <w:t xml:space="preserve">write </w:t>
      </w:r>
      <w:r>
        <w:t xml:space="preserve">access can be obtained via the </w:t>
      </w:r>
      <w:r w:rsidRPr="005C4A64">
        <w:rPr>
          <w:rFonts w:ascii="Courier New" w:hAnsi="Courier New" w:cs="Courier New"/>
          <w:sz w:val="18"/>
        </w:rPr>
        <w:t>H5LTopen_file_</w:t>
      </w:r>
      <w:proofErr w:type="gramStart"/>
      <w:r w:rsidRPr="005C4A64">
        <w:rPr>
          <w:rFonts w:ascii="Courier New" w:hAnsi="Courier New" w:cs="Courier New"/>
          <w:sz w:val="18"/>
        </w:rPr>
        <w:t>image(</w:t>
      </w:r>
      <w:proofErr w:type="gramEnd"/>
      <w:r w:rsidRPr="005C4A64">
        <w:rPr>
          <w:rFonts w:ascii="Courier New" w:hAnsi="Courier New" w:cs="Courier New"/>
          <w:sz w:val="18"/>
        </w:rPr>
        <w:t>)</w:t>
      </w:r>
      <w:r>
        <w:t xml:space="preserve"> call, but we will explore that in the </w:t>
      </w:r>
      <w:r w:rsidR="005C4A64">
        <w:t>section below</w:t>
      </w:r>
      <w:r>
        <w:t>.</w:t>
      </w:r>
    </w:p>
    <w:p w:rsidR="00B62087" w:rsidRDefault="00B62087" w:rsidP="00B62087"/>
    <w:p w:rsidR="00B62087" w:rsidRDefault="00B62087" w:rsidP="00B62087"/>
    <w:p w:rsidR="00155CEA" w:rsidRDefault="00155CEA" w:rsidP="00B62087">
      <w:pPr>
        <w:sectPr w:rsidR="00155CEA">
          <w:headerReference w:type="first" r:id="rId22"/>
          <w:pgSz w:w="12240" w:h="15840" w:code="1"/>
          <w:pgMar w:top="1152" w:right="1170" w:bottom="1440" w:left="1152" w:header="432" w:footer="720" w:gutter="0"/>
          <w:cols w:space="720"/>
          <w:titlePg/>
          <w:docGrid w:linePitch="360"/>
        </w:sectPr>
      </w:pPr>
    </w:p>
    <w:p w:rsidR="00B62087" w:rsidRDefault="00B62087" w:rsidP="00B62087">
      <w:pPr>
        <w:pStyle w:val="Heading2"/>
      </w:pPr>
      <w:bookmarkStart w:id="41" w:name="_Toc318963003"/>
      <w:r>
        <w:lastRenderedPageBreak/>
        <w:t>In</w:t>
      </w:r>
      <w:r w:rsidR="00BE1A29">
        <w:t>-m</w:t>
      </w:r>
      <w:r>
        <w:t>em</w:t>
      </w:r>
      <w:bookmarkStart w:id="42" w:name="InMemoryHdf5FileImageConstruction"/>
      <w:bookmarkEnd w:id="42"/>
      <w:r>
        <w:t>ory HDF5 File Image Construction</w:t>
      </w:r>
      <w:bookmarkEnd w:id="41"/>
    </w:p>
    <w:p w:rsidR="00B62087" w:rsidRDefault="00A13C0F" w:rsidP="00B62087">
      <w:r>
        <w:t xml:space="preserve">Before the implementation of file image operations, </w:t>
      </w:r>
      <w:r w:rsidR="00B62087">
        <w:t>HDF5 support</w:t>
      </w:r>
      <w:r>
        <w:t>ed</w:t>
      </w:r>
      <w:r w:rsidR="00B62087">
        <w:t xml:space="preserve"> construction of an image of an HDF5 file in memory with the </w:t>
      </w:r>
      <w:r w:rsidR="00805591">
        <w:t>Core file driver</w:t>
      </w:r>
      <w:r w:rsidR="006564E8">
        <w:t xml:space="preserve">. </w:t>
      </w:r>
      <w:r w:rsidR="00B62087">
        <w:t xml:space="preserve">The </w:t>
      </w:r>
      <w:r w:rsidR="00B62087" w:rsidRPr="00014FB0">
        <w:rPr>
          <w:rFonts w:ascii="Courier New" w:hAnsi="Courier New" w:cs="Courier New"/>
          <w:sz w:val="18"/>
        </w:rPr>
        <w:t>H5Fget_file_</w:t>
      </w:r>
      <w:proofErr w:type="gramStart"/>
      <w:r w:rsidR="00B62087" w:rsidRPr="00014FB0">
        <w:rPr>
          <w:rFonts w:ascii="Courier New" w:hAnsi="Courier New" w:cs="Courier New"/>
          <w:sz w:val="18"/>
        </w:rPr>
        <w:t>image(</w:t>
      </w:r>
      <w:proofErr w:type="gramEnd"/>
      <w:r w:rsidR="00B62087" w:rsidRPr="00014FB0">
        <w:rPr>
          <w:rFonts w:ascii="Courier New" w:hAnsi="Courier New" w:cs="Courier New"/>
          <w:sz w:val="18"/>
        </w:rPr>
        <w:t>)</w:t>
      </w:r>
      <w:r w:rsidR="00B62087">
        <w:t xml:space="preserve"> </w:t>
      </w:r>
      <w:r w:rsidR="00175469">
        <w:t xml:space="preserve">function </w:t>
      </w:r>
      <w:r w:rsidR="00B62087">
        <w:t>call allow</w:t>
      </w:r>
      <w:r w:rsidR="00014FB0">
        <w:t>s</w:t>
      </w:r>
      <w:r w:rsidR="00B62087">
        <w:t xml:space="preserve"> </w:t>
      </w:r>
      <w:r>
        <w:t>an</w:t>
      </w:r>
      <w:r w:rsidR="00B62087">
        <w:t xml:space="preserve"> application </w:t>
      </w:r>
      <w:r w:rsidR="00175469">
        <w:t xml:space="preserve">access to the file image without first writing it to disk. </w:t>
      </w:r>
      <w:r>
        <w:t>See t</w:t>
      </w:r>
      <w:r w:rsidR="00B62087">
        <w:t>he following code fragment:</w:t>
      </w:r>
    </w:p>
    <w:p w:rsidR="00B62087" w:rsidRDefault="00B62087" w:rsidP="00B62087"/>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B50584" w:rsidRPr="00137C51">
        <w:trPr>
          <w:jc w:val="center"/>
        </w:trPr>
        <w:tc>
          <w:tcPr>
            <w:tcW w:w="8874" w:type="dxa"/>
          </w:tcPr>
          <w:p w:rsidR="00B50584" w:rsidRDefault="00B50584" w:rsidP="0047588B">
            <w:pPr>
              <w:pStyle w:val="PlainText"/>
            </w:pPr>
          </w:p>
          <w:p w:rsidR="00A13C0F" w:rsidRDefault="00A13C0F" w:rsidP="00A13C0F">
            <w:pPr>
              <w:pStyle w:val="PlainText"/>
            </w:pPr>
            <w:r>
              <w:t xml:space="preserve">&lt;Open and construct the desired file with the </w:t>
            </w:r>
            <w:r w:rsidR="00805591">
              <w:t xml:space="preserve">Core </w:t>
            </w:r>
            <w:r>
              <w:t>file driver&gt;</w:t>
            </w:r>
          </w:p>
          <w:p w:rsidR="00A13C0F" w:rsidRDefault="00A13C0F" w:rsidP="00A13C0F">
            <w:pPr>
              <w:pStyle w:val="PlainText"/>
            </w:pPr>
          </w:p>
          <w:p w:rsidR="00A13C0F" w:rsidRDefault="00A13C0F" w:rsidP="00A13C0F">
            <w:pPr>
              <w:pStyle w:val="PlainText"/>
            </w:pPr>
            <w:r>
              <w:t>H5Fflush(fid);</w:t>
            </w:r>
          </w:p>
          <w:p w:rsidR="00A13C0F" w:rsidRDefault="00A13C0F" w:rsidP="00A13C0F">
            <w:pPr>
              <w:pStyle w:val="PlainText"/>
            </w:pPr>
            <w:r>
              <w:t>size = H5Fget_file_image(fid, NULL, 0);</w:t>
            </w:r>
          </w:p>
          <w:p w:rsidR="00A13C0F" w:rsidRDefault="00A13C0F" w:rsidP="00A13C0F">
            <w:pPr>
              <w:pStyle w:val="PlainText"/>
            </w:pPr>
            <w:r>
              <w:t>buffer_ptr = malloc(size);</w:t>
            </w:r>
          </w:p>
          <w:p w:rsidR="00A13C0F" w:rsidRDefault="00A13C0F" w:rsidP="00A13C0F">
            <w:pPr>
              <w:pStyle w:val="PlainText"/>
            </w:pPr>
            <w:r>
              <w:t>H5Fget_file_image(fid, buffer_ptr, size);</w:t>
            </w:r>
          </w:p>
          <w:p w:rsidR="00B50584" w:rsidRPr="00186743" w:rsidRDefault="00B50584" w:rsidP="0047588B">
            <w:pPr>
              <w:pStyle w:val="PlainText"/>
            </w:pPr>
          </w:p>
        </w:tc>
      </w:tr>
      <w:tr w:rsidR="00B50584" w:rsidRPr="00137C51">
        <w:trPr>
          <w:jc w:val="center"/>
        </w:trPr>
        <w:tc>
          <w:tcPr>
            <w:tcW w:w="8874" w:type="dxa"/>
          </w:tcPr>
          <w:p w:rsidR="00B50584" w:rsidRPr="00186743" w:rsidRDefault="00B50584" w:rsidP="00A13C0F">
            <w:pPr>
              <w:pStyle w:val="NormalTable"/>
            </w:pPr>
            <w:r w:rsidRPr="00186743">
              <w:t xml:space="preserve">Example </w:t>
            </w:r>
            <w:r w:rsidR="00A13C0F">
              <w:t>5</w:t>
            </w:r>
            <w:r w:rsidRPr="00186743">
              <w:t xml:space="preserve">. </w:t>
            </w:r>
            <w:r w:rsidR="00A13C0F">
              <w:t>Accessing the image of a file in memory</w:t>
            </w:r>
          </w:p>
        </w:tc>
      </w:tr>
    </w:tbl>
    <w:p w:rsidR="00B50584" w:rsidRDefault="00B50584" w:rsidP="00B62087"/>
    <w:p w:rsidR="00B62087" w:rsidRDefault="006A5E55" w:rsidP="00B62087">
      <w:r>
        <w:t xml:space="preserve">The </w:t>
      </w:r>
      <w:r w:rsidR="00B62087">
        <w:t xml:space="preserve">use of </w:t>
      </w:r>
      <w:r w:rsidR="00B62087" w:rsidRPr="006A5E55">
        <w:rPr>
          <w:rFonts w:ascii="Courier New" w:hAnsi="Courier New" w:cs="Courier New"/>
          <w:sz w:val="18"/>
        </w:rPr>
        <w:t>H5Fget_file_</w:t>
      </w:r>
      <w:proofErr w:type="gramStart"/>
      <w:r w:rsidR="00B62087" w:rsidRPr="006A5E55">
        <w:rPr>
          <w:rFonts w:ascii="Courier New" w:hAnsi="Courier New" w:cs="Courier New"/>
          <w:sz w:val="18"/>
        </w:rPr>
        <w:t>image(</w:t>
      </w:r>
      <w:proofErr w:type="gramEnd"/>
      <w:r w:rsidR="00B62087" w:rsidRPr="006A5E55">
        <w:rPr>
          <w:rFonts w:ascii="Courier New" w:hAnsi="Courier New" w:cs="Courier New"/>
          <w:sz w:val="18"/>
        </w:rPr>
        <w:t>)</w:t>
      </w:r>
      <w:r w:rsidR="00B62087">
        <w:t xml:space="preserve"> may be acceptable for small images</w:t>
      </w:r>
      <w:r>
        <w:t>.</w:t>
      </w:r>
      <w:r w:rsidR="00B62087">
        <w:t xml:space="preserve"> </w:t>
      </w:r>
      <w:r>
        <w:t xml:space="preserve">For </w:t>
      </w:r>
      <w:r w:rsidR="00B62087">
        <w:t xml:space="preserve">large images, the cost of the </w:t>
      </w:r>
      <w:proofErr w:type="gramStart"/>
      <w:r w:rsidR="00B62087" w:rsidRPr="006A5E55">
        <w:rPr>
          <w:rFonts w:ascii="Courier New" w:hAnsi="Courier New" w:cs="Courier New"/>
          <w:sz w:val="18"/>
        </w:rPr>
        <w:t>malloc(</w:t>
      </w:r>
      <w:proofErr w:type="gramEnd"/>
      <w:r w:rsidR="00B62087" w:rsidRPr="006A5E55">
        <w:rPr>
          <w:rFonts w:ascii="Courier New" w:hAnsi="Courier New" w:cs="Courier New"/>
          <w:sz w:val="18"/>
        </w:rPr>
        <w:t>)</w:t>
      </w:r>
      <w:r w:rsidR="00B62087">
        <w:t xml:space="preserve"> and </w:t>
      </w:r>
      <w:r w:rsidR="00B62087" w:rsidRPr="006A5E55">
        <w:rPr>
          <w:rFonts w:ascii="Courier New" w:hAnsi="Courier New" w:cs="Courier New"/>
          <w:sz w:val="18"/>
        </w:rPr>
        <w:t>memcpy()</w:t>
      </w:r>
      <w:r w:rsidR="00B62087">
        <w:t xml:space="preserve"> </w:t>
      </w:r>
      <w:r>
        <w:t xml:space="preserve">operations </w:t>
      </w:r>
      <w:r w:rsidR="00B62087">
        <w:t>may be excessive</w:t>
      </w:r>
      <w:r w:rsidR="006564E8">
        <w:t xml:space="preserve">. </w:t>
      </w:r>
      <w:r w:rsidR="00B62087">
        <w:t xml:space="preserve">To address this issue, the </w:t>
      </w:r>
      <w:r w:rsidR="00B62087" w:rsidRPr="006A5E55">
        <w:rPr>
          <w:rFonts w:ascii="Courier New" w:hAnsi="Courier New" w:cs="Courier New"/>
          <w:sz w:val="18"/>
        </w:rPr>
        <w:t>H5Pset_file_image_</w:t>
      </w:r>
      <w:proofErr w:type="gramStart"/>
      <w:r w:rsidR="00B62087" w:rsidRPr="006A5E55">
        <w:rPr>
          <w:rFonts w:ascii="Courier New" w:hAnsi="Courier New" w:cs="Courier New"/>
          <w:sz w:val="18"/>
        </w:rPr>
        <w:t>callbacks(</w:t>
      </w:r>
      <w:proofErr w:type="gramEnd"/>
      <w:r w:rsidR="00B62087" w:rsidRPr="006A5E55">
        <w:rPr>
          <w:rFonts w:ascii="Courier New" w:hAnsi="Courier New" w:cs="Courier New"/>
          <w:sz w:val="18"/>
        </w:rPr>
        <w:t>)</w:t>
      </w:r>
      <w:r w:rsidR="00B62087">
        <w:t xml:space="preserve"> call allows </w:t>
      </w:r>
      <w:r>
        <w:t xml:space="preserve">an </w:t>
      </w:r>
      <w:r w:rsidR="00B62087">
        <w:t>application to manage dynamic memory allocation for file images and memory</w:t>
      </w:r>
      <w:r w:rsidR="00BE1A29">
        <w:t>-</w:t>
      </w:r>
      <w:r w:rsidR="00B62087">
        <w:t xml:space="preserve">based file drivers (only the </w:t>
      </w:r>
      <w:r w:rsidR="00805591">
        <w:t>Core file driver</w:t>
      </w:r>
      <w:r w:rsidR="00B62087">
        <w:t xml:space="preserve"> at present)</w:t>
      </w:r>
      <w:r w:rsidR="006564E8">
        <w:t xml:space="preserve">. </w:t>
      </w:r>
      <w:r w:rsidR="00B62087">
        <w:t>The following code fragment illustrates its use</w:t>
      </w:r>
      <w:r w:rsidR="006564E8">
        <w:t xml:space="preserve">. </w:t>
      </w:r>
      <w:r w:rsidR="00B62087">
        <w:t xml:space="preserve">Note that most error checking is omitted for simplicity and that </w:t>
      </w:r>
      <w:r w:rsidR="00B62087" w:rsidRPr="006A5E55">
        <w:rPr>
          <w:rFonts w:ascii="Courier New" w:hAnsi="Courier New" w:cs="Courier New"/>
          <w:sz w:val="18"/>
        </w:rPr>
        <w:t>H5Pset_file_image</w:t>
      </w:r>
      <w:r w:rsidR="00B62087">
        <w:t xml:space="preserve"> is not used to set the initial file image. </w:t>
      </w:r>
    </w:p>
    <w:p w:rsidR="00B62087" w:rsidRDefault="00B62087" w:rsidP="00B62087"/>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672"/>
      </w:tblGrid>
      <w:tr w:rsidR="00B50584" w:rsidRPr="00137C51">
        <w:trPr>
          <w:jc w:val="center"/>
        </w:trPr>
        <w:tc>
          <w:tcPr>
            <w:tcW w:w="8672" w:type="dxa"/>
          </w:tcPr>
          <w:p w:rsidR="00B50584" w:rsidRDefault="00B50584" w:rsidP="0047588B">
            <w:pPr>
              <w:pStyle w:val="PlainText"/>
            </w:pPr>
          </w:p>
          <w:p w:rsidR="006A5E55" w:rsidRDefault="006A5E55" w:rsidP="006A5E55">
            <w:pPr>
              <w:pStyle w:val="PlainText"/>
            </w:pPr>
            <w:r>
              <w:t>struct udata_t {</w:t>
            </w:r>
          </w:p>
          <w:p w:rsidR="006A5E55" w:rsidRDefault="006A5E55" w:rsidP="006A5E55">
            <w:pPr>
              <w:pStyle w:val="PlainText"/>
            </w:pPr>
            <w:r>
              <w:t>void * image_ptr;</w:t>
            </w:r>
          </w:p>
          <w:p w:rsidR="006A5E55" w:rsidRDefault="006A5E55" w:rsidP="006A5E55">
            <w:pPr>
              <w:pStyle w:val="PlainText"/>
            </w:pPr>
            <w:r>
              <w:t>size_t image_size;</w:t>
            </w:r>
          </w:p>
          <w:p w:rsidR="006A5E55" w:rsidRDefault="006A5E55" w:rsidP="006A5E55">
            <w:pPr>
              <w:pStyle w:val="PlainText"/>
            </w:pPr>
            <w:r>
              <w:tab/>
              <w:t>} udata = {NULL, 0};</w:t>
            </w:r>
          </w:p>
          <w:p w:rsidR="006A5E55" w:rsidRDefault="006A5E55" w:rsidP="006A5E55">
            <w:pPr>
              <w:pStyle w:val="PlainText"/>
            </w:pPr>
          </w:p>
          <w:p w:rsidR="006A5E55" w:rsidRDefault="006A5E55" w:rsidP="006A5E55">
            <w:pPr>
              <w:pStyle w:val="PlainText"/>
            </w:pPr>
            <w:r>
              <w:t>void *image_malloc(size_t size, H5_file_image_op_t file_image_op, void *udata)</w:t>
            </w:r>
          </w:p>
          <w:p w:rsidR="006A5E55" w:rsidRDefault="006A5E55" w:rsidP="006A5E55">
            <w:pPr>
              <w:pStyle w:val="PlainText"/>
            </w:pPr>
            <w:r>
              <w:t>{</w:t>
            </w:r>
          </w:p>
          <w:p w:rsidR="006A5E55" w:rsidRDefault="006A5E55" w:rsidP="006A5E55">
            <w:pPr>
              <w:pStyle w:val="PlainText"/>
            </w:pPr>
            <w:r>
              <w:tab/>
              <w:t>((struct udata_t *)udata)-&gt;image_size = size;</w:t>
            </w:r>
          </w:p>
          <w:p w:rsidR="006A5E55" w:rsidRDefault="006A5E55" w:rsidP="006A5E55">
            <w:pPr>
              <w:pStyle w:val="PlainText"/>
            </w:pPr>
            <w:r>
              <w:tab/>
              <w:t>return(malloc(size));</w:t>
            </w:r>
          </w:p>
          <w:p w:rsidR="006A5E55" w:rsidRDefault="006A5E55" w:rsidP="006A5E55">
            <w:pPr>
              <w:pStyle w:val="PlainText"/>
            </w:pPr>
            <w:r>
              <w:t>}</w:t>
            </w:r>
          </w:p>
          <w:p w:rsidR="006A5E55" w:rsidRDefault="006A5E55" w:rsidP="006A5E55">
            <w:pPr>
              <w:pStyle w:val="PlainText"/>
            </w:pPr>
          </w:p>
          <w:p w:rsidR="006A5E55" w:rsidRDefault="006A5E55" w:rsidP="006A5E55">
            <w:pPr>
              <w:pStyle w:val="PlainText"/>
            </w:pPr>
            <w:r>
              <w:t>void *image_memcpy)(void *dest, const void *src, size_t size,</w:t>
            </w:r>
          </w:p>
          <w:p w:rsidR="006A5E55" w:rsidRDefault="006A5E55" w:rsidP="006A5E55">
            <w:pPr>
              <w:pStyle w:val="PlainText"/>
            </w:pPr>
            <w:r>
              <w:t xml:space="preserve"> H5_file_image_op_t file_image_op, void *udata)</w:t>
            </w:r>
          </w:p>
          <w:p w:rsidR="006A5E55" w:rsidRDefault="006A5E55" w:rsidP="006A5E55">
            <w:pPr>
              <w:pStyle w:val="PlainText"/>
            </w:pPr>
            <w:r>
              <w:t>{</w:t>
            </w:r>
          </w:p>
          <w:p w:rsidR="006A5E55" w:rsidRDefault="006A5E55" w:rsidP="006A5E55">
            <w:pPr>
              <w:pStyle w:val="PlainText"/>
            </w:pPr>
            <w:proofErr w:type="gramStart"/>
            <w:r>
              <w:t>assert(</w:t>
            </w:r>
            <w:proofErr w:type="gramEnd"/>
            <w:r>
              <w:t>FALSE); /* Should never be invoked in this scenario. */</w:t>
            </w:r>
          </w:p>
          <w:p w:rsidR="006A5E55" w:rsidRDefault="006A5E55" w:rsidP="006A5E55">
            <w:pPr>
              <w:pStyle w:val="PlainText"/>
            </w:pPr>
            <w:r>
              <w:tab/>
              <w:t>return(NULL); /* always fails */</w:t>
            </w:r>
          </w:p>
          <w:p w:rsidR="006A5E55" w:rsidRDefault="006A5E55" w:rsidP="006A5E55">
            <w:pPr>
              <w:pStyle w:val="PlainText"/>
            </w:pPr>
            <w:r>
              <w:tab/>
              <w:t>}</w:t>
            </w:r>
          </w:p>
          <w:p w:rsidR="006A5E55" w:rsidRDefault="006A5E55" w:rsidP="006A5E55">
            <w:pPr>
              <w:pStyle w:val="PlainText"/>
            </w:pPr>
          </w:p>
          <w:p w:rsidR="006A5E55" w:rsidRDefault="006A5E55" w:rsidP="006A5E55">
            <w:pPr>
              <w:pStyle w:val="PlainText"/>
            </w:pPr>
            <w:r>
              <w:t>void image_realloc(void *ptr, size_t size, H5_file_image_op_t file_image_op,</w:t>
            </w:r>
          </w:p>
          <w:p w:rsidR="006A5E55" w:rsidRDefault="006A5E55" w:rsidP="006A5E55">
            <w:pPr>
              <w:pStyle w:val="PlainText"/>
            </w:pPr>
            <w:r>
              <w:t>void *udata)</w:t>
            </w:r>
          </w:p>
          <w:p w:rsidR="006A5E55" w:rsidRDefault="006A5E55" w:rsidP="006A5E55">
            <w:pPr>
              <w:pStyle w:val="PlainText"/>
            </w:pPr>
            <w:r>
              <w:t>{</w:t>
            </w:r>
          </w:p>
          <w:p w:rsidR="006A5E55" w:rsidRDefault="006A5E55" w:rsidP="006A5E55">
            <w:pPr>
              <w:pStyle w:val="PlainText"/>
            </w:pPr>
            <w:r>
              <w:tab/>
              <w:t>((struct udata_t *)udata)-&gt;image_size = size;</w:t>
            </w:r>
          </w:p>
          <w:p w:rsidR="006A5E55" w:rsidRDefault="006A5E55" w:rsidP="006A5E55">
            <w:pPr>
              <w:pStyle w:val="PlainText"/>
            </w:pPr>
            <w:r>
              <w:tab/>
              <w:t>return(realloc(ptr, size));</w:t>
            </w:r>
          </w:p>
          <w:p w:rsidR="006A5E55" w:rsidRDefault="006A5E55" w:rsidP="006A5E55">
            <w:pPr>
              <w:pStyle w:val="PlainText"/>
            </w:pPr>
            <w:r>
              <w:t>}</w:t>
            </w:r>
          </w:p>
          <w:p w:rsidR="006A5E55" w:rsidRDefault="006A5E55" w:rsidP="006A5E55">
            <w:pPr>
              <w:pStyle w:val="PlainText"/>
            </w:pPr>
          </w:p>
          <w:p w:rsidR="006A5E55" w:rsidRDefault="006A5E55" w:rsidP="006A5E55">
            <w:pPr>
              <w:pStyle w:val="PlainText"/>
            </w:pPr>
            <w:r>
              <w:t>herr_t image_free(void *ptr, H5_file_image_op_t file_image_op, void *udata)</w:t>
            </w:r>
          </w:p>
          <w:p w:rsidR="006A5E55" w:rsidRDefault="006A5E55" w:rsidP="006A5E55">
            <w:pPr>
              <w:pStyle w:val="PlainText"/>
            </w:pPr>
            <w:r>
              <w:t>{</w:t>
            </w:r>
          </w:p>
          <w:p w:rsidR="006A5E55" w:rsidRDefault="006A5E55" w:rsidP="006A5E55">
            <w:pPr>
              <w:pStyle w:val="PlainText"/>
            </w:pPr>
            <w:r>
              <w:tab/>
              <w:t>assert(file_image_op == H5_FILE_IMAGE_OP_FILE_CLOSE);</w:t>
            </w:r>
          </w:p>
          <w:p w:rsidR="006A5E55" w:rsidRDefault="006A5E55" w:rsidP="006A5E55">
            <w:pPr>
              <w:pStyle w:val="PlainText"/>
            </w:pPr>
            <w:r>
              <w:tab/>
              <w:t>((struct udata_t *)udata)-&gt;image_ptr = ptr;</w:t>
            </w:r>
          </w:p>
          <w:p w:rsidR="006A5E55" w:rsidRDefault="006A5E55" w:rsidP="006A5E55">
            <w:pPr>
              <w:pStyle w:val="PlainText"/>
            </w:pPr>
            <w:r>
              <w:tab/>
              <w:t>return(0); /* if we get here, we must have been successful */</w:t>
            </w:r>
          </w:p>
          <w:p w:rsidR="006A5E55" w:rsidRDefault="006A5E55" w:rsidP="006A5E55">
            <w:pPr>
              <w:pStyle w:val="PlainText"/>
            </w:pPr>
            <w:r>
              <w:t>}</w:t>
            </w:r>
          </w:p>
          <w:p w:rsidR="006A5E55" w:rsidRDefault="006A5E55" w:rsidP="006A5E55">
            <w:pPr>
              <w:pStyle w:val="PlainText"/>
            </w:pPr>
          </w:p>
          <w:p w:rsidR="006A5E55" w:rsidRDefault="006A5E55" w:rsidP="006A5E55">
            <w:pPr>
              <w:pStyle w:val="PlainText"/>
            </w:pPr>
            <w:r>
              <w:t>void *udata_copy(void *udata)</w:t>
            </w:r>
          </w:p>
          <w:p w:rsidR="006A5E55" w:rsidRDefault="006A5E55" w:rsidP="006A5E55">
            <w:pPr>
              <w:pStyle w:val="PlainText"/>
            </w:pPr>
            <w:r>
              <w:t>{</w:t>
            </w:r>
          </w:p>
          <w:p w:rsidR="006A5E55" w:rsidRDefault="006A5E55" w:rsidP="006A5E55">
            <w:pPr>
              <w:pStyle w:val="PlainText"/>
            </w:pPr>
            <w:r>
              <w:tab/>
              <w:t>return(udata);</w:t>
            </w:r>
          </w:p>
          <w:p w:rsidR="006A5E55" w:rsidRDefault="006A5E55" w:rsidP="006A5E55">
            <w:pPr>
              <w:pStyle w:val="PlainText"/>
            </w:pPr>
            <w:r>
              <w:lastRenderedPageBreak/>
              <w:t>}</w:t>
            </w:r>
          </w:p>
          <w:p w:rsidR="006A5E55" w:rsidRDefault="006A5E55" w:rsidP="006A5E55">
            <w:pPr>
              <w:pStyle w:val="PlainText"/>
            </w:pPr>
          </w:p>
          <w:p w:rsidR="006A5E55" w:rsidRDefault="006A5E55" w:rsidP="006A5E55">
            <w:pPr>
              <w:pStyle w:val="PlainText"/>
            </w:pPr>
            <w:r>
              <w:t>herr_t udata_free(void *udata)</w:t>
            </w:r>
          </w:p>
          <w:p w:rsidR="006A5E55" w:rsidRDefault="006A5E55" w:rsidP="006A5E55">
            <w:pPr>
              <w:pStyle w:val="PlainText"/>
            </w:pPr>
            <w:r>
              <w:t>{</w:t>
            </w:r>
          </w:p>
          <w:p w:rsidR="006A5E55" w:rsidRDefault="006A5E55" w:rsidP="006A5E55">
            <w:pPr>
              <w:pStyle w:val="PlainText"/>
            </w:pPr>
            <w:r>
              <w:tab/>
              <w:t>return(0);</w:t>
            </w:r>
          </w:p>
          <w:p w:rsidR="006A5E55" w:rsidRDefault="006A5E55" w:rsidP="006A5E55">
            <w:pPr>
              <w:pStyle w:val="PlainText"/>
            </w:pPr>
            <w:r>
              <w:t>}</w:t>
            </w:r>
          </w:p>
          <w:p w:rsidR="006A5E55" w:rsidRDefault="006A5E55" w:rsidP="006A5E55">
            <w:pPr>
              <w:pStyle w:val="PlainText"/>
            </w:pPr>
          </w:p>
          <w:p w:rsidR="006A5E55" w:rsidRDefault="006A5E55" w:rsidP="006A5E55">
            <w:pPr>
              <w:pStyle w:val="PlainText"/>
            </w:pPr>
            <w:r>
              <w:t>H5_file_image_callbacks_t callbacks = {image_malloc, image_memcpy,</w:t>
            </w:r>
          </w:p>
          <w:p w:rsidR="006A5E55" w:rsidRDefault="006A5E55" w:rsidP="006A5E55">
            <w:pPr>
              <w:pStyle w:val="PlainText"/>
            </w:pPr>
            <w:r>
              <w:t xml:space="preserve">                                       image_realloc, image_free, </w:t>
            </w:r>
          </w:p>
          <w:p w:rsidR="006A5E55" w:rsidRDefault="006A5E55" w:rsidP="006A5E55">
            <w:pPr>
              <w:pStyle w:val="PlainText"/>
            </w:pPr>
            <w:r>
              <w:t xml:space="preserve">                                       udata_copy, udata_free, </w:t>
            </w:r>
          </w:p>
          <w:p w:rsidR="006A5E55" w:rsidRDefault="006A5E55" w:rsidP="006A5E55">
            <w:pPr>
              <w:pStyle w:val="PlainText"/>
            </w:pPr>
            <w:r>
              <w:t xml:space="preserve">                                       (void *)(&amp;udata)};</w:t>
            </w:r>
          </w:p>
          <w:p w:rsidR="006A5E55" w:rsidRDefault="006A5E55" w:rsidP="006A5E55">
            <w:pPr>
              <w:pStyle w:val="PlainText"/>
            </w:pPr>
          </w:p>
          <w:p w:rsidR="006A5E55" w:rsidRDefault="006A5E55" w:rsidP="006A5E55">
            <w:pPr>
              <w:pStyle w:val="PlainText"/>
            </w:pPr>
            <w:r>
              <w:t>&lt;allocate fapl_id&gt;</w:t>
            </w:r>
          </w:p>
          <w:p w:rsidR="006A5E55" w:rsidRDefault="006A5E55" w:rsidP="006A5E55">
            <w:pPr>
              <w:pStyle w:val="PlainText"/>
            </w:pPr>
          </w:p>
          <w:p w:rsidR="006A5E55" w:rsidRDefault="006A5E55" w:rsidP="006A5E55">
            <w:pPr>
              <w:pStyle w:val="PlainText"/>
            </w:pPr>
            <w:r>
              <w:t>H5Pset_file_image_callbacks(fapl_id, &amp;callbacks);</w:t>
            </w:r>
          </w:p>
          <w:p w:rsidR="006A5E55" w:rsidRDefault="006A5E55" w:rsidP="006A5E55">
            <w:pPr>
              <w:pStyle w:val="PlainText"/>
            </w:pPr>
          </w:p>
          <w:p w:rsidR="006A5E55" w:rsidRDefault="006A5E55" w:rsidP="006A5E55">
            <w:pPr>
              <w:pStyle w:val="PlainText"/>
            </w:pPr>
            <w:r>
              <w:t>&lt;open core file using fapl_id, write file, close it&gt;</w:t>
            </w:r>
          </w:p>
          <w:p w:rsidR="006A5E55" w:rsidRDefault="006A5E55" w:rsidP="006A5E55">
            <w:pPr>
              <w:pStyle w:val="PlainText"/>
            </w:pPr>
          </w:p>
          <w:p w:rsidR="006A5E55" w:rsidRDefault="006A5E55" w:rsidP="006A5E55">
            <w:pPr>
              <w:pStyle w:val="PlainText"/>
            </w:pPr>
            <w:r>
              <w:t>assert(udata.image_ptr!= NULL);</w:t>
            </w:r>
          </w:p>
          <w:p w:rsidR="006A5E55" w:rsidRDefault="006A5E55" w:rsidP="006A5E55">
            <w:pPr>
              <w:pStyle w:val="PlainText"/>
            </w:pPr>
          </w:p>
          <w:p w:rsidR="006A5E55" w:rsidRDefault="006A5E55" w:rsidP="006A5E55">
            <w:pPr>
              <w:pStyle w:val="PlainText"/>
            </w:pPr>
            <w:r>
              <w:t xml:space="preserve">/* udata now contains the base address and length of the final </w:t>
            </w:r>
          </w:p>
          <w:p w:rsidR="006A5E55" w:rsidRDefault="006A5E55" w:rsidP="006A5E55">
            <w:pPr>
              <w:pStyle w:val="PlainText"/>
            </w:pPr>
            <w:r>
              <w:t xml:space="preserve">   version of the core file */</w:t>
            </w:r>
          </w:p>
          <w:p w:rsidR="006A5E55" w:rsidRDefault="006A5E55" w:rsidP="006A5E55">
            <w:pPr>
              <w:pStyle w:val="PlainText"/>
            </w:pPr>
          </w:p>
          <w:p w:rsidR="006A5E55" w:rsidRDefault="006A5E55" w:rsidP="006A5E55">
            <w:pPr>
              <w:pStyle w:val="PlainText"/>
            </w:pPr>
            <w:r>
              <w:t>&lt;use image of file, and then discard it via free()&gt;</w:t>
            </w:r>
          </w:p>
          <w:p w:rsidR="00B50584" w:rsidRPr="00186743" w:rsidRDefault="00B50584" w:rsidP="0047588B">
            <w:pPr>
              <w:pStyle w:val="PlainText"/>
            </w:pPr>
          </w:p>
        </w:tc>
      </w:tr>
      <w:tr w:rsidR="00B50584" w:rsidRPr="00137C51">
        <w:trPr>
          <w:jc w:val="center"/>
        </w:trPr>
        <w:tc>
          <w:tcPr>
            <w:tcW w:w="8672" w:type="dxa"/>
          </w:tcPr>
          <w:p w:rsidR="00B50584" w:rsidRPr="00186743" w:rsidRDefault="00B50584" w:rsidP="006A5E55">
            <w:pPr>
              <w:pStyle w:val="NormalTable"/>
            </w:pPr>
            <w:r w:rsidRPr="00186743">
              <w:lastRenderedPageBreak/>
              <w:t xml:space="preserve">Example </w:t>
            </w:r>
            <w:r w:rsidR="006A5E55">
              <w:t>6</w:t>
            </w:r>
            <w:r w:rsidRPr="00186743">
              <w:t xml:space="preserve">. </w:t>
            </w:r>
            <w:r w:rsidR="006A5E55">
              <w:t xml:space="preserve">Using </w:t>
            </w:r>
            <w:r w:rsidR="006A5E55" w:rsidRPr="003C5B19">
              <w:rPr>
                <w:rFonts w:ascii="Courier New" w:hAnsi="Courier New" w:cs="Courier New"/>
                <w:sz w:val="18"/>
              </w:rPr>
              <w:t>H5Pset_file_image_callbacks</w:t>
            </w:r>
            <w:r w:rsidR="006A5E55">
              <w:t xml:space="preserve"> to improve memory allocation</w:t>
            </w:r>
          </w:p>
        </w:tc>
      </w:tr>
    </w:tbl>
    <w:p w:rsidR="00B50584" w:rsidRDefault="00B50584" w:rsidP="00B62087"/>
    <w:p w:rsidR="00B62087" w:rsidRDefault="00B62087" w:rsidP="00B62087">
      <w:r>
        <w:t xml:space="preserve">The above code fragment gives the application full ownership of the buffer used by the </w:t>
      </w:r>
      <w:r w:rsidR="00805591">
        <w:t>Core file driver</w:t>
      </w:r>
      <w:r>
        <w:t xml:space="preserve"> after the file is closed, and </w:t>
      </w:r>
      <w:r w:rsidR="00175469">
        <w:t xml:space="preserve">it </w:t>
      </w:r>
      <w:r>
        <w:t xml:space="preserve">notifies the application that the </w:t>
      </w:r>
      <w:r w:rsidR="00543630">
        <w:t>HDF5 Library</w:t>
      </w:r>
      <w:r>
        <w:t xml:space="preserve"> is done with the buffer by setting </w:t>
      </w:r>
      <w:r w:rsidRPr="0051579A">
        <w:rPr>
          <w:rFonts w:ascii="Courier New" w:hAnsi="Courier New" w:cs="Courier New"/>
          <w:sz w:val="18"/>
        </w:rPr>
        <w:t>udata.image_ptr</w:t>
      </w:r>
      <w:r>
        <w:t xml:space="preserve"> to something other than NULL</w:t>
      </w:r>
      <w:r w:rsidR="006564E8">
        <w:t xml:space="preserve">. </w:t>
      </w:r>
      <w:r w:rsidR="0051579A">
        <w:t xml:space="preserve">If </w:t>
      </w:r>
      <w:r>
        <w:t xml:space="preserve">read access to the buffer is sufficient, the </w:t>
      </w:r>
      <w:r w:rsidRPr="0051579A">
        <w:rPr>
          <w:rFonts w:ascii="Courier New" w:hAnsi="Courier New" w:cs="Courier New"/>
          <w:sz w:val="18"/>
        </w:rPr>
        <w:t>H5Fget_vfd_</w:t>
      </w:r>
      <w:proofErr w:type="gramStart"/>
      <w:r w:rsidRPr="0051579A">
        <w:rPr>
          <w:rFonts w:ascii="Courier New" w:hAnsi="Courier New" w:cs="Courier New"/>
          <w:sz w:val="18"/>
        </w:rPr>
        <w:t>handle(</w:t>
      </w:r>
      <w:proofErr w:type="gramEnd"/>
      <w:r w:rsidRPr="0051579A">
        <w:rPr>
          <w:rFonts w:ascii="Courier New" w:hAnsi="Courier New" w:cs="Courier New"/>
          <w:sz w:val="18"/>
        </w:rPr>
        <w:t>)</w:t>
      </w:r>
      <w:r w:rsidR="00175469">
        <w:t xml:space="preserve"> call can be used as an alternate solution </w:t>
      </w:r>
      <w:r>
        <w:t xml:space="preserve">to get access to the base address of the </w:t>
      </w:r>
      <w:r w:rsidR="00805591">
        <w:t>Core file driver</w:t>
      </w:r>
      <w:r>
        <w:t xml:space="preserve">’s buffer. </w:t>
      </w:r>
    </w:p>
    <w:p w:rsidR="00B62087" w:rsidRDefault="00B62087" w:rsidP="00B62087"/>
    <w:p w:rsidR="00B62087" w:rsidRDefault="00B62087" w:rsidP="00B62087">
      <w:r>
        <w:t xml:space="preserve">The above solution avoids some unnecessary </w:t>
      </w:r>
      <w:r w:rsidRPr="0051579A">
        <w:rPr>
          <w:rFonts w:ascii="Courier New" w:hAnsi="Courier New" w:cs="Courier New"/>
          <w:sz w:val="18"/>
        </w:rPr>
        <w:t>malloc</w:t>
      </w:r>
      <w:r>
        <w:t xml:space="preserve"> and </w:t>
      </w:r>
      <w:r w:rsidRPr="0051579A">
        <w:rPr>
          <w:rFonts w:ascii="Courier New" w:hAnsi="Courier New" w:cs="Courier New"/>
          <w:sz w:val="18"/>
        </w:rPr>
        <w:t>memcpy</w:t>
      </w:r>
      <w:r>
        <w:t xml:space="preserve"> calls and should be quite adequate if an image of an HDF5 file is constructed only occasionally</w:t>
      </w:r>
      <w:r w:rsidR="006564E8">
        <w:t xml:space="preserve">. </w:t>
      </w:r>
      <w:r>
        <w:t xml:space="preserve">However, if an HDF5 file image must be constructed regularly, and </w:t>
      </w:r>
      <w:r w:rsidR="0051579A">
        <w:t xml:space="preserve">if </w:t>
      </w:r>
      <w:r>
        <w:t xml:space="preserve">we can put a strong and tight upper bound on the size of the necessary buffer, </w:t>
      </w:r>
      <w:r w:rsidR="0051579A">
        <w:t xml:space="preserve">then </w:t>
      </w:r>
      <w:r>
        <w:t>the following pseudo code demonstrates a method of avoiding memory allocation completely</w:t>
      </w:r>
      <w:r w:rsidR="0051579A">
        <w:t>. The downside, however, is that buffer is allocated statically</w:t>
      </w:r>
      <w:r w:rsidR="006564E8">
        <w:t xml:space="preserve">. </w:t>
      </w:r>
      <w:r>
        <w:t>Again, much error checking is omitted for clarity.</w:t>
      </w:r>
    </w:p>
    <w:p w:rsidR="00B50584" w:rsidRDefault="00B50584" w:rsidP="00B50584"/>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710"/>
      </w:tblGrid>
      <w:tr w:rsidR="00B50584" w:rsidRPr="00137C51">
        <w:trPr>
          <w:jc w:val="center"/>
        </w:trPr>
        <w:tc>
          <w:tcPr>
            <w:tcW w:w="8710" w:type="dxa"/>
          </w:tcPr>
          <w:p w:rsidR="00B50584" w:rsidRDefault="00B50584" w:rsidP="0047588B">
            <w:pPr>
              <w:pStyle w:val="PlainText"/>
            </w:pPr>
          </w:p>
          <w:p w:rsidR="0051579A" w:rsidRDefault="0051579A" w:rsidP="0051579A">
            <w:pPr>
              <w:pStyle w:val="PlainText"/>
            </w:pPr>
            <w:r>
              <w:t>char buf[BIG_ENOUGH];</w:t>
            </w:r>
          </w:p>
          <w:p w:rsidR="0051579A" w:rsidRDefault="0051579A" w:rsidP="0051579A">
            <w:pPr>
              <w:pStyle w:val="PlainText"/>
            </w:pPr>
            <w:r>
              <w:t>struct udata_t {</w:t>
            </w:r>
          </w:p>
          <w:p w:rsidR="0051579A" w:rsidRDefault="0051579A" w:rsidP="0051579A">
            <w:pPr>
              <w:pStyle w:val="PlainText"/>
            </w:pPr>
            <w:r>
              <w:t>void * image_ptr;</w:t>
            </w:r>
          </w:p>
          <w:p w:rsidR="0051579A" w:rsidRDefault="0051579A" w:rsidP="0051579A">
            <w:pPr>
              <w:pStyle w:val="PlainText"/>
            </w:pPr>
            <w:r>
              <w:t>size_t image_size;</w:t>
            </w:r>
          </w:p>
          <w:p w:rsidR="0051579A" w:rsidRDefault="0051579A" w:rsidP="0051579A">
            <w:pPr>
              <w:pStyle w:val="PlainText"/>
            </w:pPr>
            <w:r>
              <w:t>size_t max_image_size;</w:t>
            </w:r>
          </w:p>
          <w:p w:rsidR="0051579A" w:rsidRDefault="0051579A" w:rsidP="0051579A">
            <w:pPr>
              <w:pStyle w:val="PlainText"/>
            </w:pPr>
            <w:r>
              <w:t>int ref_count;</w:t>
            </w:r>
          </w:p>
          <w:p w:rsidR="0051579A" w:rsidRDefault="0051579A" w:rsidP="0051579A">
            <w:pPr>
              <w:pStyle w:val="PlainText"/>
            </w:pPr>
            <w:r>
              <w:t>} udata = {(void *)(&amp;(buf[0]), 0, BIG_ENOUGH, 0};</w:t>
            </w:r>
          </w:p>
          <w:p w:rsidR="0051579A" w:rsidRDefault="0051579A" w:rsidP="0051579A">
            <w:pPr>
              <w:pStyle w:val="PlainText"/>
            </w:pPr>
          </w:p>
          <w:p w:rsidR="0051579A" w:rsidRDefault="0051579A" w:rsidP="0051579A">
            <w:pPr>
              <w:pStyle w:val="PlainText"/>
            </w:pPr>
            <w:r>
              <w:t>void *image_malloc(size_t size, H5_file_image_op_t file_image_op, void *udata)</w:t>
            </w:r>
          </w:p>
          <w:p w:rsidR="0051579A" w:rsidRDefault="0051579A" w:rsidP="0051579A">
            <w:pPr>
              <w:pStyle w:val="PlainText"/>
            </w:pPr>
            <w:r>
              <w:t>{</w:t>
            </w:r>
          </w:p>
          <w:p w:rsidR="0051579A" w:rsidRDefault="0051579A" w:rsidP="0051579A">
            <w:pPr>
              <w:pStyle w:val="PlainText"/>
            </w:pPr>
            <w:r>
              <w:tab/>
              <w:t>assert(size &lt;= ((struct udata_t *)udata)-&gt;max_image_size);</w:t>
            </w:r>
          </w:p>
          <w:p w:rsidR="0051579A" w:rsidRDefault="0051579A" w:rsidP="0051579A">
            <w:pPr>
              <w:pStyle w:val="PlainText"/>
            </w:pPr>
            <w:r>
              <w:tab/>
              <w:t>assert(((struct udata_t *)udata)-&gt;ref_count == 0);</w:t>
            </w:r>
          </w:p>
          <w:p w:rsidR="0051579A" w:rsidRDefault="0051579A" w:rsidP="0051579A">
            <w:pPr>
              <w:pStyle w:val="PlainText"/>
            </w:pPr>
            <w:r>
              <w:tab/>
              <w:t>((struct udata_t *)udata)-&gt;image_size = size;</w:t>
            </w:r>
          </w:p>
          <w:p w:rsidR="0051579A" w:rsidRDefault="0051579A" w:rsidP="0051579A">
            <w:pPr>
              <w:pStyle w:val="PlainText"/>
            </w:pPr>
            <w:r>
              <w:tab/>
              <w:t>(((struct udata_t *)udata)-&gt;ref_count)++;</w:t>
            </w:r>
          </w:p>
          <w:p w:rsidR="0051579A" w:rsidRDefault="0051579A" w:rsidP="0051579A">
            <w:pPr>
              <w:pStyle w:val="PlainText"/>
            </w:pPr>
            <w:r>
              <w:tab/>
              <w:t>return((((struct udata_t *)udata)-&gt;image_ptr);</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void *image_memcpy)(void *dest, const void *src, size_t size,</w:t>
            </w:r>
          </w:p>
          <w:p w:rsidR="0051579A" w:rsidRDefault="0051579A" w:rsidP="0051579A">
            <w:pPr>
              <w:pStyle w:val="PlainText"/>
            </w:pPr>
            <w:r>
              <w:t xml:space="preserve"> H5_file_image_op_t file_image_op, void *udata)</w:t>
            </w:r>
          </w:p>
          <w:p w:rsidR="0051579A" w:rsidRDefault="0051579A" w:rsidP="0051579A">
            <w:pPr>
              <w:pStyle w:val="PlainText"/>
            </w:pPr>
            <w:r>
              <w:t>{</w:t>
            </w:r>
          </w:p>
          <w:p w:rsidR="0051579A" w:rsidRDefault="0051579A" w:rsidP="0051579A">
            <w:pPr>
              <w:pStyle w:val="PlainText"/>
            </w:pPr>
            <w:proofErr w:type="gramStart"/>
            <w:r>
              <w:lastRenderedPageBreak/>
              <w:t>assert(</w:t>
            </w:r>
            <w:proofErr w:type="gramEnd"/>
            <w:r>
              <w:t>FALSE); /* Should never be invoked in this scenario. */</w:t>
            </w:r>
          </w:p>
          <w:p w:rsidR="0051579A" w:rsidRDefault="0051579A" w:rsidP="0051579A">
            <w:pPr>
              <w:pStyle w:val="PlainText"/>
            </w:pPr>
            <w:r>
              <w:tab/>
              <w:t>return(NULL); /* always fails */</w:t>
            </w:r>
          </w:p>
          <w:p w:rsidR="0051579A" w:rsidRDefault="0051579A" w:rsidP="0051579A">
            <w:pPr>
              <w:pStyle w:val="PlainText"/>
            </w:pPr>
            <w:r>
              <w:tab/>
              <w:t>}</w:t>
            </w:r>
          </w:p>
          <w:p w:rsidR="0051579A" w:rsidRDefault="0051579A" w:rsidP="0051579A">
            <w:pPr>
              <w:pStyle w:val="PlainText"/>
            </w:pPr>
          </w:p>
          <w:p w:rsidR="0051579A" w:rsidRDefault="0051579A" w:rsidP="0051579A">
            <w:pPr>
              <w:pStyle w:val="PlainText"/>
            </w:pPr>
            <w:r>
              <w:t>void *image_realloc(void *ptr, size_t size, H5_file_image_op_t file_image_op,</w:t>
            </w:r>
          </w:p>
          <w:p w:rsidR="0051579A" w:rsidRDefault="0051579A" w:rsidP="0051579A">
            <w:pPr>
              <w:pStyle w:val="PlainText"/>
            </w:pPr>
            <w:r>
              <w:t xml:space="preserve"> void *udata)</w:t>
            </w:r>
          </w:p>
          <w:p w:rsidR="0051579A" w:rsidRDefault="0051579A" w:rsidP="0051579A">
            <w:pPr>
              <w:pStyle w:val="PlainText"/>
            </w:pPr>
            <w:r>
              <w:t>{</w:t>
            </w:r>
          </w:p>
          <w:p w:rsidR="0051579A" w:rsidRDefault="0051579A" w:rsidP="0051579A">
            <w:pPr>
              <w:pStyle w:val="PlainText"/>
            </w:pPr>
            <w:r>
              <w:tab/>
              <w:t>assert(ptr == ((struct udata_t *)udata)-&gt;image_ptr);</w:t>
            </w:r>
          </w:p>
          <w:p w:rsidR="0051579A" w:rsidRDefault="0051579A" w:rsidP="0051579A">
            <w:pPr>
              <w:pStyle w:val="PlainText"/>
            </w:pPr>
            <w:r>
              <w:t>assert(size &lt;= ((struct udata_t *)udata)-&gt;max_image_size);</w:t>
            </w:r>
          </w:p>
          <w:p w:rsidR="0051579A" w:rsidRDefault="0051579A" w:rsidP="0051579A">
            <w:pPr>
              <w:pStyle w:val="PlainText"/>
            </w:pPr>
            <w:r>
              <w:t>assert(((struct udata_t *)udata)-&gt;ref_count == 1);</w:t>
            </w:r>
          </w:p>
          <w:p w:rsidR="0051579A" w:rsidRDefault="0051579A" w:rsidP="0051579A">
            <w:pPr>
              <w:pStyle w:val="PlainText"/>
            </w:pPr>
            <w:r>
              <w:tab/>
              <w:t>((struct udata_t *)udata)-&gt;image_size = size;</w:t>
            </w:r>
          </w:p>
          <w:p w:rsidR="0051579A" w:rsidRDefault="0051579A" w:rsidP="0051579A">
            <w:pPr>
              <w:pStyle w:val="PlainText"/>
            </w:pPr>
            <w:r>
              <w:t>return((((struct udata_t *)udata)-&gt;image_ptr);</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herr_t image_free(void *ptr, H5_file_image_op_t file_image_op, void *udata)</w:t>
            </w:r>
          </w:p>
          <w:p w:rsidR="0051579A" w:rsidRDefault="0051579A" w:rsidP="0051579A">
            <w:pPr>
              <w:pStyle w:val="PlainText"/>
            </w:pPr>
            <w:r>
              <w:t>{</w:t>
            </w:r>
          </w:p>
          <w:p w:rsidR="0051579A" w:rsidRDefault="0051579A" w:rsidP="0051579A">
            <w:pPr>
              <w:pStyle w:val="PlainText"/>
            </w:pPr>
            <w:r>
              <w:tab/>
              <w:t>assert(file_image_op == H5_FILE_IMAGE_OP_FILE_CLOSE);</w:t>
            </w:r>
          </w:p>
          <w:p w:rsidR="0051579A" w:rsidRDefault="0051579A" w:rsidP="0051579A">
            <w:pPr>
              <w:pStyle w:val="PlainText"/>
            </w:pPr>
            <w:r>
              <w:tab/>
              <w:t>assert(ptr == ((struct udata_t *)udata)-&gt;image_ptr);</w:t>
            </w:r>
          </w:p>
          <w:p w:rsidR="0051579A" w:rsidRDefault="0051579A" w:rsidP="0051579A">
            <w:pPr>
              <w:pStyle w:val="PlainText"/>
            </w:pPr>
            <w:r>
              <w:t>assert(((struct udata_t *)udata)-&gt;ref_count == 1);</w:t>
            </w:r>
          </w:p>
          <w:p w:rsidR="0051579A" w:rsidRDefault="0051579A" w:rsidP="0051579A">
            <w:pPr>
              <w:pStyle w:val="PlainText"/>
            </w:pPr>
            <w:r>
              <w:tab/>
              <w:t>(((struct udata_t *)udata)-&gt;ref_count)--;</w:t>
            </w:r>
          </w:p>
          <w:p w:rsidR="0051579A" w:rsidRDefault="0051579A" w:rsidP="0051579A">
            <w:pPr>
              <w:pStyle w:val="PlainText"/>
            </w:pPr>
            <w:r>
              <w:tab/>
              <w:t>return(0); /* if we get here, we must have been successful */</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void *udata_copy(void *udata)</w:t>
            </w:r>
          </w:p>
          <w:p w:rsidR="0051579A" w:rsidRDefault="0051579A" w:rsidP="0051579A">
            <w:pPr>
              <w:pStyle w:val="PlainText"/>
            </w:pPr>
            <w:r>
              <w:t>{</w:t>
            </w:r>
          </w:p>
          <w:p w:rsidR="0051579A" w:rsidRDefault="0051579A" w:rsidP="0051579A">
            <w:pPr>
              <w:pStyle w:val="PlainText"/>
            </w:pPr>
            <w:r>
              <w:tab/>
              <w:t>return(udata);</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herr_t udata_free(void *udata)</w:t>
            </w:r>
          </w:p>
          <w:p w:rsidR="0051579A" w:rsidRDefault="0051579A" w:rsidP="0051579A">
            <w:pPr>
              <w:pStyle w:val="PlainText"/>
            </w:pPr>
            <w:r>
              <w:t>{</w:t>
            </w:r>
          </w:p>
          <w:p w:rsidR="0051579A" w:rsidRDefault="0051579A" w:rsidP="0051579A">
            <w:pPr>
              <w:pStyle w:val="PlainText"/>
            </w:pPr>
            <w:r>
              <w:tab/>
              <w:t>return(0);</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H5_file_image_callbacks_t callbacks = {image_malloc, image_memcpy,</w:t>
            </w:r>
          </w:p>
          <w:p w:rsidR="0051579A" w:rsidRDefault="0051579A" w:rsidP="0051579A">
            <w:pPr>
              <w:pStyle w:val="PlainText"/>
            </w:pPr>
            <w:r>
              <w:t xml:space="preserve">                                       image_realloc, image_free, </w:t>
            </w:r>
          </w:p>
          <w:p w:rsidR="0051579A" w:rsidRDefault="0051579A" w:rsidP="0051579A">
            <w:pPr>
              <w:pStyle w:val="PlainText"/>
            </w:pPr>
            <w:r>
              <w:t xml:space="preserve">                                       udata_copy, udata_free, </w:t>
            </w:r>
          </w:p>
          <w:p w:rsidR="0051579A" w:rsidRDefault="0051579A" w:rsidP="0051579A">
            <w:pPr>
              <w:pStyle w:val="PlainText"/>
            </w:pPr>
            <w:r>
              <w:t xml:space="preserve">                                       (void *)(&amp;udata)};</w:t>
            </w:r>
          </w:p>
          <w:p w:rsidR="0051579A" w:rsidRDefault="0051579A" w:rsidP="0051579A">
            <w:pPr>
              <w:pStyle w:val="PlainText"/>
            </w:pPr>
          </w:p>
          <w:p w:rsidR="0051579A" w:rsidRDefault="0051579A" w:rsidP="0051579A">
            <w:pPr>
              <w:pStyle w:val="PlainText"/>
            </w:pPr>
            <w:r>
              <w:t>/* end of initialization */</w:t>
            </w:r>
          </w:p>
          <w:p w:rsidR="0051579A" w:rsidRDefault="0051579A" w:rsidP="0051579A">
            <w:pPr>
              <w:pStyle w:val="PlainText"/>
            </w:pPr>
          </w:p>
          <w:p w:rsidR="0051579A" w:rsidRDefault="0051579A" w:rsidP="0051579A">
            <w:pPr>
              <w:pStyle w:val="PlainText"/>
            </w:pPr>
            <w:r>
              <w:t>&lt;allocate fapl_id&gt;</w:t>
            </w:r>
          </w:p>
          <w:p w:rsidR="0051579A" w:rsidRDefault="0051579A" w:rsidP="0051579A">
            <w:pPr>
              <w:pStyle w:val="PlainText"/>
            </w:pPr>
          </w:p>
          <w:p w:rsidR="0051579A" w:rsidRDefault="0051579A" w:rsidP="0051579A">
            <w:pPr>
              <w:pStyle w:val="PlainText"/>
            </w:pPr>
            <w:r>
              <w:t>H5Pset_file_image_callbacks(fapl_id, &amp;callbacks);</w:t>
            </w:r>
          </w:p>
          <w:p w:rsidR="0051579A" w:rsidRDefault="0051579A" w:rsidP="0051579A">
            <w:pPr>
              <w:pStyle w:val="PlainText"/>
            </w:pPr>
          </w:p>
          <w:p w:rsidR="0051579A" w:rsidRDefault="0051579A" w:rsidP="0051579A">
            <w:pPr>
              <w:pStyle w:val="PlainText"/>
            </w:pPr>
            <w:r>
              <w:t>&lt;open core file using fapl_id&gt;</w:t>
            </w:r>
          </w:p>
          <w:p w:rsidR="0051579A" w:rsidRDefault="0051579A" w:rsidP="0051579A">
            <w:pPr>
              <w:pStyle w:val="PlainText"/>
            </w:pPr>
          </w:p>
          <w:p w:rsidR="0051579A" w:rsidRDefault="0051579A" w:rsidP="0051579A">
            <w:pPr>
              <w:pStyle w:val="PlainText"/>
            </w:pPr>
            <w:r>
              <w:t>&lt;discard fapl any time after the open&gt;</w:t>
            </w:r>
          </w:p>
          <w:p w:rsidR="0051579A" w:rsidRDefault="0051579A" w:rsidP="0051579A">
            <w:pPr>
              <w:pStyle w:val="PlainText"/>
            </w:pPr>
          </w:p>
          <w:p w:rsidR="0051579A" w:rsidRDefault="0051579A" w:rsidP="0051579A">
            <w:pPr>
              <w:pStyle w:val="PlainText"/>
            </w:pPr>
            <w:r>
              <w:t>&lt;write the file, flush it, and then close it&gt;</w:t>
            </w:r>
          </w:p>
          <w:p w:rsidR="0051579A" w:rsidRDefault="0051579A" w:rsidP="0051579A">
            <w:pPr>
              <w:pStyle w:val="PlainText"/>
            </w:pPr>
          </w:p>
          <w:p w:rsidR="0051579A" w:rsidRDefault="0051579A" w:rsidP="0051579A">
            <w:pPr>
              <w:pStyle w:val="PlainText"/>
            </w:pPr>
            <w:r>
              <w:t>assert(udata.ref_count == 0);</w:t>
            </w:r>
          </w:p>
          <w:p w:rsidR="0051579A" w:rsidRDefault="0051579A" w:rsidP="0051579A">
            <w:pPr>
              <w:pStyle w:val="PlainText"/>
            </w:pPr>
          </w:p>
          <w:p w:rsidR="0051579A" w:rsidRDefault="0051579A" w:rsidP="0051579A">
            <w:pPr>
              <w:pStyle w:val="PlainText"/>
            </w:pPr>
            <w:r>
              <w:t xml:space="preserve">/* udata now contains the base address and length of the final </w:t>
            </w:r>
          </w:p>
          <w:p w:rsidR="0051579A" w:rsidRDefault="0051579A" w:rsidP="0051579A">
            <w:pPr>
              <w:pStyle w:val="PlainText"/>
            </w:pPr>
            <w:r>
              <w:t xml:space="preserve">   version of the core file */</w:t>
            </w:r>
          </w:p>
          <w:p w:rsidR="0051579A" w:rsidRDefault="0051579A" w:rsidP="0051579A">
            <w:pPr>
              <w:pStyle w:val="PlainText"/>
            </w:pPr>
          </w:p>
          <w:p w:rsidR="0051579A" w:rsidRDefault="0051579A" w:rsidP="0051579A">
            <w:pPr>
              <w:pStyle w:val="PlainText"/>
            </w:pPr>
            <w:r>
              <w:t>&lt;use the image of the file&gt;</w:t>
            </w:r>
          </w:p>
          <w:p w:rsidR="0051579A" w:rsidRDefault="0051579A" w:rsidP="0051579A">
            <w:pPr>
              <w:pStyle w:val="PlainText"/>
            </w:pPr>
          </w:p>
          <w:p w:rsidR="0051579A" w:rsidRDefault="0051579A" w:rsidP="0051579A">
            <w:pPr>
              <w:pStyle w:val="PlainText"/>
            </w:pPr>
            <w:r>
              <w:t>&lt;reinitialize udata, and repeat the above from the end of initialization onwards to write a new file image&gt;</w:t>
            </w:r>
          </w:p>
          <w:p w:rsidR="00B50584" w:rsidRPr="00186743" w:rsidRDefault="00B50584" w:rsidP="0047588B">
            <w:pPr>
              <w:pStyle w:val="PlainText"/>
            </w:pPr>
          </w:p>
        </w:tc>
      </w:tr>
      <w:tr w:rsidR="00B50584" w:rsidRPr="00137C51">
        <w:trPr>
          <w:jc w:val="center"/>
        </w:trPr>
        <w:tc>
          <w:tcPr>
            <w:tcW w:w="8710" w:type="dxa"/>
          </w:tcPr>
          <w:p w:rsidR="00B50584" w:rsidRPr="00186743" w:rsidRDefault="00B50584" w:rsidP="0051579A">
            <w:pPr>
              <w:pStyle w:val="NormalTable"/>
            </w:pPr>
            <w:r w:rsidRPr="00186743">
              <w:lastRenderedPageBreak/>
              <w:t xml:space="preserve">Example </w:t>
            </w:r>
            <w:r w:rsidR="0051579A">
              <w:t>7</w:t>
            </w:r>
            <w:r w:rsidRPr="00186743">
              <w:t xml:space="preserve">. </w:t>
            </w:r>
            <w:r w:rsidR="0051579A">
              <w:t xml:space="preserve">Using </w:t>
            </w:r>
            <w:r w:rsidR="0051579A" w:rsidRPr="003C5B19">
              <w:rPr>
                <w:rFonts w:ascii="Courier New" w:hAnsi="Courier New" w:cs="Courier New"/>
                <w:sz w:val="18"/>
              </w:rPr>
              <w:t>H5Pset_file_image_callbacks</w:t>
            </w:r>
            <w:r w:rsidR="0051579A">
              <w:t xml:space="preserve"> with a static buffer</w:t>
            </w:r>
          </w:p>
        </w:tc>
      </w:tr>
    </w:tbl>
    <w:p w:rsidR="00B50584" w:rsidRDefault="00B50584" w:rsidP="00B62087"/>
    <w:p w:rsidR="00B62087" w:rsidRDefault="00B62087" w:rsidP="00B62087">
      <w:r>
        <w:lastRenderedPageBreak/>
        <w:t>If we can further arrange matters so that only the contents of the datasets in the HDF5 file image change, but not the structure of the file itself, we can optimize still further by re-using the image and changing only the contents of the datasets after the initial write to the buffer. The following pseudo code shows how this might be done</w:t>
      </w:r>
      <w:r w:rsidR="0051579A">
        <w:t>.</w:t>
      </w:r>
      <w:r>
        <w:t xml:space="preserve"> </w:t>
      </w:r>
      <w:r w:rsidR="0051579A">
        <w:t xml:space="preserve">Note </w:t>
      </w:r>
      <w:r>
        <w:t xml:space="preserve">that </w:t>
      </w:r>
      <w:r w:rsidR="0051579A">
        <w:t>the code</w:t>
      </w:r>
      <w:r>
        <w:t xml:space="preserve"> assumes that </w:t>
      </w:r>
      <w:r w:rsidRPr="0051579A">
        <w:rPr>
          <w:rFonts w:ascii="Courier New" w:hAnsi="Courier New" w:cs="Courier New"/>
          <w:sz w:val="18"/>
        </w:rPr>
        <w:t>buf</w:t>
      </w:r>
      <w:r>
        <w:t xml:space="preserve"> already contains the image of the HDF5 file whose dataset contents are to be overwritten</w:t>
      </w:r>
      <w:r w:rsidR="006564E8">
        <w:t xml:space="preserve">. </w:t>
      </w:r>
      <w:r>
        <w:t>Again, much error checking is omitted for clarity</w:t>
      </w:r>
      <w:r w:rsidR="006564E8">
        <w:t xml:space="preserve">. </w:t>
      </w:r>
      <w:r>
        <w:t xml:space="preserve">Also, observe that the file image callbacks do not support the </w:t>
      </w:r>
      <w:r w:rsidRPr="0051579A">
        <w:rPr>
          <w:rFonts w:ascii="Courier New" w:hAnsi="Courier New" w:cs="Courier New"/>
          <w:sz w:val="18"/>
        </w:rPr>
        <w:t>H5Pget_file_</w:t>
      </w:r>
      <w:proofErr w:type="gramStart"/>
      <w:r w:rsidRPr="0051579A">
        <w:rPr>
          <w:rFonts w:ascii="Courier New" w:hAnsi="Courier New" w:cs="Courier New"/>
          <w:sz w:val="18"/>
        </w:rPr>
        <w:t>image(</w:t>
      </w:r>
      <w:proofErr w:type="gramEnd"/>
      <w:r w:rsidRPr="0051579A">
        <w:rPr>
          <w:rFonts w:ascii="Courier New" w:hAnsi="Courier New" w:cs="Courier New"/>
          <w:sz w:val="18"/>
        </w:rPr>
        <w:t>)</w:t>
      </w:r>
      <w:r>
        <w:t xml:space="preserve"> call.</w:t>
      </w:r>
    </w:p>
    <w:p w:rsidR="00B50584" w:rsidRDefault="00B50584" w:rsidP="00B50584"/>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B50584" w:rsidRPr="00137C51">
        <w:trPr>
          <w:jc w:val="center"/>
        </w:trPr>
        <w:tc>
          <w:tcPr>
            <w:tcW w:w="8874" w:type="dxa"/>
          </w:tcPr>
          <w:p w:rsidR="00B50584" w:rsidRDefault="00B50584" w:rsidP="0047588B">
            <w:pPr>
              <w:pStyle w:val="PlainText"/>
            </w:pPr>
          </w:p>
          <w:p w:rsidR="0051579A" w:rsidRDefault="0051579A" w:rsidP="0051579A">
            <w:pPr>
              <w:pStyle w:val="PlainText"/>
            </w:pPr>
            <w:r>
              <w:t>&lt;buf already defined and loaded with file image&gt;</w:t>
            </w:r>
          </w:p>
          <w:p w:rsidR="0051579A" w:rsidRDefault="0051579A" w:rsidP="0051579A">
            <w:pPr>
              <w:pStyle w:val="PlainText"/>
            </w:pPr>
            <w:r>
              <w:t>&lt;udata already defined and initialized&gt;</w:t>
            </w:r>
          </w:p>
          <w:p w:rsidR="0051579A" w:rsidRDefault="0051579A" w:rsidP="0051579A">
            <w:pPr>
              <w:pStyle w:val="PlainText"/>
            </w:pPr>
          </w:p>
          <w:p w:rsidR="0051579A" w:rsidRDefault="0051579A" w:rsidP="0051579A">
            <w:pPr>
              <w:pStyle w:val="PlainText"/>
            </w:pPr>
            <w:r>
              <w:t>void *image_malloc(size_t size, H5_file_image_op_t file_image_op, void *udata)</w:t>
            </w:r>
          </w:p>
          <w:p w:rsidR="0051579A" w:rsidRDefault="0051579A" w:rsidP="0051579A">
            <w:pPr>
              <w:pStyle w:val="PlainText"/>
            </w:pPr>
            <w:r>
              <w:t>{</w:t>
            </w:r>
          </w:p>
          <w:p w:rsidR="0051579A" w:rsidRDefault="0051579A" w:rsidP="0051579A">
            <w:pPr>
              <w:pStyle w:val="PlainText"/>
            </w:pPr>
            <w:r>
              <w:tab/>
              <w:t>assert(size &lt;= ((struct udata_t *)udata)-&gt;max_image_size);</w:t>
            </w:r>
          </w:p>
          <w:p w:rsidR="0051579A" w:rsidRDefault="0051579A" w:rsidP="0051579A">
            <w:pPr>
              <w:pStyle w:val="PlainText"/>
            </w:pPr>
            <w:r>
              <w:tab/>
              <w:t>assert(size == ((struct udata_t *)udata)-&gt;image_size);</w:t>
            </w:r>
          </w:p>
          <w:p w:rsidR="0051579A" w:rsidRDefault="0051579A" w:rsidP="0051579A">
            <w:pPr>
              <w:pStyle w:val="PlainText"/>
            </w:pPr>
            <w:r>
              <w:tab/>
              <w:t>assert(((struct udata_t *)udata)-&gt;ref_count &gt;= 0);</w:t>
            </w:r>
          </w:p>
          <w:p w:rsidR="0051579A" w:rsidRDefault="0051579A" w:rsidP="0051579A">
            <w:pPr>
              <w:pStyle w:val="PlainText"/>
            </w:pPr>
          </w:p>
          <w:p w:rsidR="0051579A" w:rsidRDefault="0051579A" w:rsidP="0051579A">
            <w:pPr>
              <w:pStyle w:val="PlainText"/>
            </w:pPr>
            <w:r>
              <w:tab/>
              <w:t>((struct udata_t *)udata)-&gt;image_size = size;</w:t>
            </w:r>
          </w:p>
          <w:p w:rsidR="0051579A" w:rsidRDefault="0051579A" w:rsidP="0051579A">
            <w:pPr>
              <w:pStyle w:val="PlainText"/>
            </w:pPr>
            <w:r>
              <w:tab/>
              <w:t>(((struct udata_t *)udata)-&gt;ref_count)++;</w:t>
            </w:r>
          </w:p>
          <w:p w:rsidR="0051579A" w:rsidRDefault="0051579A" w:rsidP="0051579A">
            <w:pPr>
              <w:pStyle w:val="PlainText"/>
            </w:pPr>
            <w:r>
              <w:tab/>
              <w:t>return((((struct udata_t *)udata)-&gt;image_ptr);</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void *image_memcpy)(void *dest, const void *src, size_t size,</w:t>
            </w:r>
          </w:p>
          <w:p w:rsidR="0051579A" w:rsidRDefault="0051579A" w:rsidP="0051579A">
            <w:pPr>
              <w:pStyle w:val="PlainText"/>
            </w:pPr>
            <w:r>
              <w:t xml:space="preserve"> H5_file_image_op_t file_image_op, void *udata)</w:t>
            </w:r>
          </w:p>
          <w:p w:rsidR="0051579A" w:rsidRDefault="0051579A" w:rsidP="0051579A">
            <w:pPr>
              <w:pStyle w:val="PlainText"/>
            </w:pPr>
            <w:r>
              <w:t>{</w:t>
            </w:r>
          </w:p>
          <w:p w:rsidR="0051579A" w:rsidRDefault="0051579A" w:rsidP="0051579A">
            <w:pPr>
              <w:pStyle w:val="PlainText"/>
            </w:pPr>
            <w:r>
              <w:t>assert(dest == ((struct udata_t *)udata)-&gt;image_ptr);</w:t>
            </w:r>
          </w:p>
          <w:p w:rsidR="0051579A" w:rsidRDefault="0051579A" w:rsidP="0051579A">
            <w:pPr>
              <w:pStyle w:val="PlainText"/>
            </w:pPr>
            <w:r>
              <w:t>assert(src == ((struct udata_t *)udata)-&gt;image_ptr);</w:t>
            </w:r>
          </w:p>
          <w:p w:rsidR="0051579A" w:rsidRDefault="0051579A" w:rsidP="0051579A">
            <w:pPr>
              <w:pStyle w:val="PlainText"/>
            </w:pPr>
            <w:r>
              <w:t>assert(size &lt;= ((struct udata_t *)udata)-&gt;max_image_size);</w:t>
            </w:r>
          </w:p>
          <w:p w:rsidR="0051579A" w:rsidRDefault="0051579A" w:rsidP="0051579A">
            <w:pPr>
              <w:pStyle w:val="PlainText"/>
            </w:pPr>
            <w:r>
              <w:t>assert(size == ((struct udata_t *)udata)-&gt;image_size);</w:t>
            </w:r>
          </w:p>
          <w:p w:rsidR="0051579A" w:rsidRDefault="0051579A" w:rsidP="0051579A">
            <w:pPr>
              <w:pStyle w:val="PlainText"/>
            </w:pPr>
            <w:r>
              <w:t>assert(((struct udata_t *)udata)-&gt;ref_count &gt;= 1);</w:t>
            </w:r>
          </w:p>
          <w:p w:rsidR="0051579A" w:rsidRDefault="0051579A" w:rsidP="0051579A">
            <w:pPr>
              <w:pStyle w:val="PlainText"/>
            </w:pPr>
          </w:p>
          <w:p w:rsidR="0051579A" w:rsidRDefault="0051579A" w:rsidP="0051579A">
            <w:pPr>
              <w:pStyle w:val="PlainText"/>
            </w:pPr>
            <w:r>
              <w:tab/>
              <w:t>return(dest); /* if we get here, we must have been successful */</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void *image_realloc(void *ptr, size_t size, H5_file_image_op_t file_image_op,</w:t>
            </w:r>
          </w:p>
          <w:p w:rsidR="0051579A" w:rsidRDefault="0051579A" w:rsidP="0051579A">
            <w:pPr>
              <w:pStyle w:val="PlainText"/>
            </w:pPr>
            <w:r>
              <w:t xml:space="preserve">  void *udata)</w:t>
            </w:r>
          </w:p>
          <w:p w:rsidR="0051579A" w:rsidRDefault="0051579A" w:rsidP="0051579A">
            <w:pPr>
              <w:pStyle w:val="PlainText"/>
            </w:pPr>
            <w:r>
              <w:t>{</w:t>
            </w:r>
          </w:p>
          <w:p w:rsidR="0051579A" w:rsidRDefault="0051579A" w:rsidP="0051579A">
            <w:pPr>
              <w:pStyle w:val="PlainText"/>
            </w:pPr>
            <w:r>
              <w:tab/>
              <w:t xml:space="preserve">/* One would think that this function is not needed in this scenario, as </w:t>
            </w:r>
          </w:p>
          <w:p w:rsidR="0051579A" w:rsidRDefault="0051579A" w:rsidP="0051579A">
            <w:pPr>
              <w:pStyle w:val="PlainText"/>
            </w:pPr>
            <w:r>
              <w:t xml:space="preserve"> </w:t>
            </w:r>
            <w:r>
              <w:tab/>
              <w:t xml:space="preserve"> * only the contents of the HDF5 file is being changed, not its size or </w:t>
            </w:r>
          </w:p>
          <w:p w:rsidR="0051579A" w:rsidRDefault="0051579A" w:rsidP="0051579A">
            <w:pPr>
              <w:pStyle w:val="PlainText"/>
            </w:pPr>
            <w:r>
              <w:tab/>
              <w:t xml:space="preserve"> * </w:t>
            </w:r>
            <w:proofErr w:type="gramStart"/>
            <w:r>
              <w:t>structure</w:t>
            </w:r>
            <w:proofErr w:type="gramEnd"/>
            <w:r>
              <w:t xml:space="preserve">. However, the </w:t>
            </w:r>
            <w:r w:rsidR="00805591">
              <w:t xml:space="preserve">Core </w:t>
            </w:r>
            <w:r>
              <w:t xml:space="preserve">file driver calls realloc() just before </w:t>
            </w:r>
          </w:p>
          <w:p w:rsidR="0051579A" w:rsidRDefault="0051579A" w:rsidP="0051579A">
            <w:pPr>
              <w:pStyle w:val="PlainText"/>
            </w:pPr>
            <w:r>
              <w:tab/>
              <w:t xml:space="preserve"> * close to clip the buffer to the size indicated by the end of the </w:t>
            </w:r>
          </w:p>
          <w:p w:rsidR="0051579A" w:rsidRDefault="0051579A" w:rsidP="0051579A">
            <w:pPr>
              <w:pStyle w:val="PlainText"/>
            </w:pPr>
            <w:r>
              <w:tab/>
              <w:t xml:space="preserve"> * address space. </w:t>
            </w:r>
          </w:p>
          <w:p w:rsidR="0051579A" w:rsidRDefault="0051579A" w:rsidP="0051579A">
            <w:pPr>
              <w:pStyle w:val="PlainText"/>
            </w:pPr>
            <w:r>
              <w:tab/>
              <w:t xml:space="preserve"> *</w:t>
            </w:r>
          </w:p>
          <w:p w:rsidR="0051579A" w:rsidRDefault="0051579A" w:rsidP="0051579A">
            <w:pPr>
              <w:pStyle w:val="PlainText"/>
            </w:pPr>
            <w:r>
              <w:tab/>
              <w:t xml:space="preserve"> * While this call must be supported in this case, the size of</w:t>
            </w:r>
          </w:p>
          <w:p w:rsidR="0051579A" w:rsidRDefault="0051579A" w:rsidP="0051579A">
            <w:pPr>
              <w:pStyle w:val="PlainText"/>
            </w:pPr>
            <w:r>
              <w:tab/>
              <w:t xml:space="preserve"> * </w:t>
            </w:r>
            <w:proofErr w:type="gramStart"/>
            <w:r>
              <w:t>the</w:t>
            </w:r>
            <w:proofErr w:type="gramEnd"/>
            <w:r>
              <w:t xml:space="preserve"> image should never change. Hence the function can limit itself</w:t>
            </w:r>
          </w:p>
          <w:p w:rsidR="0051579A" w:rsidRDefault="0051579A" w:rsidP="0051579A">
            <w:pPr>
              <w:pStyle w:val="PlainText"/>
            </w:pPr>
            <w:r>
              <w:tab/>
              <w:t xml:space="preserve"> * to performing sanity checks, and returning the base address of the </w:t>
            </w:r>
          </w:p>
          <w:p w:rsidR="0051579A" w:rsidRDefault="0051579A" w:rsidP="0051579A">
            <w:pPr>
              <w:pStyle w:val="PlainText"/>
            </w:pPr>
            <w:r>
              <w:tab/>
              <w:t xml:space="preserve"> * </w:t>
            </w:r>
            <w:proofErr w:type="gramStart"/>
            <w:r>
              <w:t>statically</w:t>
            </w:r>
            <w:proofErr w:type="gramEnd"/>
            <w:r>
              <w:t xml:space="preserve"> allocated buffer.</w:t>
            </w:r>
          </w:p>
          <w:p w:rsidR="0051579A" w:rsidRDefault="0051579A" w:rsidP="0051579A">
            <w:pPr>
              <w:pStyle w:val="PlainText"/>
            </w:pPr>
            <w:r>
              <w:tab/>
              <w:t xml:space="preserve"> */</w:t>
            </w:r>
          </w:p>
          <w:p w:rsidR="0051579A" w:rsidRDefault="0051579A" w:rsidP="0051579A">
            <w:pPr>
              <w:pStyle w:val="PlainText"/>
            </w:pPr>
            <w:r>
              <w:tab/>
              <w:t>assert(ptr == ((struct udata_t *)udata)-&gt;image_ptr);</w:t>
            </w:r>
          </w:p>
          <w:p w:rsidR="0051579A" w:rsidRDefault="0051579A" w:rsidP="0051579A">
            <w:pPr>
              <w:pStyle w:val="PlainText"/>
            </w:pPr>
            <w:r>
              <w:t>assert(size &lt;= ((struct udata_t *)udata)-&gt;max_image_size);</w:t>
            </w:r>
          </w:p>
          <w:p w:rsidR="0051579A" w:rsidRDefault="0051579A" w:rsidP="0051579A">
            <w:pPr>
              <w:pStyle w:val="PlainText"/>
            </w:pPr>
            <w:r>
              <w:t>assert(((struct udata_t *)udata)-&gt;ref_count &gt;= 1);</w:t>
            </w:r>
          </w:p>
          <w:p w:rsidR="0051579A" w:rsidRDefault="0051579A" w:rsidP="0051579A">
            <w:pPr>
              <w:pStyle w:val="PlainText"/>
            </w:pPr>
            <w:r>
              <w:tab/>
              <w:t>assert(((struct udata_t *)udata)-&gt;image_size == size);</w:t>
            </w:r>
          </w:p>
          <w:p w:rsidR="0051579A" w:rsidRDefault="0051579A" w:rsidP="0051579A">
            <w:pPr>
              <w:pStyle w:val="PlainText"/>
            </w:pPr>
            <w:r>
              <w:t>return((((struct udata_t *)udata)-&gt;image_ptr);</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herr_t image_free(void *ptr, H5_file_image_op_t file_image_op, void *udata)</w:t>
            </w:r>
          </w:p>
          <w:p w:rsidR="0051579A" w:rsidRDefault="0051579A" w:rsidP="0051579A">
            <w:pPr>
              <w:pStyle w:val="PlainText"/>
            </w:pPr>
            <w:r>
              <w:t>{</w:t>
            </w:r>
          </w:p>
          <w:p w:rsidR="0051579A" w:rsidRDefault="0051579A" w:rsidP="0051579A">
            <w:pPr>
              <w:pStyle w:val="PlainText"/>
            </w:pPr>
            <w:r>
              <w:tab/>
              <w:t>assert((file_image_op == H5_FILE_IMAGE_OP_PROPERTY_LIST_CLOSE) ||</w:t>
            </w:r>
          </w:p>
          <w:p w:rsidR="0051579A" w:rsidRDefault="0051579A" w:rsidP="0051579A">
            <w:pPr>
              <w:pStyle w:val="PlainText"/>
            </w:pPr>
            <w:r>
              <w:t xml:space="preserve">             (file_image_op == H5_FILE_IMAGE_OP_FILE_CLOSE));</w:t>
            </w:r>
          </w:p>
          <w:p w:rsidR="0051579A" w:rsidRDefault="0051579A" w:rsidP="0051579A">
            <w:pPr>
              <w:pStyle w:val="PlainText"/>
            </w:pPr>
            <w:r>
              <w:t>assert(((struct udata_t *)udata)-&gt;ref_count &gt;= 1);</w:t>
            </w:r>
          </w:p>
          <w:p w:rsidR="0051579A" w:rsidRDefault="0051579A" w:rsidP="0051579A">
            <w:pPr>
              <w:pStyle w:val="PlainText"/>
            </w:pPr>
          </w:p>
          <w:p w:rsidR="0051579A" w:rsidRDefault="0051579A" w:rsidP="0051579A">
            <w:pPr>
              <w:pStyle w:val="PlainText"/>
            </w:pPr>
            <w:r>
              <w:t xml:space="preserve"> </w:t>
            </w:r>
            <w:r>
              <w:tab/>
              <w:t>(((struct udata_t *)udata)-&gt;ref_count)--;</w:t>
            </w:r>
          </w:p>
          <w:p w:rsidR="0051579A" w:rsidRDefault="0051579A" w:rsidP="0051579A">
            <w:pPr>
              <w:pStyle w:val="PlainText"/>
            </w:pPr>
            <w:r>
              <w:lastRenderedPageBreak/>
              <w:tab/>
              <w:t>return(0); /* if we get here, we must have been successful */</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void *udata_copy(void *udata)</w:t>
            </w:r>
          </w:p>
          <w:p w:rsidR="0051579A" w:rsidRDefault="0051579A" w:rsidP="0051579A">
            <w:pPr>
              <w:pStyle w:val="PlainText"/>
            </w:pPr>
            <w:r>
              <w:t>{</w:t>
            </w:r>
          </w:p>
          <w:p w:rsidR="0051579A" w:rsidRDefault="0051579A" w:rsidP="0051579A">
            <w:pPr>
              <w:pStyle w:val="PlainText"/>
            </w:pPr>
            <w:r>
              <w:tab/>
              <w:t>return(udata);</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herr_t udata_free(void *udata)</w:t>
            </w:r>
          </w:p>
          <w:p w:rsidR="0051579A" w:rsidRDefault="0051579A" w:rsidP="0051579A">
            <w:pPr>
              <w:pStyle w:val="PlainText"/>
            </w:pPr>
            <w:r>
              <w:t>{</w:t>
            </w:r>
          </w:p>
          <w:p w:rsidR="0051579A" w:rsidRDefault="0051579A" w:rsidP="0051579A">
            <w:pPr>
              <w:pStyle w:val="PlainText"/>
            </w:pPr>
            <w:r>
              <w:tab/>
              <w:t>return(0);</w:t>
            </w:r>
          </w:p>
          <w:p w:rsidR="0051579A" w:rsidRDefault="0051579A" w:rsidP="0051579A">
            <w:pPr>
              <w:pStyle w:val="PlainText"/>
            </w:pPr>
            <w:r>
              <w:t>}</w:t>
            </w:r>
          </w:p>
          <w:p w:rsidR="0051579A" w:rsidRDefault="0051579A" w:rsidP="0051579A">
            <w:pPr>
              <w:pStyle w:val="PlainText"/>
            </w:pPr>
          </w:p>
          <w:p w:rsidR="0051579A" w:rsidRDefault="0051579A" w:rsidP="0051579A">
            <w:pPr>
              <w:pStyle w:val="PlainText"/>
            </w:pPr>
            <w:r>
              <w:t>H5_file_image_callbacks_t callbacks = {image_malloc, image_memcpy,</w:t>
            </w:r>
          </w:p>
          <w:p w:rsidR="0051579A" w:rsidRDefault="0051579A" w:rsidP="0051579A">
            <w:pPr>
              <w:pStyle w:val="PlainText"/>
            </w:pPr>
            <w:r>
              <w:t xml:space="preserve">                                       image_realloc, image_free, </w:t>
            </w:r>
          </w:p>
          <w:p w:rsidR="0051579A" w:rsidRDefault="0051579A" w:rsidP="0051579A">
            <w:pPr>
              <w:pStyle w:val="PlainText"/>
            </w:pPr>
            <w:r>
              <w:t xml:space="preserve">                                       udata_copy, udata_free, </w:t>
            </w:r>
          </w:p>
          <w:p w:rsidR="0051579A" w:rsidRDefault="0051579A" w:rsidP="0051579A">
            <w:pPr>
              <w:pStyle w:val="PlainText"/>
            </w:pPr>
            <w:r>
              <w:t xml:space="preserve">                                       (void *)(&amp;udata)};</w:t>
            </w:r>
          </w:p>
          <w:p w:rsidR="0051579A" w:rsidRDefault="0051579A" w:rsidP="0051579A">
            <w:pPr>
              <w:pStyle w:val="PlainText"/>
            </w:pPr>
          </w:p>
          <w:p w:rsidR="0051579A" w:rsidRDefault="0051579A" w:rsidP="0051579A">
            <w:pPr>
              <w:pStyle w:val="PlainText"/>
            </w:pPr>
            <w:r>
              <w:t>/* end of initialization */</w:t>
            </w:r>
          </w:p>
          <w:p w:rsidR="0051579A" w:rsidRDefault="0051579A" w:rsidP="0051579A">
            <w:pPr>
              <w:pStyle w:val="PlainText"/>
            </w:pPr>
          </w:p>
          <w:p w:rsidR="0051579A" w:rsidRDefault="0051579A" w:rsidP="0051579A">
            <w:pPr>
              <w:pStyle w:val="PlainText"/>
            </w:pPr>
            <w:r>
              <w:t>&lt;allocate fapl_id&gt;</w:t>
            </w:r>
          </w:p>
          <w:p w:rsidR="0051579A" w:rsidRDefault="0051579A" w:rsidP="0051579A">
            <w:pPr>
              <w:pStyle w:val="PlainText"/>
            </w:pPr>
          </w:p>
          <w:p w:rsidR="0051579A" w:rsidRDefault="0051579A" w:rsidP="0051579A">
            <w:pPr>
              <w:pStyle w:val="PlainText"/>
            </w:pPr>
            <w:r>
              <w:t>H5Pset_file_image_callbacks(fapl_id, &amp;callbacks);</w:t>
            </w:r>
          </w:p>
          <w:p w:rsidR="0051579A" w:rsidRDefault="0051579A" w:rsidP="0051579A">
            <w:pPr>
              <w:pStyle w:val="PlainText"/>
            </w:pPr>
          </w:p>
          <w:p w:rsidR="0051579A" w:rsidRDefault="0051579A" w:rsidP="0051579A">
            <w:pPr>
              <w:pStyle w:val="PlainText"/>
            </w:pPr>
            <w:r>
              <w:t>H5Pset_file_image(fapl_id, udata.image_ptr, udata.image_len);</w:t>
            </w:r>
          </w:p>
          <w:p w:rsidR="0051579A" w:rsidRDefault="0051579A" w:rsidP="0051579A">
            <w:pPr>
              <w:pStyle w:val="PlainText"/>
            </w:pPr>
          </w:p>
          <w:p w:rsidR="0051579A" w:rsidRDefault="0051579A" w:rsidP="0051579A">
            <w:pPr>
              <w:pStyle w:val="PlainText"/>
            </w:pPr>
            <w:r>
              <w:t>&lt;open core file using fapl_id&gt;</w:t>
            </w:r>
          </w:p>
          <w:p w:rsidR="0051579A" w:rsidRDefault="0051579A" w:rsidP="0051579A">
            <w:pPr>
              <w:pStyle w:val="PlainText"/>
            </w:pPr>
          </w:p>
          <w:p w:rsidR="0051579A" w:rsidRDefault="0051579A" w:rsidP="0051579A">
            <w:pPr>
              <w:pStyle w:val="PlainText"/>
            </w:pPr>
            <w:r>
              <w:t>&lt;discard fapl any time after the open&gt;</w:t>
            </w:r>
          </w:p>
          <w:p w:rsidR="0051579A" w:rsidRDefault="0051579A" w:rsidP="0051579A">
            <w:pPr>
              <w:pStyle w:val="PlainText"/>
            </w:pPr>
          </w:p>
          <w:p w:rsidR="0051579A" w:rsidRDefault="0051579A" w:rsidP="0051579A">
            <w:pPr>
              <w:pStyle w:val="PlainText"/>
            </w:pPr>
            <w:r>
              <w:t>&lt;overwrite data in datasets in the file, and then close it&gt;</w:t>
            </w:r>
          </w:p>
          <w:p w:rsidR="0051579A" w:rsidRDefault="0051579A" w:rsidP="0051579A">
            <w:pPr>
              <w:pStyle w:val="PlainText"/>
            </w:pPr>
          </w:p>
          <w:p w:rsidR="0051579A" w:rsidRDefault="0051579A" w:rsidP="0051579A">
            <w:pPr>
              <w:pStyle w:val="PlainText"/>
            </w:pPr>
            <w:r>
              <w:t>assert(udata.ref_count == 0);</w:t>
            </w:r>
          </w:p>
          <w:p w:rsidR="0051579A" w:rsidRDefault="0051579A" w:rsidP="0051579A">
            <w:pPr>
              <w:pStyle w:val="PlainText"/>
            </w:pPr>
          </w:p>
          <w:p w:rsidR="0051579A" w:rsidRDefault="0051579A" w:rsidP="0051579A">
            <w:pPr>
              <w:pStyle w:val="PlainText"/>
            </w:pPr>
            <w:r>
              <w:t xml:space="preserve">/* udata now contains the base address and length of the final </w:t>
            </w:r>
          </w:p>
          <w:p w:rsidR="0051579A" w:rsidRDefault="0051579A" w:rsidP="0051579A">
            <w:pPr>
              <w:pStyle w:val="PlainText"/>
            </w:pPr>
            <w:r>
              <w:t xml:space="preserve">   version of the core file */</w:t>
            </w:r>
          </w:p>
          <w:p w:rsidR="0051579A" w:rsidRDefault="0051579A" w:rsidP="0051579A">
            <w:pPr>
              <w:pStyle w:val="PlainText"/>
            </w:pPr>
          </w:p>
          <w:p w:rsidR="0051579A" w:rsidRDefault="0051579A" w:rsidP="0051579A">
            <w:pPr>
              <w:pStyle w:val="PlainText"/>
            </w:pPr>
            <w:r>
              <w:t>&lt;use the image of the file&gt;</w:t>
            </w:r>
          </w:p>
          <w:p w:rsidR="0051579A" w:rsidRDefault="0051579A" w:rsidP="0051579A">
            <w:pPr>
              <w:pStyle w:val="PlainText"/>
            </w:pPr>
          </w:p>
          <w:p w:rsidR="0051579A" w:rsidRDefault="0051579A" w:rsidP="0051579A">
            <w:pPr>
              <w:pStyle w:val="PlainText"/>
            </w:pPr>
            <w:r>
              <w:t>&lt;repeat the above from the end of initialization onwards to write new data to datasets in file image&gt;</w:t>
            </w:r>
          </w:p>
          <w:p w:rsidR="00B50584" w:rsidRPr="00186743" w:rsidRDefault="00B50584" w:rsidP="0047588B">
            <w:pPr>
              <w:pStyle w:val="PlainText"/>
            </w:pPr>
          </w:p>
        </w:tc>
      </w:tr>
      <w:tr w:rsidR="00B50584" w:rsidRPr="00137C51">
        <w:trPr>
          <w:jc w:val="center"/>
        </w:trPr>
        <w:tc>
          <w:tcPr>
            <w:tcW w:w="8874" w:type="dxa"/>
          </w:tcPr>
          <w:p w:rsidR="00B50584" w:rsidRPr="00186743" w:rsidRDefault="00B50584" w:rsidP="0051579A">
            <w:pPr>
              <w:pStyle w:val="NormalTable"/>
            </w:pPr>
            <w:r w:rsidRPr="00186743">
              <w:lastRenderedPageBreak/>
              <w:t xml:space="preserve">Example </w:t>
            </w:r>
            <w:r w:rsidR="0051579A">
              <w:t>8</w:t>
            </w:r>
            <w:r w:rsidRPr="00186743">
              <w:t xml:space="preserve">. </w:t>
            </w:r>
            <w:r w:rsidR="0051579A">
              <w:t xml:space="preserve">Using </w:t>
            </w:r>
            <w:r w:rsidR="0051579A" w:rsidRPr="0051579A">
              <w:rPr>
                <w:rFonts w:ascii="Courier New" w:hAnsi="Courier New" w:cs="Courier New"/>
                <w:sz w:val="18"/>
              </w:rPr>
              <w:t>H5Pset_file_image_callbacks</w:t>
            </w:r>
            <w:r w:rsidR="0051579A">
              <w:t xml:space="preserve"> where only the datasets change</w:t>
            </w:r>
          </w:p>
        </w:tc>
      </w:tr>
    </w:tbl>
    <w:p w:rsidR="00B50584" w:rsidRDefault="00B50584" w:rsidP="00B62087"/>
    <w:p w:rsidR="00B62087" w:rsidRDefault="00B62087" w:rsidP="00B62087">
      <w:r>
        <w:t xml:space="preserve">Before we go on, we should note that the above pseudo code can be written more compactly, albeit with fewer sanity checks, using the </w:t>
      </w:r>
      <w:r w:rsidRPr="0051579A">
        <w:rPr>
          <w:rFonts w:ascii="Courier New" w:hAnsi="Courier New" w:cs="Courier New"/>
          <w:sz w:val="18"/>
        </w:rPr>
        <w:t>H5LTopen_file_</w:t>
      </w:r>
      <w:proofErr w:type="gramStart"/>
      <w:r w:rsidRPr="0051579A">
        <w:rPr>
          <w:rFonts w:ascii="Courier New" w:hAnsi="Courier New" w:cs="Courier New"/>
          <w:sz w:val="18"/>
        </w:rPr>
        <w:t>image(</w:t>
      </w:r>
      <w:proofErr w:type="gramEnd"/>
      <w:r w:rsidRPr="0051579A">
        <w:rPr>
          <w:rFonts w:ascii="Courier New" w:hAnsi="Courier New" w:cs="Courier New"/>
          <w:sz w:val="18"/>
        </w:rPr>
        <w:t>)</w:t>
      </w:r>
      <w:r>
        <w:t xml:space="preserve"> call</w:t>
      </w:r>
      <w:r w:rsidR="00175469">
        <w:t>. See the example below</w:t>
      </w:r>
      <w:r>
        <w:t>:</w:t>
      </w:r>
    </w:p>
    <w:p w:rsidR="00B50584" w:rsidRDefault="00B50584" w:rsidP="00B50584"/>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B50584" w:rsidRPr="00137C51">
        <w:trPr>
          <w:jc w:val="center"/>
        </w:trPr>
        <w:tc>
          <w:tcPr>
            <w:tcW w:w="8874" w:type="dxa"/>
          </w:tcPr>
          <w:p w:rsidR="00B50584" w:rsidRDefault="00B50584" w:rsidP="0047588B">
            <w:pPr>
              <w:pStyle w:val="PlainText"/>
            </w:pPr>
          </w:p>
          <w:p w:rsidR="0051579A" w:rsidRDefault="0051579A" w:rsidP="0051579A">
            <w:pPr>
              <w:pStyle w:val="PlainText"/>
            </w:pPr>
            <w:r>
              <w:t>&lt;buf already defined and loaded with file image&gt;</w:t>
            </w:r>
          </w:p>
          <w:p w:rsidR="0051579A" w:rsidRDefault="0051579A" w:rsidP="0051579A">
            <w:pPr>
              <w:pStyle w:val="PlainText"/>
            </w:pPr>
            <w:r>
              <w:t>&lt;udata already defined and initialized&gt;</w:t>
            </w:r>
          </w:p>
          <w:p w:rsidR="0051579A" w:rsidRDefault="0051579A" w:rsidP="0051579A">
            <w:pPr>
              <w:pStyle w:val="PlainText"/>
            </w:pPr>
          </w:p>
          <w:p w:rsidR="0051579A" w:rsidRDefault="0051579A" w:rsidP="0051579A">
            <w:pPr>
              <w:pStyle w:val="PlainText"/>
            </w:pPr>
            <w:r>
              <w:t>hid_t file_id;</w:t>
            </w:r>
          </w:p>
          <w:p w:rsidR="0051579A" w:rsidRDefault="0051579A" w:rsidP="0051579A">
            <w:pPr>
              <w:pStyle w:val="PlainText"/>
            </w:pPr>
            <w:r>
              <w:t>unsigned flags = H5LT_FILE_IMAGE_OPEN_RW | H5LT_FILE_IMAGE_DONT_COPY |</w:t>
            </w:r>
          </w:p>
          <w:p w:rsidR="0051579A" w:rsidRDefault="0051579A" w:rsidP="0051579A">
            <w:pPr>
              <w:pStyle w:val="PlainText"/>
            </w:pPr>
            <w:r>
              <w:tab/>
            </w:r>
            <w:r>
              <w:tab/>
              <w:t xml:space="preserve">     H5LT_FILE_IMAGE_DONT_RELEASE;</w:t>
            </w:r>
          </w:p>
          <w:p w:rsidR="0051579A" w:rsidRDefault="0051579A" w:rsidP="0051579A">
            <w:pPr>
              <w:pStyle w:val="PlainText"/>
            </w:pPr>
          </w:p>
          <w:p w:rsidR="0051579A" w:rsidRDefault="0051579A" w:rsidP="0051579A">
            <w:pPr>
              <w:pStyle w:val="PlainText"/>
            </w:pPr>
            <w:r>
              <w:t>/* end initialization */</w:t>
            </w:r>
          </w:p>
          <w:p w:rsidR="0051579A" w:rsidRDefault="0051579A" w:rsidP="0051579A">
            <w:pPr>
              <w:pStyle w:val="PlainText"/>
            </w:pPr>
          </w:p>
          <w:p w:rsidR="0051579A" w:rsidRDefault="0051579A" w:rsidP="0051579A">
            <w:pPr>
              <w:pStyle w:val="PlainText"/>
            </w:pPr>
            <w:r>
              <w:t>file_id = H5LTopen_file_image(udata.image_ptr, udata.image_len, flags);</w:t>
            </w:r>
          </w:p>
          <w:p w:rsidR="0051579A" w:rsidRDefault="0051579A" w:rsidP="0051579A">
            <w:pPr>
              <w:pStyle w:val="PlainText"/>
            </w:pPr>
          </w:p>
          <w:p w:rsidR="0051579A" w:rsidRDefault="0051579A" w:rsidP="0051579A">
            <w:pPr>
              <w:pStyle w:val="PlainText"/>
            </w:pPr>
            <w:r>
              <w:t>&lt;overwrite data in datasets in the file, and then close it&gt;</w:t>
            </w:r>
          </w:p>
          <w:p w:rsidR="0051579A" w:rsidRDefault="0051579A" w:rsidP="0051579A">
            <w:pPr>
              <w:pStyle w:val="PlainText"/>
            </w:pPr>
          </w:p>
          <w:p w:rsidR="0051579A" w:rsidRDefault="0051579A" w:rsidP="0051579A">
            <w:pPr>
              <w:pStyle w:val="PlainText"/>
            </w:pPr>
            <w:r>
              <w:t xml:space="preserve">/* udata now contains the base address and length of the final </w:t>
            </w:r>
          </w:p>
          <w:p w:rsidR="0051579A" w:rsidRDefault="0051579A" w:rsidP="0051579A">
            <w:pPr>
              <w:pStyle w:val="PlainText"/>
            </w:pPr>
            <w:r>
              <w:t xml:space="preserve">   version of the core file */</w:t>
            </w:r>
          </w:p>
          <w:p w:rsidR="0051579A" w:rsidRDefault="0051579A" w:rsidP="0051579A">
            <w:pPr>
              <w:pStyle w:val="PlainText"/>
            </w:pPr>
          </w:p>
          <w:p w:rsidR="0051579A" w:rsidRDefault="0051579A" w:rsidP="0051579A">
            <w:pPr>
              <w:pStyle w:val="PlainText"/>
            </w:pPr>
            <w:r>
              <w:t>&lt;use the image of the file&gt;</w:t>
            </w:r>
          </w:p>
          <w:p w:rsidR="0051579A" w:rsidRDefault="0051579A" w:rsidP="0051579A">
            <w:pPr>
              <w:pStyle w:val="PlainText"/>
            </w:pPr>
          </w:p>
          <w:p w:rsidR="0051579A" w:rsidRDefault="0051579A" w:rsidP="0051579A">
            <w:pPr>
              <w:pStyle w:val="PlainText"/>
            </w:pPr>
            <w:r>
              <w:t>&lt;repeat the above from the end of initialization onwards to write new data to datasets in file image&gt;</w:t>
            </w:r>
          </w:p>
          <w:p w:rsidR="00B50584" w:rsidRPr="00186743" w:rsidRDefault="00B50584" w:rsidP="0047588B">
            <w:pPr>
              <w:pStyle w:val="PlainText"/>
            </w:pPr>
          </w:p>
        </w:tc>
      </w:tr>
      <w:tr w:rsidR="00B50584" w:rsidRPr="00137C51">
        <w:trPr>
          <w:jc w:val="center"/>
        </w:trPr>
        <w:tc>
          <w:tcPr>
            <w:tcW w:w="8874" w:type="dxa"/>
          </w:tcPr>
          <w:p w:rsidR="00B50584" w:rsidRPr="00186743" w:rsidRDefault="00B50584" w:rsidP="0051579A">
            <w:pPr>
              <w:pStyle w:val="NormalTable"/>
            </w:pPr>
            <w:r w:rsidRPr="00186743">
              <w:lastRenderedPageBreak/>
              <w:t xml:space="preserve">Example </w:t>
            </w:r>
            <w:r w:rsidR="0051579A">
              <w:t>9</w:t>
            </w:r>
            <w:r w:rsidRPr="00186743">
              <w:t xml:space="preserve">. </w:t>
            </w:r>
            <w:r w:rsidR="0051579A">
              <w:t xml:space="preserve">Using </w:t>
            </w:r>
            <w:r w:rsidR="0051579A" w:rsidRPr="0051579A">
              <w:rPr>
                <w:rFonts w:ascii="Courier New" w:hAnsi="Courier New" w:cs="Courier New"/>
                <w:sz w:val="18"/>
              </w:rPr>
              <w:t>H5LTopen_file_image</w:t>
            </w:r>
            <w:r w:rsidR="0051579A">
              <w:t xml:space="preserve"> where only the datasets change</w:t>
            </w:r>
          </w:p>
        </w:tc>
      </w:tr>
    </w:tbl>
    <w:p w:rsidR="00B50584" w:rsidRDefault="00B50584" w:rsidP="00B62087"/>
    <w:p w:rsidR="00B62087" w:rsidRDefault="00B62087" w:rsidP="00B62087">
      <w:r>
        <w:t>The above pseudo code allows updates of a file image about as cheaply as possible</w:t>
      </w:r>
      <w:r w:rsidR="0005491D">
        <w:t xml:space="preserve">. We </w:t>
      </w:r>
      <w:r>
        <w:t>assum</w:t>
      </w:r>
      <w:r w:rsidR="0005491D">
        <w:t>e</w:t>
      </w:r>
      <w:r>
        <w:t xml:space="preserve"> the application </w:t>
      </w:r>
      <w:r w:rsidR="00461430">
        <w:t xml:space="preserve">has </w:t>
      </w:r>
      <w:r w:rsidR="00616110">
        <w:t xml:space="preserve">enough </w:t>
      </w:r>
      <w:r>
        <w:t xml:space="preserve">RAM for the image and that </w:t>
      </w:r>
      <w:r w:rsidR="0005491D">
        <w:t xml:space="preserve">the </w:t>
      </w:r>
      <w:r>
        <w:t xml:space="preserve">HDF5 file structure is constant after the first write. </w:t>
      </w:r>
    </w:p>
    <w:p w:rsidR="00B62087" w:rsidRDefault="00B62087" w:rsidP="00B62087"/>
    <w:p w:rsidR="00B62087" w:rsidRDefault="00B62087" w:rsidP="00B62087">
      <w:r>
        <w:t>While th</w:t>
      </w:r>
      <w:r w:rsidR="0005491D">
        <w:t xml:space="preserve">e scenario above </w:t>
      </w:r>
      <w:r>
        <w:t>is plausible, we will finish this section with a more general scenario</w:t>
      </w:r>
      <w:r w:rsidR="0005491D">
        <w:t>.</w:t>
      </w:r>
      <w:r>
        <w:t xml:space="preserve"> </w:t>
      </w:r>
      <w:r w:rsidR="0005491D">
        <w:t xml:space="preserve">In the pseudo code below, we </w:t>
      </w:r>
      <w:r>
        <w:t xml:space="preserve">assume sufficient RAM to retain the HDF5 file image between uses, but </w:t>
      </w:r>
      <w:r w:rsidR="0005491D">
        <w:t xml:space="preserve">we </w:t>
      </w:r>
      <w:r>
        <w:t>do not assume that the HDF5 file structure remains constant or that we can place a hard upper bound on the image size</w:t>
      </w:r>
      <w:r w:rsidR="006564E8">
        <w:t xml:space="preserve">. </w:t>
      </w:r>
    </w:p>
    <w:p w:rsidR="00B62087" w:rsidRDefault="00B62087" w:rsidP="00B62087"/>
    <w:p w:rsidR="00B62087" w:rsidRDefault="00B62087" w:rsidP="00B62087">
      <w:r>
        <w:t xml:space="preserve">Since we must use </w:t>
      </w:r>
      <w:r w:rsidRPr="007E377A">
        <w:rPr>
          <w:rFonts w:ascii="Courier New" w:hAnsi="Courier New" w:cs="Courier New"/>
          <w:sz w:val="18"/>
        </w:rPr>
        <w:t>malloc</w:t>
      </w:r>
      <w:r w:rsidR="007E377A">
        <w:t xml:space="preserve">, </w:t>
      </w:r>
      <w:r w:rsidRPr="007E377A">
        <w:rPr>
          <w:rFonts w:ascii="Courier New" w:hAnsi="Courier New" w:cs="Courier New"/>
          <w:sz w:val="18"/>
        </w:rPr>
        <w:t>realloc</w:t>
      </w:r>
      <w:r w:rsidR="007E377A">
        <w:t xml:space="preserve">, and </w:t>
      </w:r>
      <w:r w:rsidRPr="007E377A">
        <w:rPr>
          <w:rFonts w:ascii="Courier New" w:hAnsi="Courier New" w:cs="Courier New"/>
          <w:sz w:val="18"/>
        </w:rPr>
        <w:t>free</w:t>
      </w:r>
      <w:r>
        <w:t xml:space="preserve"> in this example, and since </w:t>
      </w:r>
      <w:r w:rsidRPr="00616110">
        <w:rPr>
          <w:rFonts w:ascii="Courier New" w:hAnsi="Courier New" w:cs="Courier New"/>
          <w:sz w:val="18"/>
        </w:rPr>
        <w:t>realloc</w:t>
      </w:r>
      <w:r>
        <w:t xml:space="preserve"> can change the base address of a buffer, we must maintain two of </w:t>
      </w:r>
      <w:r w:rsidRPr="00616110">
        <w:rPr>
          <w:rFonts w:ascii="Courier New" w:hAnsi="Courier New" w:cs="Courier New"/>
          <w:sz w:val="18"/>
        </w:rPr>
        <w:t>ptr</w:t>
      </w:r>
      <w:r w:rsidR="00616110">
        <w:t xml:space="preserve">, </w:t>
      </w:r>
      <w:r w:rsidRPr="00616110">
        <w:rPr>
          <w:rFonts w:ascii="Courier New" w:hAnsi="Courier New" w:cs="Courier New"/>
          <w:sz w:val="18"/>
        </w:rPr>
        <w:t>size</w:t>
      </w:r>
      <w:r w:rsidR="00616110">
        <w:t xml:space="preserve">, and </w:t>
      </w:r>
      <w:r w:rsidRPr="00616110">
        <w:rPr>
          <w:rFonts w:ascii="Courier New" w:hAnsi="Courier New" w:cs="Courier New"/>
          <w:sz w:val="18"/>
        </w:rPr>
        <w:t>ref_count</w:t>
      </w:r>
      <w:r>
        <w:t xml:space="preserve"> triples in the </w:t>
      </w:r>
      <w:r w:rsidRPr="00616110">
        <w:rPr>
          <w:rFonts w:ascii="Courier New" w:hAnsi="Courier New" w:cs="Courier New"/>
          <w:sz w:val="18"/>
        </w:rPr>
        <w:t>udata</w:t>
      </w:r>
      <w:r>
        <w:t xml:space="preserve"> </w:t>
      </w:r>
      <w:r w:rsidR="00616110">
        <w:t xml:space="preserve">structure. The first triple is </w:t>
      </w:r>
      <w:r>
        <w:t xml:space="preserve">for the property list (which will never change the buffer), and </w:t>
      </w:r>
      <w:r w:rsidR="00616110">
        <w:t xml:space="preserve">the second triple is </w:t>
      </w:r>
      <w:r>
        <w:t>for the file driver</w:t>
      </w:r>
      <w:r w:rsidR="006564E8">
        <w:t xml:space="preserve">. </w:t>
      </w:r>
      <w:r>
        <w:t>As shall be seen, this complicates the file image callbacks considerably</w:t>
      </w:r>
      <w:r w:rsidR="006564E8">
        <w:t xml:space="preserve">. </w:t>
      </w:r>
      <w:r w:rsidR="00616110">
        <w:t>Note a</w:t>
      </w:r>
      <w:r>
        <w:t>lso</w:t>
      </w:r>
      <w:r w:rsidR="00616110">
        <w:t xml:space="preserve"> that </w:t>
      </w:r>
      <w:r>
        <w:t>while we do</w:t>
      </w:r>
      <w:r w:rsidR="00A024F4">
        <w:t xml:space="preserve"> not</w:t>
      </w:r>
      <w:r>
        <w:t xml:space="preserve"> use </w:t>
      </w:r>
      <w:r w:rsidRPr="00616110">
        <w:rPr>
          <w:rFonts w:ascii="Courier New" w:hAnsi="Courier New" w:cs="Courier New"/>
          <w:sz w:val="18"/>
        </w:rPr>
        <w:t>H5Pget_file_</w:t>
      </w:r>
      <w:proofErr w:type="gramStart"/>
      <w:r w:rsidRPr="00616110">
        <w:rPr>
          <w:rFonts w:ascii="Courier New" w:hAnsi="Courier New" w:cs="Courier New"/>
          <w:sz w:val="18"/>
        </w:rPr>
        <w:t>image(</w:t>
      </w:r>
      <w:proofErr w:type="gramEnd"/>
      <w:r w:rsidRPr="00616110">
        <w:rPr>
          <w:rFonts w:ascii="Courier New" w:hAnsi="Courier New" w:cs="Courier New"/>
          <w:sz w:val="18"/>
        </w:rPr>
        <w:t>)</w:t>
      </w:r>
      <w:r>
        <w:t xml:space="preserve"> in this example, we </w:t>
      </w:r>
      <w:r w:rsidR="00616110">
        <w:t xml:space="preserve">do </w:t>
      </w:r>
      <w:r>
        <w:t>include support for it in the file image callbacks.</w:t>
      </w:r>
      <w:r w:rsidR="00616110">
        <w:t xml:space="preserve"> </w:t>
      </w:r>
      <w:r>
        <w:t>As usual, much error checking is omitted in favor of clarity.</w:t>
      </w:r>
    </w:p>
    <w:p w:rsidR="00B50584" w:rsidRDefault="00B50584" w:rsidP="00B50584"/>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427"/>
      </w:tblGrid>
      <w:tr w:rsidR="00B50584" w:rsidRPr="00137C51">
        <w:trPr>
          <w:jc w:val="center"/>
        </w:trPr>
        <w:tc>
          <w:tcPr>
            <w:tcW w:w="9427" w:type="dxa"/>
          </w:tcPr>
          <w:p w:rsidR="00B50584" w:rsidRDefault="00B50584" w:rsidP="0047588B">
            <w:pPr>
              <w:pStyle w:val="PlainText"/>
            </w:pPr>
          </w:p>
          <w:p w:rsidR="00616110" w:rsidRDefault="00616110" w:rsidP="00616110">
            <w:pPr>
              <w:pStyle w:val="PlainText"/>
            </w:pPr>
            <w:r>
              <w:t>struct udata_t {</w:t>
            </w:r>
          </w:p>
          <w:p w:rsidR="00616110" w:rsidRDefault="00616110" w:rsidP="00616110">
            <w:pPr>
              <w:pStyle w:val="PlainText"/>
            </w:pPr>
            <w:r>
              <w:t>void * fapl_image_ptr;</w:t>
            </w:r>
          </w:p>
          <w:p w:rsidR="00616110" w:rsidRDefault="00616110" w:rsidP="00616110">
            <w:pPr>
              <w:pStyle w:val="PlainText"/>
            </w:pPr>
            <w:r>
              <w:t>size_t fapl_image_size;</w:t>
            </w:r>
          </w:p>
          <w:p w:rsidR="00616110" w:rsidRDefault="00616110" w:rsidP="00616110">
            <w:pPr>
              <w:pStyle w:val="PlainText"/>
            </w:pPr>
            <w:r>
              <w:t>int fapl_ref_count;</w:t>
            </w:r>
          </w:p>
          <w:p w:rsidR="00616110" w:rsidRDefault="00616110" w:rsidP="00616110">
            <w:pPr>
              <w:pStyle w:val="PlainText"/>
            </w:pPr>
            <w:r>
              <w:t>void * vfd_image_ptr;</w:t>
            </w:r>
          </w:p>
          <w:p w:rsidR="00616110" w:rsidRDefault="00616110" w:rsidP="00616110">
            <w:pPr>
              <w:pStyle w:val="PlainText"/>
            </w:pPr>
            <w:r>
              <w:t>size_t vfd_image_size;</w:t>
            </w:r>
          </w:p>
          <w:p w:rsidR="00616110" w:rsidRDefault="00616110" w:rsidP="00616110">
            <w:pPr>
              <w:pStyle w:val="PlainText"/>
            </w:pPr>
            <w:r>
              <w:t>int vfd_ref_count;</w:t>
            </w:r>
          </w:p>
          <w:p w:rsidR="00616110" w:rsidRDefault="00616110" w:rsidP="00616110">
            <w:pPr>
              <w:pStyle w:val="PlainText"/>
            </w:pPr>
            <w:r>
              <w:t>} udata = {NULL, 0, 0, NULL, 0, 0};</w:t>
            </w:r>
          </w:p>
          <w:p w:rsidR="00616110" w:rsidRDefault="00616110" w:rsidP="00616110">
            <w:pPr>
              <w:pStyle w:val="PlainText"/>
            </w:pPr>
          </w:p>
          <w:p w:rsidR="00616110" w:rsidRDefault="00616110" w:rsidP="00616110">
            <w:pPr>
              <w:pStyle w:val="PlainText"/>
            </w:pPr>
            <w:r>
              <w:t>boolean initial_file_open = TRUE;</w:t>
            </w:r>
          </w:p>
          <w:p w:rsidR="00616110" w:rsidRDefault="00616110" w:rsidP="00616110">
            <w:pPr>
              <w:pStyle w:val="PlainText"/>
            </w:pPr>
          </w:p>
          <w:p w:rsidR="00616110" w:rsidRDefault="00616110" w:rsidP="00616110">
            <w:pPr>
              <w:pStyle w:val="PlainText"/>
            </w:pPr>
            <w:r>
              <w:t>void *image_malloc(size_t size, H5_file_image_op_t file_image_op, void *udata)</w:t>
            </w:r>
          </w:p>
          <w:p w:rsidR="00616110" w:rsidRDefault="00616110" w:rsidP="00616110">
            <w:pPr>
              <w:pStyle w:val="PlainText"/>
            </w:pPr>
            <w:r>
              <w:t>{</w:t>
            </w:r>
          </w:p>
          <w:p w:rsidR="00616110" w:rsidRDefault="00616110" w:rsidP="00616110">
            <w:pPr>
              <w:pStyle w:val="PlainText"/>
            </w:pPr>
            <w:r>
              <w:tab/>
              <w:t>void * return_value = NULL;</w:t>
            </w:r>
          </w:p>
          <w:p w:rsidR="00616110" w:rsidRDefault="00616110" w:rsidP="00616110">
            <w:pPr>
              <w:pStyle w:val="PlainText"/>
            </w:pPr>
          </w:p>
          <w:p w:rsidR="00616110" w:rsidRDefault="00616110" w:rsidP="00616110">
            <w:pPr>
              <w:pStyle w:val="PlainText"/>
            </w:pPr>
            <w:r>
              <w:tab/>
              <w:t>switch ( file_image_op ) {</w:t>
            </w:r>
          </w:p>
          <w:p w:rsidR="00616110" w:rsidRDefault="00616110" w:rsidP="00616110">
            <w:pPr>
              <w:pStyle w:val="PlainText"/>
            </w:pPr>
            <w:r>
              <w:tab/>
            </w:r>
            <w:r>
              <w:tab/>
              <w:t>case H5_FILE_IMAGE_OP_PROPERTY_LIST_SET:</w:t>
            </w:r>
          </w:p>
          <w:p w:rsidR="00616110" w:rsidRDefault="00616110" w:rsidP="00616110">
            <w:pPr>
              <w:pStyle w:val="PlainText"/>
            </w:pPr>
            <w:r>
              <w:tab/>
            </w:r>
            <w:r>
              <w:tab/>
              <w:t>case H5_FILE_IMAGE_OP_PROPERTY_LIST_COPY:</w:t>
            </w:r>
          </w:p>
          <w:p w:rsidR="00616110" w:rsidRDefault="00616110" w:rsidP="00616110">
            <w:pPr>
              <w:pStyle w:val="PlainText"/>
            </w:pPr>
            <w:r>
              <w:tab/>
            </w:r>
            <w:r>
              <w:tab/>
            </w:r>
            <w:r>
              <w:tab/>
              <w:t>assert(((struct udata_t *)udata)-&gt;fapl_image_ptr != NULL);</w:t>
            </w:r>
          </w:p>
          <w:p w:rsidR="00616110" w:rsidRDefault="00616110" w:rsidP="00616110">
            <w:pPr>
              <w:pStyle w:val="PlainText"/>
            </w:pPr>
            <w:r>
              <w:tab/>
            </w:r>
            <w:r>
              <w:tab/>
            </w:r>
            <w:r>
              <w:tab/>
              <w:t>assert(((struct udata_t *)udata)-&gt;fapl_image_size == size);</w:t>
            </w:r>
          </w:p>
          <w:p w:rsidR="00616110" w:rsidRDefault="00616110" w:rsidP="00616110">
            <w:pPr>
              <w:pStyle w:val="PlainText"/>
            </w:pPr>
            <w:r>
              <w:tab/>
            </w:r>
            <w:r>
              <w:tab/>
            </w:r>
            <w:r>
              <w:tab/>
              <w:t>assert(((struct udata_t *)udata)-&gt;fapl_ref_count &gt;= 0);</w:t>
            </w:r>
          </w:p>
          <w:p w:rsidR="00616110" w:rsidRDefault="00616110" w:rsidP="00616110">
            <w:pPr>
              <w:pStyle w:val="PlainText"/>
            </w:pPr>
          </w:p>
          <w:p w:rsidR="00616110" w:rsidRDefault="00616110" w:rsidP="00616110">
            <w:pPr>
              <w:pStyle w:val="PlainText"/>
            </w:pPr>
            <w:r>
              <w:tab/>
            </w:r>
            <w:r>
              <w:tab/>
            </w:r>
            <w:r>
              <w:tab/>
              <w:t>return_value = ((struct udata_t *)udata)-&gt;fapl_image_ptr;</w:t>
            </w:r>
          </w:p>
          <w:p w:rsidR="00616110" w:rsidRDefault="00616110" w:rsidP="00616110">
            <w:pPr>
              <w:pStyle w:val="PlainText"/>
            </w:pPr>
            <w:r>
              <w:tab/>
            </w:r>
            <w:r>
              <w:tab/>
            </w:r>
            <w:r>
              <w:tab/>
              <w:t>(((struct udata_t *)udata)-&gt;fapl_ref_count)++;</w:t>
            </w:r>
          </w:p>
          <w:p w:rsidR="00616110" w:rsidRDefault="00616110" w:rsidP="00616110">
            <w:pPr>
              <w:pStyle w:val="PlainText"/>
            </w:pPr>
            <w:r>
              <w:tab/>
            </w:r>
            <w:r>
              <w:tab/>
            </w:r>
            <w:r>
              <w:tab/>
              <w:t>break;</w:t>
            </w:r>
          </w:p>
          <w:p w:rsidR="00616110" w:rsidRDefault="00616110" w:rsidP="00616110">
            <w:pPr>
              <w:pStyle w:val="PlainText"/>
            </w:pPr>
          </w:p>
          <w:p w:rsidR="00616110" w:rsidRDefault="00616110" w:rsidP="00616110">
            <w:pPr>
              <w:pStyle w:val="PlainText"/>
            </w:pPr>
            <w:r>
              <w:tab/>
            </w:r>
            <w:r>
              <w:tab/>
              <w:t>case H5_FILE_IMAGE_OP_PROPERTY_LIST_GET:</w:t>
            </w:r>
          </w:p>
          <w:p w:rsidR="00616110" w:rsidRDefault="00616110" w:rsidP="00616110">
            <w:pPr>
              <w:pStyle w:val="PlainText"/>
            </w:pPr>
            <w:r>
              <w:tab/>
            </w:r>
            <w:r>
              <w:tab/>
            </w:r>
            <w:r>
              <w:tab/>
              <w:t>assert(((struct udata_t *)udata)-&gt;fapl_image_ptr != NULL);</w:t>
            </w:r>
          </w:p>
          <w:p w:rsidR="00616110" w:rsidRDefault="00616110" w:rsidP="00616110">
            <w:pPr>
              <w:pStyle w:val="PlainText"/>
            </w:pPr>
            <w:r>
              <w:tab/>
            </w:r>
            <w:r>
              <w:tab/>
            </w:r>
            <w:r>
              <w:tab/>
              <w:t>assert(((struct udata_t *)udata)-&gt;vfd_image_size == size);</w:t>
            </w:r>
          </w:p>
          <w:p w:rsidR="00616110" w:rsidRDefault="00616110" w:rsidP="00616110">
            <w:pPr>
              <w:pStyle w:val="PlainText"/>
            </w:pPr>
            <w:r>
              <w:tab/>
            </w:r>
            <w:r>
              <w:tab/>
            </w:r>
            <w:r>
              <w:tab/>
              <w:t>assert(((struct udata_t *)udata)-&gt;fapl_ref_count &gt;= 1);</w:t>
            </w:r>
          </w:p>
          <w:p w:rsidR="00616110" w:rsidRDefault="00616110" w:rsidP="00616110">
            <w:pPr>
              <w:pStyle w:val="PlainText"/>
            </w:pPr>
          </w:p>
          <w:p w:rsidR="00616110" w:rsidRDefault="00616110" w:rsidP="00616110">
            <w:pPr>
              <w:pStyle w:val="PlainText"/>
            </w:pPr>
            <w:r>
              <w:tab/>
            </w:r>
            <w:r>
              <w:tab/>
            </w:r>
            <w:r>
              <w:tab/>
              <w:t>return_value = ((struct udata_t *)udata)-&gt;fapl_image_ptr;</w:t>
            </w:r>
          </w:p>
          <w:p w:rsidR="00616110" w:rsidRDefault="00616110" w:rsidP="00616110">
            <w:pPr>
              <w:pStyle w:val="PlainText"/>
            </w:pPr>
            <w:r>
              <w:tab/>
            </w:r>
            <w:r>
              <w:tab/>
            </w:r>
            <w:r>
              <w:tab/>
              <w:t>/* don’t increment ref count */</w:t>
            </w:r>
          </w:p>
          <w:p w:rsidR="00616110" w:rsidRDefault="00616110" w:rsidP="00616110">
            <w:pPr>
              <w:pStyle w:val="PlainText"/>
            </w:pPr>
            <w:r>
              <w:tab/>
            </w:r>
            <w:r>
              <w:tab/>
            </w:r>
            <w:r>
              <w:tab/>
              <w:t>break;</w:t>
            </w:r>
          </w:p>
          <w:p w:rsidR="00616110" w:rsidRDefault="00616110" w:rsidP="00616110">
            <w:pPr>
              <w:pStyle w:val="PlainText"/>
            </w:pPr>
          </w:p>
          <w:p w:rsidR="00616110" w:rsidRDefault="00616110" w:rsidP="00616110">
            <w:pPr>
              <w:pStyle w:val="PlainText"/>
            </w:pPr>
            <w:r>
              <w:tab/>
            </w:r>
            <w:r>
              <w:tab/>
              <w:t>case H5_FILE_IMAGE_OP_FILE_OPEN:</w:t>
            </w:r>
          </w:p>
          <w:p w:rsidR="00616110" w:rsidRDefault="00616110" w:rsidP="00616110">
            <w:pPr>
              <w:pStyle w:val="PlainText"/>
            </w:pPr>
            <w:r>
              <w:lastRenderedPageBreak/>
              <w:tab/>
            </w:r>
            <w:r>
              <w:tab/>
            </w:r>
            <w:r>
              <w:tab/>
              <w:t>assert(((struct udata_t *)udata)-&gt;vfd_image_ptr == NULL);</w:t>
            </w:r>
          </w:p>
          <w:p w:rsidR="00616110" w:rsidRDefault="00616110" w:rsidP="00616110">
            <w:pPr>
              <w:pStyle w:val="PlainText"/>
            </w:pPr>
            <w:r>
              <w:tab/>
            </w:r>
            <w:r>
              <w:tab/>
            </w:r>
            <w:r>
              <w:tab/>
              <w:t>assert(((struct udata_t *)udata)-&gt;vfd_image_size == 0);</w:t>
            </w:r>
          </w:p>
          <w:p w:rsidR="00616110" w:rsidRDefault="00616110" w:rsidP="00616110">
            <w:pPr>
              <w:pStyle w:val="PlainText"/>
            </w:pPr>
            <w:r>
              <w:tab/>
            </w:r>
            <w:r>
              <w:tab/>
            </w:r>
            <w:r>
              <w:tab/>
              <w:t>assert(((struct udata_t *)udata)-&gt;vfd_ref_count == 0);</w:t>
            </w:r>
          </w:p>
          <w:p w:rsidR="00616110" w:rsidRDefault="00616110" w:rsidP="00616110">
            <w:pPr>
              <w:pStyle w:val="PlainText"/>
            </w:pPr>
          </w:p>
          <w:p w:rsidR="00616110" w:rsidRDefault="00616110" w:rsidP="00616110">
            <w:pPr>
              <w:pStyle w:val="PlainText"/>
            </w:pPr>
            <w:r>
              <w:t>if (((struct udata_t *)udata)-&gt;fapl_image_ptr == NULL ) {</w:t>
            </w:r>
          </w:p>
          <w:p w:rsidR="00616110" w:rsidRDefault="00616110" w:rsidP="00616110">
            <w:pPr>
              <w:pStyle w:val="PlainText"/>
            </w:pPr>
            <w:r>
              <w:tab/>
            </w:r>
            <w:r>
              <w:tab/>
            </w:r>
            <w:r>
              <w:tab/>
            </w:r>
            <w:r>
              <w:tab/>
              <w:t>((struct udata_t *)udata)-&gt;vfd_image_ptr =</w:t>
            </w:r>
          </w:p>
          <w:p w:rsidR="00616110" w:rsidRDefault="00616110" w:rsidP="00616110">
            <w:pPr>
              <w:pStyle w:val="PlainText"/>
            </w:pPr>
            <w:r>
              <w:t>malloc(size);</w:t>
            </w:r>
          </w:p>
          <w:p w:rsidR="00616110" w:rsidRDefault="00616110" w:rsidP="00616110">
            <w:pPr>
              <w:pStyle w:val="PlainText"/>
            </w:pPr>
            <w:r>
              <w:tab/>
            </w:r>
            <w:r>
              <w:tab/>
            </w:r>
            <w:r>
              <w:tab/>
            </w:r>
            <w:r>
              <w:tab/>
              <w:t>((struct udata_t *)udata)-&gt;vfd_image_size = size;</w:t>
            </w:r>
          </w:p>
          <w:p w:rsidR="00616110" w:rsidRDefault="00616110" w:rsidP="00616110">
            <w:pPr>
              <w:pStyle w:val="PlainText"/>
            </w:pPr>
            <w:r>
              <w:tab/>
            </w:r>
            <w:r>
              <w:tab/>
            </w:r>
            <w:r>
              <w:tab/>
              <w:t>} else {</w:t>
            </w:r>
          </w:p>
          <w:p w:rsidR="00616110" w:rsidRDefault="00616110" w:rsidP="00616110">
            <w:pPr>
              <w:pStyle w:val="PlainText"/>
            </w:pPr>
            <w:r>
              <w:tab/>
            </w:r>
            <w:r>
              <w:tab/>
            </w:r>
            <w:r>
              <w:tab/>
            </w:r>
            <w:r>
              <w:tab/>
              <w:t>assert(((struct udata_t *)udata)-&gt;fapl_image_size ==</w:t>
            </w:r>
          </w:p>
          <w:p w:rsidR="00616110" w:rsidRDefault="00616110" w:rsidP="00616110">
            <w:pPr>
              <w:pStyle w:val="PlainText"/>
            </w:pPr>
            <w:r>
              <w:t>size);</w:t>
            </w:r>
          </w:p>
          <w:p w:rsidR="00616110" w:rsidRDefault="00616110" w:rsidP="00616110">
            <w:pPr>
              <w:pStyle w:val="PlainText"/>
            </w:pPr>
            <w:r>
              <w:tab/>
            </w:r>
            <w:r>
              <w:tab/>
            </w:r>
            <w:r>
              <w:tab/>
            </w:r>
            <w:r>
              <w:tab/>
            </w:r>
            <w:r>
              <w:tab/>
              <w:t>assert(((struct udata_t *)udata)-&gt;fapl_ref_count &gt;=</w:t>
            </w:r>
          </w:p>
          <w:p w:rsidR="00616110" w:rsidRDefault="00616110" w:rsidP="00616110">
            <w:pPr>
              <w:pStyle w:val="PlainText"/>
            </w:pPr>
            <w:r>
              <w:t>1);</w:t>
            </w:r>
          </w:p>
          <w:p w:rsidR="00616110" w:rsidRDefault="00616110" w:rsidP="00616110">
            <w:pPr>
              <w:pStyle w:val="PlainText"/>
            </w:pPr>
            <w:r>
              <w:tab/>
            </w:r>
            <w:r>
              <w:tab/>
            </w:r>
            <w:r>
              <w:tab/>
            </w:r>
            <w:r>
              <w:tab/>
              <w:t xml:space="preserve">((struct udata_t *)udata)-&gt;vfd_image_ptr = </w:t>
            </w:r>
          </w:p>
          <w:p w:rsidR="00616110" w:rsidRDefault="00616110" w:rsidP="00616110">
            <w:pPr>
              <w:pStyle w:val="PlainText"/>
            </w:pPr>
            <w:r>
              <w:t>((struct udata_t *)udata)-&gt;fapl_image_ptr;</w:t>
            </w:r>
          </w:p>
          <w:p w:rsidR="00616110" w:rsidRDefault="00616110" w:rsidP="00616110">
            <w:pPr>
              <w:pStyle w:val="PlainText"/>
            </w:pPr>
            <w:r>
              <w:tab/>
            </w:r>
            <w:r>
              <w:tab/>
            </w:r>
            <w:r>
              <w:tab/>
            </w:r>
            <w:r>
              <w:tab/>
            </w:r>
            <w:r>
              <w:tab/>
              <w:t>((struct udata_t *)udata)-&gt;vfd_image_size = size;</w:t>
            </w:r>
          </w:p>
          <w:p w:rsidR="00616110" w:rsidRDefault="00616110" w:rsidP="00616110">
            <w:pPr>
              <w:pStyle w:val="PlainText"/>
            </w:pPr>
          </w:p>
          <w:p w:rsidR="00616110" w:rsidRDefault="00616110" w:rsidP="00616110">
            <w:pPr>
              <w:pStyle w:val="PlainText"/>
            </w:pPr>
            <w:r>
              <w:tab/>
            </w:r>
            <w:r>
              <w:tab/>
            </w:r>
            <w:r>
              <w:tab/>
              <w:t>}</w:t>
            </w:r>
          </w:p>
          <w:p w:rsidR="00616110" w:rsidRDefault="00616110" w:rsidP="00616110">
            <w:pPr>
              <w:pStyle w:val="PlainText"/>
            </w:pPr>
            <w:r>
              <w:tab/>
            </w:r>
            <w:r>
              <w:tab/>
            </w:r>
            <w:r>
              <w:tab/>
              <w:t>return_value = ((struct udata_t *)udata)-&gt;vfd_image_ptr;</w:t>
            </w:r>
          </w:p>
          <w:p w:rsidR="00616110" w:rsidRDefault="00616110" w:rsidP="00616110">
            <w:pPr>
              <w:pStyle w:val="PlainText"/>
            </w:pPr>
            <w:r>
              <w:tab/>
            </w:r>
            <w:r>
              <w:tab/>
            </w:r>
            <w:r>
              <w:tab/>
              <w:t>(((struct udata_t *)udata)-&gt;vfd_ref_count)++;</w:t>
            </w:r>
          </w:p>
          <w:p w:rsidR="00616110" w:rsidRDefault="00616110" w:rsidP="00616110">
            <w:pPr>
              <w:pStyle w:val="PlainText"/>
            </w:pPr>
            <w:r>
              <w:tab/>
            </w:r>
            <w:r>
              <w:tab/>
            </w:r>
            <w:r>
              <w:tab/>
              <w:t>break;</w:t>
            </w:r>
          </w:p>
          <w:p w:rsidR="00616110" w:rsidRDefault="00616110" w:rsidP="00616110">
            <w:pPr>
              <w:pStyle w:val="PlainText"/>
            </w:pPr>
          </w:p>
          <w:p w:rsidR="00616110" w:rsidRDefault="00616110" w:rsidP="00616110">
            <w:pPr>
              <w:pStyle w:val="PlainText"/>
            </w:pPr>
            <w:r>
              <w:tab/>
            </w:r>
            <w:r>
              <w:tab/>
              <w:t>default:</w:t>
            </w:r>
          </w:p>
          <w:p w:rsidR="00616110" w:rsidRDefault="00616110" w:rsidP="00616110">
            <w:pPr>
              <w:pStyle w:val="PlainText"/>
            </w:pPr>
            <w:r>
              <w:tab/>
            </w:r>
            <w:r>
              <w:tab/>
            </w:r>
            <w:r>
              <w:tab/>
              <w:t>assert(FALSE);</w:t>
            </w:r>
          </w:p>
          <w:p w:rsidR="00616110" w:rsidRDefault="00616110" w:rsidP="00616110">
            <w:pPr>
              <w:pStyle w:val="PlainText"/>
            </w:pPr>
            <w:r>
              <w:tab/>
              <w:t>}</w:t>
            </w:r>
          </w:p>
          <w:p w:rsidR="00616110" w:rsidRDefault="00616110" w:rsidP="00616110">
            <w:pPr>
              <w:pStyle w:val="PlainText"/>
            </w:pPr>
            <w:r>
              <w:tab/>
              <w:t>return(return_value);</w:t>
            </w:r>
          </w:p>
          <w:p w:rsidR="00616110" w:rsidRDefault="00616110" w:rsidP="00616110">
            <w:pPr>
              <w:pStyle w:val="PlainText"/>
            </w:pPr>
            <w:r>
              <w:t>}</w:t>
            </w:r>
          </w:p>
          <w:p w:rsidR="00616110" w:rsidRDefault="00616110" w:rsidP="00616110">
            <w:pPr>
              <w:pStyle w:val="PlainText"/>
            </w:pPr>
          </w:p>
          <w:p w:rsidR="00616110" w:rsidRDefault="00616110" w:rsidP="00616110">
            <w:pPr>
              <w:pStyle w:val="PlainText"/>
            </w:pPr>
            <w:r>
              <w:t>void *image_memcpy)(void *dest, const void *src, size_t size,</w:t>
            </w:r>
          </w:p>
          <w:p w:rsidR="00616110" w:rsidRDefault="00616110" w:rsidP="00616110">
            <w:pPr>
              <w:pStyle w:val="PlainText"/>
            </w:pPr>
            <w:r>
              <w:t xml:space="preserve"> H5_file_image_op_t file_image_op, void *udata)</w:t>
            </w:r>
          </w:p>
          <w:p w:rsidR="00616110" w:rsidRDefault="00616110" w:rsidP="00616110">
            <w:pPr>
              <w:pStyle w:val="PlainText"/>
            </w:pPr>
            <w:r>
              <w:t>{</w:t>
            </w:r>
          </w:p>
          <w:p w:rsidR="00616110" w:rsidRDefault="00616110" w:rsidP="00616110">
            <w:pPr>
              <w:pStyle w:val="PlainText"/>
            </w:pPr>
            <w:r>
              <w:tab/>
              <w:t>switch(file_image_op) {</w:t>
            </w:r>
          </w:p>
          <w:p w:rsidR="00616110" w:rsidRDefault="00616110" w:rsidP="00616110">
            <w:pPr>
              <w:pStyle w:val="PlainText"/>
            </w:pPr>
            <w:r>
              <w:tab/>
            </w:r>
            <w:r>
              <w:tab/>
              <w:t>case H5_FILE_IMAGE_OP_PROPERTY_LIST_SET:</w:t>
            </w:r>
          </w:p>
          <w:p w:rsidR="00616110" w:rsidRDefault="00616110" w:rsidP="00616110">
            <w:pPr>
              <w:pStyle w:val="PlainText"/>
            </w:pPr>
            <w:r>
              <w:tab/>
            </w:r>
            <w:r>
              <w:tab/>
              <w:t>case H5_FILE_IMAGE_OP_PROPERTY_LIST_COPY:</w:t>
            </w:r>
          </w:p>
          <w:p w:rsidR="00616110" w:rsidRDefault="00616110" w:rsidP="00616110">
            <w:pPr>
              <w:pStyle w:val="PlainText"/>
            </w:pPr>
            <w:r>
              <w:tab/>
            </w:r>
            <w:r>
              <w:tab/>
              <w:t>case H5_FILE_IMAGE_OP_PROPERTY_LIST_GET:</w:t>
            </w:r>
          </w:p>
          <w:p w:rsidR="00616110" w:rsidRDefault="00616110" w:rsidP="00616110">
            <w:pPr>
              <w:pStyle w:val="PlainText"/>
            </w:pPr>
            <w:r>
              <w:t>assert(dest == ((struct udata_t *)udata)-&gt;fapl_image_ptr);</w:t>
            </w:r>
          </w:p>
          <w:p w:rsidR="00616110" w:rsidRDefault="00616110" w:rsidP="00616110">
            <w:pPr>
              <w:pStyle w:val="PlainText"/>
            </w:pPr>
            <w:r>
              <w:t>assert(src == ((struct udata_t *)udata)-&gt;fapl_image_ptr);</w:t>
            </w:r>
          </w:p>
          <w:p w:rsidR="00616110" w:rsidRDefault="00616110" w:rsidP="00616110">
            <w:pPr>
              <w:pStyle w:val="PlainText"/>
            </w:pPr>
            <w:r>
              <w:t>assert(size == ((struct udata_t *)udata)-&gt;fapl_image_size);</w:t>
            </w:r>
          </w:p>
          <w:p w:rsidR="00616110" w:rsidRDefault="00616110" w:rsidP="00616110">
            <w:pPr>
              <w:pStyle w:val="PlainText"/>
            </w:pPr>
            <w:r>
              <w:t>assert(((struct udata_t *)udata)-&gt;fapl_ref_count &gt;= 1);</w:t>
            </w:r>
          </w:p>
          <w:p w:rsidR="00616110" w:rsidRDefault="00616110" w:rsidP="00616110">
            <w:pPr>
              <w:pStyle w:val="PlainText"/>
            </w:pPr>
            <w:r>
              <w:t>break;</w:t>
            </w:r>
          </w:p>
          <w:p w:rsidR="00616110" w:rsidRDefault="00616110" w:rsidP="00616110">
            <w:pPr>
              <w:pStyle w:val="PlainText"/>
            </w:pPr>
          </w:p>
          <w:p w:rsidR="00616110" w:rsidRDefault="00616110" w:rsidP="00616110">
            <w:pPr>
              <w:pStyle w:val="PlainText"/>
            </w:pPr>
            <w:r>
              <w:t>case H5_FILE_IMAGE_OP_FILE_OPEN:</w:t>
            </w:r>
          </w:p>
          <w:p w:rsidR="00616110" w:rsidRDefault="00616110" w:rsidP="00616110">
            <w:pPr>
              <w:pStyle w:val="PlainText"/>
            </w:pPr>
            <w:r>
              <w:t>assert(dest == ((struct udata_t *)udata)-&gt;vfd_image_ptr);</w:t>
            </w:r>
          </w:p>
          <w:p w:rsidR="00616110" w:rsidRDefault="00616110" w:rsidP="00616110">
            <w:pPr>
              <w:pStyle w:val="PlainText"/>
            </w:pPr>
            <w:r>
              <w:t>assert(src == ((struct udata_t *)udata)-&gt;fapl_image_ptr);</w:t>
            </w:r>
          </w:p>
          <w:p w:rsidR="00616110" w:rsidRDefault="00616110" w:rsidP="00616110">
            <w:pPr>
              <w:pStyle w:val="PlainText"/>
            </w:pPr>
            <w:r>
              <w:t>assert(size == ((struct udata_t *)udata)-&gt;fapl_image_size);</w:t>
            </w:r>
          </w:p>
          <w:p w:rsidR="00616110" w:rsidRDefault="00616110" w:rsidP="00616110">
            <w:pPr>
              <w:pStyle w:val="PlainText"/>
            </w:pPr>
            <w:r>
              <w:t>assert(size == ((struct udata_t *)udata)-&gt;vfd_image_size);</w:t>
            </w:r>
          </w:p>
          <w:p w:rsidR="00616110" w:rsidRDefault="00616110" w:rsidP="00616110">
            <w:pPr>
              <w:pStyle w:val="PlainText"/>
            </w:pPr>
            <w:r>
              <w:t>assert(((struct udata_t *)udata)-&gt;fapl_ref_count &gt;= 1);</w:t>
            </w:r>
          </w:p>
          <w:p w:rsidR="00616110" w:rsidRDefault="00616110" w:rsidP="00616110">
            <w:pPr>
              <w:pStyle w:val="PlainText"/>
            </w:pPr>
            <w:r>
              <w:t>assert(((struct udata_t *)udata)-&gt;vfd_ref_count == 1);</w:t>
            </w:r>
          </w:p>
          <w:p w:rsidR="00616110" w:rsidRDefault="00616110" w:rsidP="00616110">
            <w:pPr>
              <w:pStyle w:val="PlainText"/>
            </w:pPr>
            <w:r>
              <w:t>break;</w:t>
            </w:r>
          </w:p>
          <w:p w:rsidR="00616110" w:rsidRDefault="00616110" w:rsidP="00616110">
            <w:pPr>
              <w:pStyle w:val="PlainText"/>
            </w:pPr>
          </w:p>
          <w:p w:rsidR="00616110" w:rsidRDefault="00616110" w:rsidP="00616110">
            <w:pPr>
              <w:pStyle w:val="PlainText"/>
            </w:pPr>
            <w:r>
              <w:tab/>
            </w:r>
            <w:r>
              <w:tab/>
            </w:r>
            <w:r>
              <w:tab/>
              <w:t>default:</w:t>
            </w:r>
          </w:p>
          <w:p w:rsidR="00616110" w:rsidRDefault="00616110" w:rsidP="00616110">
            <w:pPr>
              <w:pStyle w:val="PlainText"/>
            </w:pPr>
            <w:r>
              <w:tab/>
            </w:r>
            <w:r>
              <w:tab/>
            </w:r>
            <w:r>
              <w:tab/>
            </w:r>
            <w:r>
              <w:tab/>
              <w:t>assert(FALSE);</w:t>
            </w:r>
          </w:p>
          <w:p w:rsidR="00616110" w:rsidRDefault="00616110" w:rsidP="00616110">
            <w:pPr>
              <w:pStyle w:val="PlainText"/>
            </w:pPr>
            <w:r>
              <w:tab/>
            </w:r>
            <w:r>
              <w:tab/>
            </w:r>
            <w:r>
              <w:tab/>
            </w:r>
            <w:r>
              <w:tab/>
              <w:t>break;</w:t>
            </w:r>
          </w:p>
          <w:p w:rsidR="00616110" w:rsidRDefault="00616110" w:rsidP="00616110">
            <w:pPr>
              <w:pStyle w:val="PlainText"/>
            </w:pPr>
            <w:r>
              <w:tab/>
            </w:r>
            <w:r>
              <w:tab/>
              <w:t>}</w:t>
            </w:r>
          </w:p>
          <w:p w:rsidR="00616110" w:rsidRDefault="00616110" w:rsidP="00616110">
            <w:pPr>
              <w:pStyle w:val="PlainText"/>
            </w:pPr>
            <w:r>
              <w:tab/>
              <w:t>return(dest); /* if we get here, we must have been successful */</w:t>
            </w:r>
          </w:p>
          <w:p w:rsidR="00616110" w:rsidRDefault="00616110" w:rsidP="00616110">
            <w:pPr>
              <w:pStyle w:val="PlainText"/>
            </w:pPr>
            <w:r>
              <w:tab/>
              <w:t>}</w:t>
            </w:r>
          </w:p>
          <w:p w:rsidR="00616110" w:rsidRDefault="00616110" w:rsidP="00616110">
            <w:pPr>
              <w:pStyle w:val="PlainText"/>
            </w:pPr>
          </w:p>
          <w:p w:rsidR="00616110" w:rsidRDefault="00616110" w:rsidP="00616110">
            <w:pPr>
              <w:pStyle w:val="PlainText"/>
            </w:pPr>
            <w:r>
              <w:t>void *image_realloc(void *ptr, size_t size, H5_file_image_op_t file_image_op,</w:t>
            </w:r>
          </w:p>
          <w:p w:rsidR="00616110" w:rsidRDefault="00616110" w:rsidP="00616110">
            <w:pPr>
              <w:pStyle w:val="PlainText"/>
            </w:pPr>
            <w:r>
              <w:t xml:space="preserve"> void *udata)</w:t>
            </w:r>
          </w:p>
          <w:p w:rsidR="00616110" w:rsidRDefault="00616110" w:rsidP="00616110">
            <w:pPr>
              <w:pStyle w:val="PlainText"/>
            </w:pPr>
            <w:r>
              <w:t>{</w:t>
            </w:r>
          </w:p>
          <w:p w:rsidR="00616110" w:rsidRDefault="00616110" w:rsidP="00616110">
            <w:pPr>
              <w:pStyle w:val="PlainText"/>
            </w:pPr>
            <w:r>
              <w:tab/>
              <w:t>assert(ptr == ((struct udata_t *)udata)-&gt;vfd_image_ptr);</w:t>
            </w:r>
          </w:p>
          <w:p w:rsidR="00616110" w:rsidRDefault="00616110" w:rsidP="00616110">
            <w:pPr>
              <w:pStyle w:val="PlainText"/>
            </w:pPr>
            <w:r>
              <w:t>assert(((struct udata_t *)udata)-&gt;vfd_ref_count == 1);</w:t>
            </w:r>
          </w:p>
          <w:p w:rsidR="00616110" w:rsidRDefault="00616110" w:rsidP="00616110">
            <w:pPr>
              <w:pStyle w:val="PlainText"/>
            </w:pPr>
          </w:p>
          <w:p w:rsidR="00616110" w:rsidRDefault="00616110" w:rsidP="00616110">
            <w:pPr>
              <w:pStyle w:val="PlainText"/>
            </w:pPr>
            <w:r>
              <w:t>((struct udata_t *)udata)-&gt;vfd_image_ptr = realloc(ptr, size);</w:t>
            </w:r>
          </w:p>
          <w:p w:rsidR="00616110" w:rsidRDefault="00616110" w:rsidP="00616110">
            <w:pPr>
              <w:pStyle w:val="PlainText"/>
            </w:pPr>
            <w:r>
              <w:lastRenderedPageBreak/>
              <w:tab/>
              <w:t>((struct udata_t *)udata)-&gt;vfd_image_size = size;</w:t>
            </w:r>
          </w:p>
          <w:p w:rsidR="00616110" w:rsidRDefault="00616110" w:rsidP="00616110">
            <w:pPr>
              <w:pStyle w:val="PlainText"/>
            </w:pPr>
            <w:r>
              <w:t>return((((struct udata_t *)udata)-&gt;vfd_image_ptr);</w:t>
            </w:r>
          </w:p>
          <w:p w:rsidR="00616110" w:rsidRDefault="00616110" w:rsidP="00616110">
            <w:pPr>
              <w:pStyle w:val="PlainText"/>
            </w:pPr>
            <w:r>
              <w:t>}</w:t>
            </w:r>
          </w:p>
          <w:p w:rsidR="00616110" w:rsidRDefault="00616110" w:rsidP="00616110">
            <w:pPr>
              <w:pStyle w:val="PlainText"/>
            </w:pPr>
          </w:p>
          <w:p w:rsidR="00616110" w:rsidRDefault="00616110" w:rsidP="00616110">
            <w:pPr>
              <w:pStyle w:val="PlainText"/>
            </w:pPr>
            <w:r>
              <w:t>herr_t image_free(void *ptr, H5_file_image_op_t file_image_op, void *udata)</w:t>
            </w:r>
          </w:p>
          <w:p w:rsidR="00616110" w:rsidRDefault="00616110" w:rsidP="00616110">
            <w:pPr>
              <w:pStyle w:val="PlainText"/>
            </w:pPr>
            <w:r>
              <w:t>{</w:t>
            </w:r>
          </w:p>
          <w:p w:rsidR="00616110" w:rsidRDefault="00616110" w:rsidP="00616110">
            <w:pPr>
              <w:pStyle w:val="PlainText"/>
            </w:pPr>
            <w:r>
              <w:tab/>
              <w:t>switch(file_image_op) {</w:t>
            </w:r>
          </w:p>
          <w:p w:rsidR="00616110" w:rsidRDefault="00616110" w:rsidP="00616110">
            <w:pPr>
              <w:pStyle w:val="PlainText"/>
            </w:pPr>
            <w:r>
              <w:tab/>
            </w:r>
            <w:r>
              <w:tab/>
              <w:t>case H5_FILE_IMAGE_OP_PROPERTY_LIST_CLOSE:</w:t>
            </w:r>
          </w:p>
          <w:p w:rsidR="00616110" w:rsidRDefault="00616110" w:rsidP="00616110">
            <w:pPr>
              <w:pStyle w:val="PlainText"/>
            </w:pPr>
            <w:r>
              <w:tab/>
            </w:r>
            <w:r>
              <w:tab/>
            </w:r>
            <w:r>
              <w:tab/>
              <w:t>assert(ptr == ((struct udata_t *)udata)-&gt;fapl_image_ptr);</w:t>
            </w:r>
          </w:p>
          <w:p w:rsidR="00616110" w:rsidRDefault="00616110" w:rsidP="00616110">
            <w:pPr>
              <w:pStyle w:val="PlainText"/>
            </w:pPr>
            <w:r>
              <w:tab/>
            </w:r>
            <w:r>
              <w:tab/>
            </w:r>
            <w:r>
              <w:tab/>
              <w:t>assert(((struct udata_t *)udata)-&gt;fapl_ref_count &gt;= 1);</w:t>
            </w:r>
          </w:p>
          <w:p w:rsidR="00616110" w:rsidRDefault="00616110" w:rsidP="00616110">
            <w:pPr>
              <w:pStyle w:val="PlainText"/>
            </w:pPr>
          </w:p>
          <w:p w:rsidR="00616110" w:rsidRDefault="00616110" w:rsidP="00616110">
            <w:pPr>
              <w:pStyle w:val="PlainText"/>
            </w:pPr>
            <w:r>
              <w:tab/>
            </w:r>
            <w:r>
              <w:tab/>
            </w:r>
            <w:r>
              <w:tab/>
              <w:t>(((struct udata_t *)udata)-&gt;fapl_ref_count)--;</w:t>
            </w:r>
          </w:p>
          <w:p w:rsidR="00616110" w:rsidRDefault="00616110" w:rsidP="00616110">
            <w:pPr>
              <w:pStyle w:val="PlainText"/>
            </w:pPr>
            <w:r>
              <w:tab/>
            </w:r>
            <w:r>
              <w:tab/>
            </w:r>
            <w:r>
              <w:tab/>
              <w:t>break;</w:t>
            </w:r>
          </w:p>
          <w:p w:rsidR="00616110" w:rsidRDefault="00616110" w:rsidP="00616110">
            <w:pPr>
              <w:pStyle w:val="PlainText"/>
            </w:pPr>
          </w:p>
          <w:p w:rsidR="00616110" w:rsidRDefault="00616110" w:rsidP="00616110">
            <w:pPr>
              <w:pStyle w:val="PlainText"/>
            </w:pPr>
            <w:r>
              <w:tab/>
            </w:r>
            <w:r>
              <w:tab/>
              <w:t>case H5_FILE_IMAGE_OP_FILE_CLOSE:</w:t>
            </w:r>
          </w:p>
          <w:p w:rsidR="00616110" w:rsidRDefault="00616110" w:rsidP="00616110">
            <w:pPr>
              <w:pStyle w:val="PlainText"/>
            </w:pPr>
            <w:r>
              <w:tab/>
            </w:r>
            <w:r>
              <w:tab/>
            </w:r>
            <w:r>
              <w:tab/>
              <w:t>assert(ptr == ((struct udata_t *)udata)-&gt;vfd_image_ptr);</w:t>
            </w:r>
          </w:p>
          <w:p w:rsidR="00616110" w:rsidRDefault="00616110" w:rsidP="00616110">
            <w:pPr>
              <w:pStyle w:val="PlainText"/>
            </w:pPr>
            <w:r>
              <w:tab/>
            </w:r>
            <w:r>
              <w:tab/>
            </w:r>
            <w:r>
              <w:tab/>
              <w:t>assert(((struct udata_t *)udata)-&gt;vfd_ref_count == 1);</w:t>
            </w:r>
          </w:p>
          <w:p w:rsidR="00616110" w:rsidRDefault="00616110" w:rsidP="00616110">
            <w:pPr>
              <w:pStyle w:val="PlainText"/>
            </w:pPr>
          </w:p>
          <w:p w:rsidR="00616110" w:rsidRDefault="00616110" w:rsidP="00616110">
            <w:pPr>
              <w:pStyle w:val="PlainText"/>
            </w:pPr>
            <w:r>
              <w:tab/>
            </w:r>
            <w:r>
              <w:tab/>
            </w:r>
            <w:r>
              <w:tab/>
              <w:t>(((struct udata_t *)udata)-&gt;vfd_ref_count)--;</w:t>
            </w:r>
          </w:p>
          <w:p w:rsidR="00616110" w:rsidRDefault="00616110" w:rsidP="00616110">
            <w:pPr>
              <w:pStyle w:val="PlainText"/>
            </w:pPr>
            <w:r>
              <w:tab/>
            </w:r>
            <w:r>
              <w:tab/>
            </w:r>
            <w:r>
              <w:tab/>
              <w:t>break;</w:t>
            </w:r>
          </w:p>
          <w:p w:rsidR="00616110" w:rsidRDefault="00616110" w:rsidP="00616110">
            <w:pPr>
              <w:pStyle w:val="PlainText"/>
            </w:pPr>
          </w:p>
          <w:p w:rsidR="00616110" w:rsidRDefault="00616110" w:rsidP="00616110">
            <w:pPr>
              <w:pStyle w:val="PlainText"/>
            </w:pPr>
            <w:r>
              <w:tab/>
            </w:r>
            <w:r>
              <w:tab/>
              <w:t>default:</w:t>
            </w:r>
          </w:p>
          <w:p w:rsidR="00616110" w:rsidRDefault="00616110" w:rsidP="00616110">
            <w:pPr>
              <w:pStyle w:val="PlainText"/>
            </w:pPr>
            <w:r>
              <w:tab/>
            </w:r>
            <w:r>
              <w:tab/>
            </w:r>
            <w:r>
              <w:tab/>
              <w:t>assert(FALSE);</w:t>
            </w:r>
          </w:p>
          <w:p w:rsidR="00616110" w:rsidRDefault="00616110" w:rsidP="00616110">
            <w:pPr>
              <w:pStyle w:val="PlainText"/>
            </w:pPr>
            <w:r>
              <w:tab/>
            </w:r>
            <w:r>
              <w:tab/>
            </w:r>
            <w:r>
              <w:tab/>
              <w:t>break;</w:t>
            </w:r>
          </w:p>
          <w:p w:rsidR="00616110" w:rsidRDefault="00616110" w:rsidP="00616110">
            <w:pPr>
              <w:pStyle w:val="PlainText"/>
            </w:pPr>
            <w:r>
              <w:tab/>
            </w:r>
            <w:r>
              <w:tab/>
              <w:t>}</w:t>
            </w:r>
          </w:p>
          <w:p w:rsidR="00616110" w:rsidRDefault="00616110" w:rsidP="00616110">
            <w:pPr>
              <w:pStyle w:val="PlainText"/>
            </w:pPr>
            <w:r>
              <w:tab/>
              <w:t>return(0); /* if we get here, we must have been successful */</w:t>
            </w:r>
          </w:p>
          <w:p w:rsidR="00616110" w:rsidRDefault="00616110" w:rsidP="00616110">
            <w:pPr>
              <w:pStyle w:val="PlainText"/>
            </w:pPr>
            <w:r>
              <w:t>}</w:t>
            </w:r>
          </w:p>
          <w:p w:rsidR="00616110" w:rsidRDefault="00616110" w:rsidP="00616110">
            <w:pPr>
              <w:pStyle w:val="PlainText"/>
            </w:pPr>
          </w:p>
          <w:p w:rsidR="00616110" w:rsidRDefault="00616110" w:rsidP="00616110">
            <w:pPr>
              <w:pStyle w:val="PlainText"/>
            </w:pPr>
            <w:r>
              <w:t>void *udata_copy(void *udata)</w:t>
            </w:r>
          </w:p>
          <w:p w:rsidR="00616110" w:rsidRDefault="00616110" w:rsidP="00616110">
            <w:pPr>
              <w:pStyle w:val="PlainText"/>
            </w:pPr>
            <w:r>
              <w:t>{</w:t>
            </w:r>
          </w:p>
          <w:p w:rsidR="00616110" w:rsidRDefault="00616110" w:rsidP="00616110">
            <w:pPr>
              <w:pStyle w:val="PlainText"/>
            </w:pPr>
            <w:r>
              <w:tab/>
              <w:t>return(udata);</w:t>
            </w:r>
          </w:p>
          <w:p w:rsidR="00616110" w:rsidRDefault="00616110" w:rsidP="00616110">
            <w:pPr>
              <w:pStyle w:val="PlainText"/>
            </w:pPr>
            <w:r>
              <w:t>}</w:t>
            </w:r>
          </w:p>
          <w:p w:rsidR="00616110" w:rsidRDefault="00616110" w:rsidP="00616110">
            <w:pPr>
              <w:pStyle w:val="PlainText"/>
            </w:pPr>
          </w:p>
          <w:p w:rsidR="00616110" w:rsidRDefault="00616110" w:rsidP="00616110">
            <w:pPr>
              <w:pStyle w:val="PlainText"/>
            </w:pPr>
            <w:r>
              <w:t>herr_t udata_free(void *udata)</w:t>
            </w:r>
          </w:p>
          <w:p w:rsidR="00616110" w:rsidRDefault="00616110" w:rsidP="00616110">
            <w:pPr>
              <w:pStyle w:val="PlainText"/>
            </w:pPr>
            <w:r>
              <w:t>{</w:t>
            </w:r>
          </w:p>
          <w:p w:rsidR="00616110" w:rsidRDefault="00616110" w:rsidP="00616110">
            <w:pPr>
              <w:pStyle w:val="PlainText"/>
            </w:pPr>
            <w:r>
              <w:tab/>
              <w:t>return(0);</w:t>
            </w:r>
          </w:p>
          <w:p w:rsidR="00616110" w:rsidRDefault="00616110" w:rsidP="00616110">
            <w:pPr>
              <w:pStyle w:val="PlainText"/>
            </w:pPr>
            <w:r>
              <w:t>}</w:t>
            </w:r>
          </w:p>
          <w:p w:rsidR="00616110" w:rsidRDefault="00616110" w:rsidP="00616110">
            <w:pPr>
              <w:pStyle w:val="PlainText"/>
            </w:pPr>
          </w:p>
          <w:p w:rsidR="00616110" w:rsidRDefault="00616110" w:rsidP="00616110">
            <w:pPr>
              <w:pStyle w:val="PlainText"/>
            </w:pPr>
            <w:r>
              <w:t>H5_file_image_callbacks_t callbacks = {image_malloc, image_memcpy,</w:t>
            </w:r>
          </w:p>
          <w:p w:rsidR="00616110" w:rsidRDefault="00616110" w:rsidP="00616110">
            <w:pPr>
              <w:pStyle w:val="PlainText"/>
            </w:pPr>
            <w:r>
              <w:t xml:space="preserve">                                       image_realloc, image_free, </w:t>
            </w:r>
          </w:p>
          <w:p w:rsidR="00616110" w:rsidRDefault="00616110" w:rsidP="00616110">
            <w:pPr>
              <w:pStyle w:val="PlainText"/>
            </w:pPr>
            <w:r>
              <w:t xml:space="preserve">                                       udata_copy, udata_free, </w:t>
            </w:r>
          </w:p>
          <w:p w:rsidR="00616110" w:rsidRDefault="00616110" w:rsidP="00616110">
            <w:pPr>
              <w:pStyle w:val="PlainText"/>
            </w:pPr>
            <w:r>
              <w:t xml:space="preserve">                                       (void *)(&amp;udata)};</w:t>
            </w:r>
          </w:p>
          <w:p w:rsidR="00616110" w:rsidRDefault="00616110" w:rsidP="00616110">
            <w:pPr>
              <w:pStyle w:val="PlainText"/>
            </w:pPr>
          </w:p>
          <w:p w:rsidR="00616110" w:rsidRDefault="00616110" w:rsidP="00616110">
            <w:pPr>
              <w:pStyle w:val="PlainText"/>
            </w:pPr>
            <w:r>
              <w:t>/* end of initialization */</w:t>
            </w:r>
          </w:p>
          <w:p w:rsidR="00616110" w:rsidRDefault="00616110" w:rsidP="00616110">
            <w:pPr>
              <w:pStyle w:val="PlainText"/>
            </w:pPr>
          </w:p>
          <w:p w:rsidR="00616110" w:rsidRDefault="00616110" w:rsidP="00616110">
            <w:pPr>
              <w:pStyle w:val="PlainText"/>
            </w:pPr>
            <w:r>
              <w:t>&lt;allocate fapl_id&gt;</w:t>
            </w:r>
          </w:p>
          <w:p w:rsidR="00616110" w:rsidRDefault="00616110" w:rsidP="00616110">
            <w:pPr>
              <w:pStyle w:val="PlainText"/>
            </w:pPr>
          </w:p>
          <w:p w:rsidR="00616110" w:rsidRDefault="00616110" w:rsidP="00616110">
            <w:pPr>
              <w:pStyle w:val="PlainText"/>
            </w:pPr>
            <w:r>
              <w:t>H5Pset_file_image_callbacks(fapl_id, &amp;callbacks);</w:t>
            </w:r>
          </w:p>
          <w:p w:rsidR="00616110" w:rsidRDefault="00616110" w:rsidP="00616110">
            <w:pPr>
              <w:pStyle w:val="PlainText"/>
            </w:pPr>
          </w:p>
          <w:p w:rsidR="00616110" w:rsidRDefault="00616110" w:rsidP="00616110">
            <w:pPr>
              <w:pStyle w:val="PlainText"/>
            </w:pPr>
            <w:r>
              <w:t>if ( initial_file_open ) {</w:t>
            </w:r>
          </w:p>
          <w:p w:rsidR="00616110" w:rsidRDefault="00616110" w:rsidP="00616110">
            <w:pPr>
              <w:pStyle w:val="PlainText"/>
            </w:pPr>
            <w:r>
              <w:tab/>
              <w:t>initial_file_open = FALSE;</w:t>
            </w:r>
          </w:p>
          <w:p w:rsidR="00616110" w:rsidRDefault="00616110" w:rsidP="00616110">
            <w:pPr>
              <w:pStyle w:val="PlainText"/>
            </w:pPr>
            <w:r>
              <w:t>} else {</w:t>
            </w:r>
          </w:p>
          <w:p w:rsidR="00616110" w:rsidRDefault="00616110" w:rsidP="00616110">
            <w:pPr>
              <w:pStyle w:val="PlainText"/>
            </w:pPr>
            <w:r>
              <w:tab/>
              <w:t>assert(udata.vfd_image_ptr != NULL);</w:t>
            </w:r>
          </w:p>
          <w:p w:rsidR="00616110" w:rsidRDefault="00616110" w:rsidP="00616110">
            <w:pPr>
              <w:pStyle w:val="PlainText"/>
            </w:pPr>
            <w:r>
              <w:tab/>
              <w:t>assert(udata.vfd_image_size &gt; 0);</w:t>
            </w:r>
          </w:p>
          <w:p w:rsidR="00616110" w:rsidRDefault="00616110" w:rsidP="00616110">
            <w:pPr>
              <w:pStyle w:val="PlainText"/>
            </w:pPr>
            <w:r>
              <w:tab/>
              <w:t>assert(udata.vfd_ref_count == 0);</w:t>
            </w:r>
          </w:p>
          <w:p w:rsidR="00616110" w:rsidRDefault="00616110" w:rsidP="00616110">
            <w:pPr>
              <w:pStyle w:val="PlainText"/>
            </w:pPr>
            <w:r>
              <w:tab/>
              <w:t>assert(udata.fapl_ref_count == 0);</w:t>
            </w:r>
          </w:p>
          <w:p w:rsidR="00616110" w:rsidRDefault="00616110" w:rsidP="00616110">
            <w:pPr>
              <w:pStyle w:val="PlainText"/>
            </w:pPr>
          </w:p>
          <w:p w:rsidR="00616110" w:rsidRDefault="00616110" w:rsidP="00616110">
            <w:pPr>
              <w:pStyle w:val="PlainText"/>
            </w:pPr>
            <w:r>
              <w:tab/>
              <w:t>udata.fapl_image_ptr = udata.vfd_image_ptr;</w:t>
            </w:r>
          </w:p>
          <w:p w:rsidR="00616110" w:rsidRDefault="00616110" w:rsidP="00616110">
            <w:pPr>
              <w:pStyle w:val="PlainText"/>
            </w:pPr>
            <w:r>
              <w:tab/>
              <w:t>udata.fapl_image_size = udata.vfd_image_size;</w:t>
            </w:r>
          </w:p>
          <w:p w:rsidR="00616110" w:rsidRDefault="00616110" w:rsidP="00616110">
            <w:pPr>
              <w:pStyle w:val="PlainText"/>
            </w:pPr>
            <w:r>
              <w:tab/>
              <w:t>udata.vfd_image_ptr = NULL;</w:t>
            </w:r>
          </w:p>
          <w:p w:rsidR="00616110" w:rsidRDefault="00616110" w:rsidP="00616110">
            <w:pPr>
              <w:pStyle w:val="PlainText"/>
            </w:pPr>
            <w:r>
              <w:tab/>
              <w:t>udata.vfd_image_size = 0;</w:t>
            </w:r>
          </w:p>
          <w:p w:rsidR="00616110" w:rsidRDefault="00616110" w:rsidP="00616110">
            <w:pPr>
              <w:pStyle w:val="PlainText"/>
            </w:pPr>
            <w:r>
              <w:tab/>
              <w:t>H5Pset_file_image(fapl_id, udata.fapl_image_ptr, udata.fapl_image_size);</w:t>
            </w:r>
          </w:p>
          <w:p w:rsidR="00616110" w:rsidRDefault="00616110" w:rsidP="00616110">
            <w:pPr>
              <w:pStyle w:val="PlainText"/>
            </w:pPr>
            <w:r>
              <w:t>}</w:t>
            </w:r>
          </w:p>
          <w:p w:rsidR="00616110" w:rsidRDefault="00616110" w:rsidP="00616110">
            <w:pPr>
              <w:pStyle w:val="PlainText"/>
            </w:pPr>
          </w:p>
          <w:p w:rsidR="00616110" w:rsidRDefault="00616110" w:rsidP="00616110">
            <w:pPr>
              <w:pStyle w:val="PlainText"/>
            </w:pPr>
            <w:r>
              <w:lastRenderedPageBreak/>
              <w:t>&lt;open core file using fapl_id&gt;</w:t>
            </w:r>
          </w:p>
          <w:p w:rsidR="00616110" w:rsidRDefault="00616110" w:rsidP="00616110">
            <w:pPr>
              <w:pStyle w:val="PlainText"/>
            </w:pPr>
          </w:p>
          <w:p w:rsidR="00616110" w:rsidRDefault="00616110" w:rsidP="00616110">
            <w:pPr>
              <w:pStyle w:val="PlainText"/>
            </w:pPr>
            <w:r>
              <w:t>&lt;discard fapl any time after the open&gt;</w:t>
            </w:r>
          </w:p>
          <w:p w:rsidR="00616110" w:rsidRDefault="00616110" w:rsidP="00616110">
            <w:pPr>
              <w:pStyle w:val="PlainText"/>
            </w:pPr>
          </w:p>
          <w:p w:rsidR="00616110" w:rsidRDefault="00616110" w:rsidP="00616110">
            <w:pPr>
              <w:pStyle w:val="PlainText"/>
            </w:pPr>
            <w:r>
              <w:t>&lt;write/update the file, and then close it&gt;</w:t>
            </w:r>
          </w:p>
          <w:p w:rsidR="00616110" w:rsidRDefault="00616110" w:rsidP="00616110">
            <w:pPr>
              <w:pStyle w:val="PlainText"/>
            </w:pPr>
          </w:p>
          <w:p w:rsidR="00616110" w:rsidRDefault="00616110" w:rsidP="00616110">
            <w:pPr>
              <w:pStyle w:val="PlainText"/>
            </w:pPr>
            <w:r>
              <w:t>assert(udata.fapl_ref_count == 0);</w:t>
            </w:r>
          </w:p>
          <w:p w:rsidR="00616110" w:rsidRDefault="00616110" w:rsidP="00616110">
            <w:pPr>
              <w:pStyle w:val="PlainText"/>
            </w:pPr>
            <w:r>
              <w:t>assert(udata.vfd_ref_count == 0);</w:t>
            </w:r>
          </w:p>
          <w:p w:rsidR="00616110" w:rsidRDefault="00616110" w:rsidP="00616110">
            <w:pPr>
              <w:pStyle w:val="PlainText"/>
            </w:pPr>
          </w:p>
          <w:p w:rsidR="00616110" w:rsidRDefault="00616110" w:rsidP="00616110">
            <w:pPr>
              <w:pStyle w:val="PlainText"/>
            </w:pPr>
            <w:r>
              <w:t xml:space="preserve">/* udata.vfd_image_ptr and udata.vfd_image_size now contain the base address </w:t>
            </w:r>
          </w:p>
          <w:p w:rsidR="00616110" w:rsidRDefault="00616110" w:rsidP="00616110">
            <w:pPr>
              <w:pStyle w:val="PlainText"/>
            </w:pPr>
            <w:r>
              <w:t xml:space="preserve">   and length of the final version of the core file */</w:t>
            </w:r>
          </w:p>
          <w:p w:rsidR="00616110" w:rsidRDefault="00616110" w:rsidP="00616110">
            <w:pPr>
              <w:pStyle w:val="PlainText"/>
            </w:pPr>
          </w:p>
          <w:p w:rsidR="00616110" w:rsidRDefault="00616110" w:rsidP="00616110">
            <w:pPr>
              <w:pStyle w:val="PlainText"/>
            </w:pPr>
            <w:r>
              <w:t>&lt;use the image of the file&gt;</w:t>
            </w:r>
          </w:p>
          <w:p w:rsidR="00616110" w:rsidRDefault="00616110" w:rsidP="00616110">
            <w:pPr>
              <w:pStyle w:val="PlainText"/>
            </w:pPr>
          </w:p>
          <w:p w:rsidR="00616110" w:rsidRDefault="00616110" w:rsidP="00616110">
            <w:pPr>
              <w:pStyle w:val="PlainText"/>
            </w:pPr>
            <w:r>
              <w:t>&lt;repeat the above from the end of initialization to modify the file image as needed&gt;</w:t>
            </w:r>
          </w:p>
          <w:p w:rsidR="00616110" w:rsidRDefault="00616110" w:rsidP="00616110">
            <w:pPr>
              <w:pStyle w:val="PlainText"/>
            </w:pPr>
          </w:p>
          <w:p w:rsidR="00616110" w:rsidRDefault="00616110" w:rsidP="00616110">
            <w:pPr>
              <w:pStyle w:val="PlainText"/>
            </w:pPr>
            <w:r>
              <w:t>&lt;free the image when done&gt;</w:t>
            </w:r>
          </w:p>
          <w:p w:rsidR="00B50584" w:rsidRPr="00186743" w:rsidRDefault="00B50584" w:rsidP="0047588B">
            <w:pPr>
              <w:pStyle w:val="PlainText"/>
            </w:pPr>
          </w:p>
        </w:tc>
      </w:tr>
      <w:tr w:rsidR="00B50584" w:rsidRPr="00137C51">
        <w:trPr>
          <w:jc w:val="center"/>
        </w:trPr>
        <w:tc>
          <w:tcPr>
            <w:tcW w:w="9427" w:type="dxa"/>
          </w:tcPr>
          <w:p w:rsidR="00B50584" w:rsidRPr="00186743" w:rsidRDefault="00B50584" w:rsidP="00616110">
            <w:pPr>
              <w:pStyle w:val="NormalTable"/>
            </w:pPr>
            <w:r w:rsidRPr="00186743">
              <w:lastRenderedPageBreak/>
              <w:t xml:space="preserve">Example </w:t>
            </w:r>
            <w:r w:rsidR="00616110">
              <w:t>10</w:t>
            </w:r>
            <w:r w:rsidRPr="00186743">
              <w:t xml:space="preserve">. </w:t>
            </w:r>
            <w:r w:rsidR="00616110">
              <w:t xml:space="preserve">Using </w:t>
            </w:r>
            <w:r w:rsidR="00616110" w:rsidRPr="0051579A">
              <w:rPr>
                <w:rFonts w:ascii="Courier New" w:hAnsi="Courier New" w:cs="Courier New"/>
                <w:sz w:val="18"/>
              </w:rPr>
              <w:t>H5LTopen_file_image</w:t>
            </w:r>
            <w:r w:rsidR="00616110">
              <w:t xml:space="preserve"> where only the datasets change and where the file structure and image size might not be constant</w:t>
            </w:r>
          </w:p>
        </w:tc>
      </w:tr>
    </w:tbl>
    <w:p w:rsidR="00B50584" w:rsidRDefault="00B50584" w:rsidP="00B62087"/>
    <w:p w:rsidR="00B62087" w:rsidRDefault="00B62087" w:rsidP="00B62087">
      <w:r>
        <w:t xml:space="preserve">The above pseudo code shows how a buffer can be passed back and forth between the application and the </w:t>
      </w:r>
      <w:r w:rsidR="00543630">
        <w:t>HDF5 Library</w:t>
      </w:r>
      <w:r w:rsidR="00616110">
        <w:t xml:space="preserve">. The code also shows </w:t>
      </w:r>
      <w:r>
        <w:t>the application having control of the actual allocation, reallocation, and freeing of the buffer</w:t>
      </w:r>
      <w:r w:rsidR="006564E8">
        <w:t xml:space="preserve">. </w:t>
      </w:r>
    </w:p>
    <w:p w:rsidR="00616110" w:rsidRDefault="00616110" w:rsidP="00B62087"/>
    <w:p w:rsidR="00B62087" w:rsidRDefault="00B62087" w:rsidP="00B62087"/>
    <w:p w:rsidR="00155CEA" w:rsidRDefault="00155CEA" w:rsidP="00B62087">
      <w:pPr>
        <w:sectPr w:rsidR="00155CEA">
          <w:pgSz w:w="12240" w:h="15840" w:code="1"/>
          <w:pgMar w:top="1152" w:right="1152" w:bottom="1440" w:left="1152" w:header="432" w:footer="720" w:gutter="0"/>
          <w:cols w:space="720"/>
          <w:titlePg/>
          <w:docGrid w:linePitch="360"/>
        </w:sectPr>
      </w:pPr>
    </w:p>
    <w:p w:rsidR="00B62087" w:rsidRDefault="00B62087" w:rsidP="00B62087">
      <w:pPr>
        <w:pStyle w:val="Heading2"/>
      </w:pPr>
      <w:bookmarkStart w:id="43" w:name="_Toc318963004"/>
      <w:r>
        <w:lastRenderedPageBreak/>
        <w:t>Using HDF5 to Construct and Read a Data Packet</w:t>
      </w:r>
      <w:bookmarkEnd w:id="43"/>
      <w:r w:rsidR="001A1FAA">
        <w:t xml:space="preserve"> </w:t>
      </w:r>
    </w:p>
    <w:p w:rsidR="00B62087" w:rsidRDefault="00155CEA" w:rsidP="00B62087">
      <w:r>
        <w:t xml:space="preserve">Using the file image operations described in this document, we can </w:t>
      </w:r>
      <w:r w:rsidR="00B62087">
        <w:t xml:space="preserve">bundle up data in an image of an HDF5 file on one process, transmit the image to a second process, </w:t>
      </w:r>
      <w:r>
        <w:t xml:space="preserve">and </w:t>
      </w:r>
      <w:r w:rsidR="00B62087">
        <w:t>then open and read the image on the second process without any mandatory file system I/O.</w:t>
      </w:r>
    </w:p>
    <w:p w:rsidR="00B62087" w:rsidRDefault="00B62087" w:rsidP="00B62087"/>
    <w:p w:rsidR="00B62087" w:rsidRDefault="00B62087" w:rsidP="00B62087">
      <w:r>
        <w:t>We have already demonstrated the construction and reading of such buffers above, but it may be useful to offer an example of the full operation</w:t>
      </w:r>
      <w:r w:rsidR="006564E8">
        <w:t xml:space="preserve">. </w:t>
      </w:r>
      <w:r>
        <w:t xml:space="preserve">We do so </w:t>
      </w:r>
      <w:r w:rsidR="005E40EB">
        <w:t xml:space="preserve">in the example </w:t>
      </w:r>
      <w:r>
        <w:t>below using as simple a set of calls as possible</w:t>
      </w:r>
      <w:r w:rsidR="005E40EB">
        <w:t>. The set of calls in the example has extra buffer allocations. To reduce extra buffer allocations, see the sections above.</w:t>
      </w:r>
    </w:p>
    <w:p w:rsidR="00B62087" w:rsidRDefault="00B62087" w:rsidP="00B62087"/>
    <w:p w:rsidR="00967F88" w:rsidRDefault="00B62087">
      <w:r>
        <w:t>In the following example, we construct a</w:t>
      </w:r>
      <w:r w:rsidR="005E40EB">
        <w:t>n</w:t>
      </w:r>
      <w:r>
        <w:t xml:space="preserve"> HDF5 file image on process A</w:t>
      </w:r>
      <w:r w:rsidR="003B52DF">
        <w:t xml:space="preserve"> and then</w:t>
      </w:r>
      <w:r>
        <w:t xml:space="preserve"> transmit the image to process B where we then open the image and extract the desired data</w:t>
      </w:r>
      <w:r w:rsidR="006564E8">
        <w:t xml:space="preserve">. </w:t>
      </w:r>
      <w:r>
        <w:t>Note that no file system I/O is performed</w:t>
      </w:r>
      <w:r w:rsidR="00155CEA">
        <w:t xml:space="preserve">: all the processing </w:t>
      </w:r>
      <w:r>
        <w:t xml:space="preserve">is done in memory with the </w:t>
      </w:r>
      <w:r w:rsidR="00805591">
        <w:t>Core file driver</w:t>
      </w:r>
      <w:r>
        <w:t>.</w:t>
      </w:r>
    </w:p>
    <w:p w:rsidR="00566ED9" w:rsidRDefault="00566ED9" w:rsidP="00566ED9"/>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5353"/>
        <w:gridCol w:w="4799"/>
      </w:tblGrid>
      <w:tr w:rsidR="00566ED9" w:rsidRPr="00137C51">
        <w:trPr>
          <w:jc w:val="center"/>
        </w:trPr>
        <w:tc>
          <w:tcPr>
            <w:tcW w:w="5353" w:type="dxa"/>
          </w:tcPr>
          <w:p w:rsidR="00566ED9" w:rsidRDefault="00566ED9" w:rsidP="00566ED9">
            <w:pPr>
              <w:pStyle w:val="PlainText"/>
            </w:pPr>
            <w:r>
              <w:t>*** Process A ***</w:t>
            </w:r>
          </w:p>
          <w:p w:rsidR="00566ED9" w:rsidRDefault="00566ED9" w:rsidP="0047588B">
            <w:pPr>
              <w:pStyle w:val="PlainText"/>
            </w:pPr>
          </w:p>
          <w:p w:rsidR="001D2C35" w:rsidRDefault="00566ED9" w:rsidP="00566ED9">
            <w:pPr>
              <w:pStyle w:val="PlainText"/>
            </w:pPr>
            <w:r>
              <w:t xml:space="preserve">&lt;Open and construct the desired file </w:t>
            </w:r>
          </w:p>
          <w:p w:rsidR="00566ED9" w:rsidRDefault="00566ED9" w:rsidP="00566ED9">
            <w:pPr>
              <w:pStyle w:val="PlainText"/>
            </w:pPr>
            <w:r>
              <w:t xml:space="preserve">with the </w:t>
            </w:r>
            <w:r w:rsidR="00805591">
              <w:t xml:space="preserve">Core </w:t>
            </w:r>
            <w:r>
              <w:t>file driver&gt;</w:t>
            </w:r>
          </w:p>
          <w:p w:rsidR="00566ED9" w:rsidRDefault="00566ED9" w:rsidP="00566ED9">
            <w:pPr>
              <w:pStyle w:val="PlainText"/>
            </w:pPr>
          </w:p>
          <w:p w:rsidR="001D2C35" w:rsidRDefault="001D2C35" w:rsidP="001D2C35">
            <w:pPr>
              <w:pStyle w:val="PlainText"/>
            </w:pPr>
            <w:r>
              <w:t>H5Fflush(fid);</w:t>
            </w:r>
          </w:p>
          <w:p w:rsidR="001D2C35" w:rsidRDefault="001D2C35" w:rsidP="001D2C35">
            <w:pPr>
              <w:pStyle w:val="PlainText"/>
            </w:pPr>
            <w:r>
              <w:t>size = H5Fget_file_image(fid, NULL, 0);</w:t>
            </w:r>
          </w:p>
          <w:p w:rsidR="001D2C35" w:rsidRDefault="001D2C35" w:rsidP="001D2C35">
            <w:pPr>
              <w:pStyle w:val="PlainText"/>
            </w:pPr>
            <w:r>
              <w:t>buffer_ptr = malloc(size);</w:t>
            </w:r>
          </w:p>
          <w:p w:rsidR="001D2C35" w:rsidRDefault="001D2C35" w:rsidP="001D2C35">
            <w:pPr>
              <w:pStyle w:val="PlainText"/>
            </w:pPr>
            <w:r>
              <w:t>H5Fget_file_image(fid, buffer_ptr, size);</w:t>
            </w:r>
          </w:p>
          <w:p w:rsidR="00566ED9" w:rsidRDefault="00566ED9" w:rsidP="00566ED9">
            <w:pPr>
              <w:pStyle w:val="PlainText"/>
            </w:pPr>
          </w:p>
          <w:p w:rsidR="001D2C35" w:rsidRDefault="001D2C35" w:rsidP="001D2C35">
            <w:pPr>
              <w:pStyle w:val="PlainText"/>
            </w:pPr>
            <w:r>
              <w:t>&lt;transmit size&gt;</w:t>
            </w:r>
          </w:p>
          <w:p w:rsidR="00566ED9" w:rsidRDefault="00566ED9" w:rsidP="00566ED9">
            <w:pPr>
              <w:pStyle w:val="PlainText"/>
            </w:pPr>
          </w:p>
          <w:p w:rsidR="001D2C35" w:rsidRDefault="001D2C35" w:rsidP="001D2C35">
            <w:pPr>
              <w:pStyle w:val="PlainText"/>
            </w:pPr>
            <w:r>
              <w:t>&lt;transmit *buffer_ptr&gt;</w:t>
            </w:r>
          </w:p>
          <w:p w:rsidR="001D2C35" w:rsidRDefault="001D2C35" w:rsidP="001D2C35">
            <w:pPr>
              <w:pStyle w:val="PlainText"/>
            </w:pPr>
            <w:r>
              <w:t>free(buffer_ptr);</w:t>
            </w:r>
          </w:p>
          <w:p w:rsidR="001D2C35" w:rsidRDefault="001D2C35" w:rsidP="001D2C35">
            <w:pPr>
              <w:pStyle w:val="PlainText"/>
            </w:pPr>
            <w:r>
              <w:t xml:space="preserve">&lt;close core file&gt; </w:t>
            </w:r>
          </w:p>
          <w:p w:rsidR="00566ED9" w:rsidRDefault="00566ED9" w:rsidP="00566ED9">
            <w:pPr>
              <w:pStyle w:val="PlainText"/>
            </w:pPr>
          </w:p>
          <w:p w:rsidR="00566ED9" w:rsidRDefault="00566ED9" w:rsidP="00566ED9">
            <w:pPr>
              <w:pStyle w:val="PlainText"/>
            </w:pPr>
          </w:p>
          <w:p w:rsidR="00566ED9" w:rsidRDefault="00566ED9" w:rsidP="00566ED9">
            <w:pPr>
              <w:pStyle w:val="PlainText"/>
            </w:pPr>
          </w:p>
          <w:p w:rsidR="00566ED9" w:rsidRDefault="00566ED9" w:rsidP="00566ED9">
            <w:pPr>
              <w:pStyle w:val="PlainText"/>
            </w:pPr>
          </w:p>
          <w:p w:rsidR="00566ED9" w:rsidRDefault="00566ED9" w:rsidP="00566ED9">
            <w:pPr>
              <w:pStyle w:val="PlainText"/>
            </w:pPr>
          </w:p>
          <w:p w:rsidR="00566ED9" w:rsidRDefault="00566ED9" w:rsidP="00566ED9">
            <w:pPr>
              <w:pStyle w:val="PlainText"/>
            </w:pPr>
          </w:p>
          <w:p w:rsidR="00566ED9" w:rsidRPr="00186743" w:rsidRDefault="00566ED9" w:rsidP="00566ED9">
            <w:pPr>
              <w:pStyle w:val="PlainText"/>
            </w:pPr>
          </w:p>
        </w:tc>
        <w:tc>
          <w:tcPr>
            <w:tcW w:w="4799" w:type="dxa"/>
          </w:tcPr>
          <w:p w:rsidR="00566ED9" w:rsidRDefault="00566ED9" w:rsidP="00566ED9">
            <w:pPr>
              <w:pStyle w:val="PlainText"/>
            </w:pPr>
            <w:r>
              <w:t>*** Process B ***</w:t>
            </w:r>
          </w:p>
          <w:p w:rsidR="00566ED9" w:rsidRDefault="00566ED9" w:rsidP="0047588B">
            <w:pPr>
              <w:pStyle w:val="PlainText"/>
            </w:pPr>
          </w:p>
          <w:p w:rsidR="00566ED9" w:rsidRDefault="00566ED9" w:rsidP="0047588B">
            <w:pPr>
              <w:pStyle w:val="PlainText"/>
            </w:pPr>
            <w:r>
              <w:t>hid_t file_id;</w:t>
            </w:r>
          </w:p>
          <w:p w:rsidR="00566ED9" w:rsidRDefault="00566ED9" w:rsidP="0047588B">
            <w:pPr>
              <w:pStyle w:val="PlainText"/>
            </w:pPr>
          </w:p>
          <w:p w:rsidR="00566ED9" w:rsidRDefault="00566ED9" w:rsidP="0047588B">
            <w:pPr>
              <w:pStyle w:val="PlainText"/>
            </w:pPr>
          </w:p>
          <w:p w:rsidR="00566ED9" w:rsidRDefault="00566ED9" w:rsidP="0047588B">
            <w:pPr>
              <w:pStyle w:val="PlainText"/>
            </w:pPr>
          </w:p>
          <w:p w:rsidR="00566ED9" w:rsidRDefault="00566ED9" w:rsidP="0047588B">
            <w:pPr>
              <w:pStyle w:val="PlainText"/>
            </w:pPr>
          </w:p>
          <w:p w:rsidR="00566ED9" w:rsidRDefault="00566ED9" w:rsidP="0047588B">
            <w:pPr>
              <w:pStyle w:val="PlainText"/>
            </w:pPr>
          </w:p>
          <w:p w:rsidR="00566ED9" w:rsidRDefault="00566ED9" w:rsidP="0047588B">
            <w:pPr>
              <w:pStyle w:val="PlainText"/>
            </w:pPr>
          </w:p>
          <w:p w:rsidR="00566ED9" w:rsidRDefault="00566ED9" w:rsidP="0047588B">
            <w:pPr>
              <w:pStyle w:val="PlainText"/>
            </w:pPr>
          </w:p>
          <w:p w:rsidR="001D2C35" w:rsidRDefault="001D2C35" w:rsidP="001D2C35">
            <w:pPr>
              <w:pStyle w:val="PlainText"/>
            </w:pPr>
            <w:r>
              <w:t>&lt;receive size&gt;</w:t>
            </w:r>
          </w:p>
          <w:p w:rsidR="00566ED9" w:rsidRDefault="001D2C35" w:rsidP="0047588B">
            <w:pPr>
              <w:pStyle w:val="PlainText"/>
            </w:pPr>
            <w:r>
              <w:t>buffer_ptr = malloc(size)</w:t>
            </w:r>
          </w:p>
          <w:p w:rsidR="001D2C35" w:rsidRDefault="001D2C35" w:rsidP="001D2C35">
            <w:pPr>
              <w:pStyle w:val="PlainText"/>
            </w:pPr>
            <w:r>
              <w:t>&lt;receive image in *buffer_ptr&gt;</w:t>
            </w:r>
          </w:p>
          <w:p w:rsidR="00566ED9" w:rsidRDefault="00566ED9" w:rsidP="0047588B">
            <w:pPr>
              <w:pStyle w:val="PlainText"/>
            </w:pPr>
          </w:p>
          <w:p w:rsidR="001D2C35" w:rsidRDefault="001D2C35" w:rsidP="001D2C35">
            <w:pPr>
              <w:pStyle w:val="PlainText"/>
            </w:pPr>
            <w:r>
              <w:t xml:space="preserve">file_id = H5LTopen_file_image(buf, </w:t>
            </w:r>
          </w:p>
          <w:p w:rsidR="001D2C35" w:rsidRDefault="001D2C35" w:rsidP="001D2C35">
            <w:pPr>
              <w:pStyle w:val="PlainText"/>
            </w:pPr>
            <w:r>
              <w:t xml:space="preserve">      buf_len, </w:t>
            </w:r>
          </w:p>
          <w:p w:rsidR="00566ED9" w:rsidRDefault="001D2C35" w:rsidP="001D2C35">
            <w:pPr>
              <w:pStyle w:val="PlainText"/>
            </w:pPr>
            <w:r>
              <w:t xml:space="preserve">      H5LT_FILE_IMAGE_DONT_COPY);</w:t>
            </w:r>
          </w:p>
          <w:p w:rsidR="001D2C35" w:rsidRDefault="001D2C35" w:rsidP="0047588B">
            <w:pPr>
              <w:pStyle w:val="PlainText"/>
            </w:pPr>
          </w:p>
          <w:p w:rsidR="001D2C35" w:rsidRDefault="001D2C35" w:rsidP="0047588B">
            <w:pPr>
              <w:pStyle w:val="PlainText"/>
            </w:pPr>
            <w:r w:rsidRPr="001D2C35">
              <w:t xml:space="preserve">&lt;read data from file, </w:t>
            </w:r>
            <w:proofErr w:type="gramStart"/>
            <w:r w:rsidRPr="001D2C35">
              <w:t>then</w:t>
            </w:r>
            <w:proofErr w:type="gramEnd"/>
            <w:r w:rsidRPr="001D2C35">
              <w:t xml:space="preserve"> close.</w:t>
            </w:r>
          </w:p>
          <w:p w:rsidR="001D2C35" w:rsidRPr="001D2C35" w:rsidRDefault="001D2C35" w:rsidP="001D2C35">
            <w:pPr>
              <w:pStyle w:val="PlainText"/>
            </w:pPr>
            <w:r>
              <w:t xml:space="preserve">note that the </w:t>
            </w:r>
            <w:r w:rsidR="00805591">
              <w:t>Core file driver</w:t>
            </w:r>
          </w:p>
          <w:p w:rsidR="001D2C35" w:rsidRDefault="001D2C35" w:rsidP="001D2C35">
            <w:pPr>
              <w:pStyle w:val="PlainText"/>
            </w:pPr>
            <w:r>
              <w:t>will discard the buffer on close&gt;</w:t>
            </w:r>
          </w:p>
          <w:p w:rsidR="00566ED9" w:rsidRDefault="00566ED9" w:rsidP="0047588B">
            <w:pPr>
              <w:pStyle w:val="PlainText"/>
            </w:pPr>
          </w:p>
        </w:tc>
      </w:tr>
      <w:tr w:rsidR="00566ED9" w:rsidRPr="00137C51">
        <w:trPr>
          <w:jc w:val="center"/>
        </w:trPr>
        <w:tc>
          <w:tcPr>
            <w:tcW w:w="10152" w:type="dxa"/>
            <w:gridSpan w:val="2"/>
          </w:tcPr>
          <w:p w:rsidR="00566ED9" w:rsidRPr="00186743" w:rsidRDefault="00566ED9" w:rsidP="001D2C35">
            <w:pPr>
              <w:pStyle w:val="NormalTable"/>
            </w:pPr>
            <w:r w:rsidRPr="00186743">
              <w:t xml:space="preserve">Example </w:t>
            </w:r>
            <w:r w:rsidR="001D2C35">
              <w:t>11</w:t>
            </w:r>
            <w:r w:rsidRPr="00186743">
              <w:t xml:space="preserve">. </w:t>
            </w:r>
            <w:r w:rsidR="001D2C35">
              <w:t>Building and passing a file image from one process to another</w:t>
            </w:r>
          </w:p>
        </w:tc>
      </w:tr>
    </w:tbl>
    <w:p w:rsidR="00566ED9" w:rsidRDefault="00566ED9" w:rsidP="00566ED9"/>
    <w:p w:rsidR="008A4EF3" w:rsidRDefault="008A4EF3" w:rsidP="00B62087"/>
    <w:p w:rsidR="00B62087" w:rsidRDefault="00B62087" w:rsidP="00B62087"/>
    <w:p w:rsidR="00155CEA" w:rsidRDefault="00155CEA">
      <w:pPr>
        <w:rPr>
          <w:rFonts w:asciiTheme="majorHAnsi" w:eastAsiaTheme="majorEastAsia" w:hAnsiTheme="majorHAnsi" w:cstheme="majorBidi"/>
          <w:b/>
          <w:bCs/>
          <w:color w:val="000000" w:themeColor="text1"/>
          <w:sz w:val="26"/>
          <w:szCs w:val="26"/>
        </w:rPr>
      </w:pPr>
      <w:r>
        <w:br w:type="page"/>
      </w:r>
    </w:p>
    <w:p w:rsidR="00B62087" w:rsidRDefault="00B62087" w:rsidP="008A4EF3">
      <w:pPr>
        <w:pStyle w:val="Heading2"/>
      </w:pPr>
      <w:bookmarkStart w:id="44" w:name="_Toc318963005"/>
      <w:r>
        <w:lastRenderedPageBreak/>
        <w:t>Us</w:t>
      </w:r>
      <w:r w:rsidR="00015FDD">
        <w:t>ing</w:t>
      </w:r>
      <w:r>
        <w:t xml:space="preserve"> a Templ</w:t>
      </w:r>
      <w:bookmarkStart w:id="45" w:name="UsingATemplateFile"/>
      <w:bookmarkEnd w:id="45"/>
      <w:r>
        <w:t>ate File</w:t>
      </w:r>
      <w:bookmarkEnd w:id="44"/>
      <w:r w:rsidR="001D2C35">
        <w:t xml:space="preserve"> </w:t>
      </w:r>
    </w:p>
    <w:p w:rsidR="00B62087" w:rsidRDefault="00B62087" w:rsidP="00B62087">
      <w:r>
        <w:t xml:space="preserve">After the above examples, an example of the use of a template file </w:t>
      </w:r>
      <w:r w:rsidR="00BC0C2F">
        <w:t xml:space="preserve">might seem anti-climactic. A template file might be used </w:t>
      </w:r>
      <w:r>
        <w:t xml:space="preserve">to enforce consistency on file structure between files or </w:t>
      </w:r>
      <w:r w:rsidR="00BC0C2F">
        <w:t xml:space="preserve">in parallel HDF5 </w:t>
      </w:r>
      <w:r w:rsidR="0066455E">
        <w:t xml:space="preserve">to avoid </w:t>
      </w:r>
      <w:r>
        <w:t>long sequences of collective operations to create the desired groups, datatypes, and possibly datasets</w:t>
      </w:r>
      <w:r w:rsidR="006564E8">
        <w:t xml:space="preserve">. </w:t>
      </w:r>
      <w:r>
        <w:t>The following pseudo code outlines a po</w:t>
      </w:r>
      <w:r w:rsidR="00BC0C2F">
        <w:t xml:space="preserve">tential </w:t>
      </w:r>
      <w:r>
        <w:t>use:</w:t>
      </w:r>
    </w:p>
    <w:p w:rsidR="00B50584" w:rsidRDefault="00B50584" w:rsidP="00B50584"/>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B50584" w:rsidRPr="00137C51">
        <w:trPr>
          <w:jc w:val="center"/>
        </w:trPr>
        <w:tc>
          <w:tcPr>
            <w:tcW w:w="8874" w:type="dxa"/>
          </w:tcPr>
          <w:p w:rsidR="00B50584" w:rsidRDefault="00B50584" w:rsidP="0047588B">
            <w:pPr>
              <w:pStyle w:val="PlainText"/>
            </w:pPr>
          </w:p>
          <w:p w:rsidR="00BC0C2F" w:rsidRDefault="00BC0C2F" w:rsidP="00BC0C2F">
            <w:pPr>
              <w:pStyle w:val="PlainText"/>
            </w:pPr>
            <w:r>
              <w:t>&lt;allocate and initialize buf and buflen, with buf containing the desired initial image (which in turn contains the desired group, datatype, and dataset definitions), and buf_len containing the size of buf&gt;</w:t>
            </w:r>
          </w:p>
          <w:p w:rsidR="00BC0C2F" w:rsidRDefault="00BC0C2F" w:rsidP="00BC0C2F">
            <w:pPr>
              <w:pStyle w:val="PlainText"/>
            </w:pPr>
          </w:p>
          <w:p w:rsidR="00BC0C2F" w:rsidRDefault="00BC0C2F" w:rsidP="00BC0C2F">
            <w:pPr>
              <w:pStyle w:val="PlainText"/>
            </w:pPr>
            <w:r>
              <w:t>&lt;allocate fapl_id&gt;</w:t>
            </w:r>
          </w:p>
          <w:p w:rsidR="00BC0C2F" w:rsidRDefault="00BC0C2F" w:rsidP="00BC0C2F">
            <w:pPr>
              <w:pStyle w:val="PlainText"/>
            </w:pPr>
          </w:p>
          <w:p w:rsidR="00BC0C2F" w:rsidRDefault="00BC0C2F" w:rsidP="00BC0C2F">
            <w:pPr>
              <w:pStyle w:val="PlainText"/>
            </w:pPr>
            <w:r>
              <w:t>&lt;set fapl to use desired file driver that supports initial images&gt;</w:t>
            </w:r>
          </w:p>
          <w:p w:rsidR="00BC0C2F" w:rsidRDefault="00BC0C2F" w:rsidP="00BC0C2F">
            <w:pPr>
              <w:pStyle w:val="PlainText"/>
            </w:pPr>
          </w:p>
          <w:p w:rsidR="00BC0C2F" w:rsidRDefault="00BC0C2F" w:rsidP="00BC0C2F">
            <w:pPr>
              <w:pStyle w:val="PlainText"/>
            </w:pPr>
            <w:r>
              <w:t>H5Pset_file_image(fapl_id, buf, buf_len);</w:t>
            </w:r>
          </w:p>
          <w:p w:rsidR="00BC0C2F" w:rsidRDefault="00BC0C2F" w:rsidP="00BC0C2F">
            <w:pPr>
              <w:pStyle w:val="PlainText"/>
            </w:pPr>
          </w:p>
          <w:p w:rsidR="00BC0C2F" w:rsidRDefault="00BC0C2F" w:rsidP="00BC0C2F">
            <w:pPr>
              <w:pStyle w:val="PlainText"/>
            </w:pPr>
            <w:r>
              <w:t>&lt;discard buf any time after this point&gt;</w:t>
            </w:r>
          </w:p>
          <w:p w:rsidR="00BC0C2F" w:rsidRDefault="00BC0C2F" w:rsidP="00BC0C2F">
            <w:pPr>
              <w:pStyle w:val="PlainText"/>
            </w:pPr>
          </w:p>
          <w:p w:rsidR="00BC0C2F" w:rsidRDefault="00BC0C2F" w:rsidP="00BC0C2F">
            <w:pPr>
              <w:pStyle w:val="PlainText"/>
            </w:pPr>
            <w:r>
              <w:t>&lt;open file&gt;</w:t>
            </w:r>
          </w:p>
          <w:p w:rsidR="00BC0C2F" w:rsidRDefault="00BC0C2F" w:rsidP="00BC0C2F">
            <w:pPr>
              <w:pStyle w:val="PlainText"/>
            </w:pPr>
          </w:p>
          <w:p w:rsidR="00BC0C2F" w:rsidRDefault="00BC0C2F" w:rsidP="00BC0C2F">
            <w:pPr>
              <w:pStyle w:val="PlainText"/>
            </w:pPr>
            <w:r>
              <w:t>&lt;discard fapl any time after this point&gt;</w:t>
            </w:r>
          </w:p>
          <w:p w:rsidR="00BC0C2F" w:rsidRDefault="00BC0C2F" w:rsidP="00BC0C2F">
            <w:pPr>
              <w:pStyle w:val="PlainText"/>
            </w:pPr>
          </w:p>
          <w:p w:rsidR="00BC0C2F" w:rsidRDefault="00BC0C2F" w:rsidP="00BC0C2F">
            <w:pPr>
              <w:pStyle w:val="PlainText"/>
            </w:pPr>
            <w:r>
              <w:t>&lt;read and/or write file as desired, close&gt;</w:t>
            </w:r>
          </w:p>
          <w:p w:rsidR="00B50584" w:rsidRPr="00186743" w:rsidRDefault="00B50584" w:rsidP="0047588B">
            <w:pPr>
              <w:pStyle w:val="PlainText"/>
            </w:pPr>
          </w:p>
        </w:tc>
      </w:tr>
      <w:tr w:rsidR="00B50584" w:rsidRPr="00137C51">
        <w:trPr>
          <w:jc w:val="center"/>
        </w:trPr>
        <w:tc>
          <w:tcPr>
            <w:tcW w:w="8874" w:type="dxa"/>
          </w:tcPr>
          <w:p w:rsidR="00B50584" w:rsidRPr="00186743" w:rsidRDefault="00B50584" w:rsidP="00BC0C2F">
            <w:pPr>
              <w:pStyle w:val="NormalTable"/>
            </w:pPr>
            <w:r w:rsidRPr="00186743">
              <w:t xml:space="preserve">Example </w:t>
            </w:r>
            <w:r w:rsidR="00BC0C2F">
              <w:t>12</w:t>
            </w:r>
            <w:r w:rsidRPr="00186743">
              <w:t xml:space="preserve">. </w:t>
            </w:r>
            <w:r w:rsidR="00BC0C2F">
              <w:t>Using a template file</w:t>
            </w:r>
          </w:p>
        </w:tc>
      </w:tr>
    </w:tbl>
    <w:p w:rsidR="00B50584" w:rsidRDefault="00B50584" w:rsidP="00B62087"/>
    <w:p w:rsidR="00B62087" w:rsidRDefault="00B62087" w:rsidP="00B62087">
      <w:r>
        <w:t xml:space="preserve">Observe that the above pseudo code includes an unnecessary buffer allocation and copy in the call to </w:t>
      </w:r>
      <w:r w:rsidRPr="00141D4C">
        <w:rPr>
          <w:rFonts w:ascii="Courier New" w:hAnsi="Courier New" w:cs="Courier New"/>
          <w:sz w:val="18"/>
        </w:rPr>
        <w:t>H5Pset_file_</w:t>
      </w:r>
      <w:proofErr w:type="gramStart"/>
      <w:r w:rsidRPr="00141D4C">
        <w:rPr>
          <w:rFonts w:ascii="Courier New" w:hAnsi="Courier New" w:cs="Courier New"/>
          <w:sz w:val="18"/>
        </w:rPr>
        <w:t>image(</w:t>
      </w:r>
      <w:proofErr w:type="gramEnd"/>
      <w:r w:rsidRPr="00141D4C">
        <w:rPr>
          <w:rFonts w:ascii="Courier New" w:hAnsi="Courier New" w:cs="Courier New"/>
          <w:sz w:val="18"/>
        </w:rPr>
        <w:t>)</w:t>
      </w:r>
      <w:r w:rsidR="006564E8">
        <w:t xml:space="preserve">. </w:t>
      </w:r>
      <w:r>
        <w:t>As we have already discussed ways of avoiding this, we will not address that issue here.</w:t>
      </w:r>
    </w:p>
    <w:p w:rsidR="008A4EF3" w:rsidRDefault="008A4EF3" w:rsidP="00B62087"/>
    <w:p w:rsidR="00B62087" w:rsidRDefault="00B62087" w:rsidP="00B62087">
      <w:r>
        <w:t>What is interesting in this case is to consider why the application would find this use case attractive.</w:t>
      </w:r>
    </w:p>
    <w:p w:rsidR="008A4EF3" w:rsidRDefault="008A4EF3" w:rsidP="00B62087"/>
    <w:p w:rsidR="00B62087" w:rsidRDefault="00B62087" w:rsidP="00B62087">
      <w:r>
        <w:t>In the serial case, at first glance there seems little reason to use the initial image facility at all</w:t>
      </w:r>
      <w:r w:rsidR="00141D4C">
        <w:t>.</w:t>
      </w:r>
      <w:r>
        <w:t xml:space="preserve"> </w:t>
      </w:r>
      <w:r w:rsidR="00141D4C">
        <w:t xml:space="preserve">It </w:t>
      </w:r>
      <w:r>
        <w:t>is easy enough to use standard C calls to duplicate a template file, rename it as desired, and then open it as an HDF5 file</w:t>
      </w:r>
      <w:r w:rsidR="006564E8">
        <w:t xml:space="preserve">. </w:t>
      </w:r>
    </w:p>
    <w:p w:rsidR="008A4EF3" w:rsidRDefault="008A4EF3" w:rsidP="00B62087"/>
    <w:p w:rsidR="00B62087" w:rsidRDefault="00B62087" w:rsidP="00B62087">
      <w:r>
        <w:t>However, this assumes that the template file will always be available and in the expected place</w:t>
      </w:r>
      <w:r w:rsidR="00141D4C">
        <w:t>. This is</w:t>
      </w:r>
      <w:r>
        <w:t xml:space="preserve"> a questionable assumption for an application that will be widely distributed. Thus</w:t>
      </w:r>
      <w:r w:rsidR="00141D4C">
        <w:t>,</w:t>
      </w:r>
      <w:r>
        <w:t xml:space="preserve"> we can at least make an argument for either keeping an image of the template file in the executable or for including code for writing the desired standard definitions to new HDF5 files.</w:t>
      </w:r>
    </w:p>
    <w:p w:rsidR="008A4EF3" w:rsidRDefault="008A4EF3" w:rsidP="00B62087"/>
    <w:p w:rsidR="00B62087" w:rsidRDefault="00B62087" w:rsidP="00B62087">
      <w:r>
        <w:t>Assuming the image is relatively small, we can further make an argument for the image in place of the code, as, quite simply, the image should be easier to maintain and modify with a</w:t>
      </w:r>
      <w:r w:rsidR="0066455E">
        <w:t>n</w:t>
      </w:r>
      <w:r>
        <w:t xml:space="preserve"> HDF5 file editor.</w:t>
      </w:r>
    </w:p>
    <w:p w:rsidR="008A4EF3" w:rsidRDefault="008A4EF3" w:rsidP="00B62087"/>
    <w:p w:rsidR="00B62087" w:rsidRDefault="00B62087" w:rsidP="00B62087">
      <w:r>
        <w:t xml:space="preserve">However, there remains the question of why one should pass the image to the </w:t>
      </w:r>
      <w:r w:rsidR="00543630">
        <w:t>HDF5 Library</w:t>
      </w:r>
      <w:r>
        <w:t xml:space="preserve"> instead of writing it directly with standard C calls and then using HDF5 to open it</w:t>
      </w:r>
      <w:r w:rsidR="006564E8">
        <w:t xml:space="preserve">. </w:t>
      </w:r>
      <w:r>
        <w:t>Other than convenience and a slight reduction in code size, we are hard pressed to offer a reason</w:t>
      </w:r>
      <w:r w:rsidR="006564E8">
        <w:t>.</w:t>
      </w:r>
      <w:r w:rsidR="007416DE">
        <w:t xml:space="preserve"> </w:t>
      </w:r>
    </w:p>
    <w:p w:rsidR="008A4EF3" w:rsidRDefault="008A4EF3" w:rsidP="00B62087"/>
    <w:p w:rsidR="00B62087" w:rsidRDefault="00B62087" w:rsidP="00B62087">
      <w:r>
        <w:t>In contrast, the argument is stronger in the parallel case</w:t>
      </w:r>
      <w:r w:rsidR="00124DDD">
        <w:t xml:space="preserve"> since</w:t>
      </w:r>
      <w:r>
        <w:t xml:space="preserve"> group, datatype, and dataset creations are all </w:t>
      </w:r>
      <w:r w:rsidR="007416DE">
        <w:t xml:space="preserve">expensive </w:t>
      </w:r>
      <w:r>
        <w:t>collective operations</w:t>
      </w:r>
      <w:r w:rsidR="006564E8">
        <w:t xml:space="preserve">. </w:t>
      </w:r>
      <w:r w:rsidR="003E30A2">
        <w:t xml:space="preserve">The argument </w:t>
      </w:r>
      <w:r>
        <w:t>is also weaker</w:t>
      </w:r>
      <w:r w:rsidR="003E30A2">
        <w:t>:</w:t>
      </w:r>
      <w:r>
        <w:t xml:space="preserve"> simply copying an existing template file and opening it should lose many of its disadvantages in the HPC context although we would imagine that it is always useful to reduce the number of files in a deployment.</w:t>
      </w:r>
    </w:p>
    <w:p w:rsidR="008A4EF3" w:rsidRDefault="008A4EF3" w:rsidP="00B62087"/>
    <w:p w:rsidR="00FA3F06" w:rsidRDefault="00B62087" w:rsidP="00B62087">
      <w:r>
        <w:lastRenderedPageBreak/>
        <w:t>In closing, we would like to consider one last point</w:t>
      </w:r>
      <w:r w:rsidR="006564E8">
        <w:t xml:space="preserve">. </w:t>
      </w:r>
      <w:r>
        <w:t>In the parallel case, we would expect template files to be quite large</w:t>
      </w:r>
      <w:r w:rsidR="00124DDD">
        <w:t>.</w:t>
      </w:r>
      <w:r>
        <w:t xml:space="preserve"> </w:t>
      </w:r>
      <w:r w:rsidR="00124DDD">
        <w:t xml:space="preserve">Parallel </w:t>
      </w:r>
      <w:r>
        <w:t>HDF5 requires eager space allocation for chunked datasets</w:t>
      </w:r>
      <w:r w:rsidR="00124DDD">
        <w:t>.</w:t>
      </w:r>
      <w:r>
        <w:t xml:space="preserve"> </w:t>
      </w:r>
      <w:r w:rsidR="00124DDD">
        <w:t xml:space="preserve">For </w:t>
      </w:r>
      <w:r>
        <w:t>similar reasons, we would expect template files in this context to contain long sequences of zeros with a scattering of metadata here and there</w:t>
      </w:r>
      <w:r w:rsidR="006564E8">
        <w:t xml:space="preserve">. </w:t>
      </w:r>
      <w:r>
        <w:t>Such files would compress well, and the compressed images would be cheap to distribute across the available processes if necessary</w:t>
      </w:r>
      <w:r w:rsidR="006564E8">
        <w:t xml:space="preserve">. </w:t>
      </w:r>
      <w:r>
        <w:t>Once distributed, each process could uncompress the image and write to file those sections containing actual data that lay within the section of the file assigned to the process</w:t>
      </w:r>
      <w:r w:rsidR="006564E8">
        <w:t xml:space="preserve">. </w:t>
      </w:r>
      <w:r>
        <w:t>This approach might be significantly faster than a simple copy as it would allow sparse writes, and thus it might provide a compelling use case for template files</w:t>
      </w:r>
      <w:r w:rsidR="006564E8">
        <w:t xml:space="preserve">. </w:t>
      </w:r>
      <w:r>
        <w:t xml:space="preserve">However, </w:t>
      </w:r>
      <w:r w:rsidR="00124DDD">
        <w:t xml:space="preserve">this approach would </w:t>
      </w:r>
      <w:r>
        <w:t>require extending our current API to allow compressed images</w:t>
      </w:r>
      <w:r w:rsidR="00124DDD">
        <w:t xml:space="preserve">. We would also have to add the </w:t>
      </w:r>
      <w:r>
        <w:t>H5Pget/set_image_decompression_</w:t>
      </w:r>
      <w:proofErr w:type="gramStart"/>
      <w:r>
        <w:t>callback(</w:t>
      </w:r>
      <w:proofErr w:type="gramEnd"/>
      <w:r>
        <w:t>) API calls.</w:t>
      </w:r>
      <w:r w:rsidR="00124DDD">
        <w:t xml:space="preserve"> </w:t>
      </w:r>
      <w:r>
        <w:t>We see no problem in doing this</w:t>
      </w:r>
      <w:r w:rsidR="006564E8">
        <w:t xml:space="preserve">. </w:t>
      </w:r>
      <w:r>
        <w:t>However, it is beyond the scope of the current effort, and thus we will not pursue the matter further unless there is interest in our doing so.</w:t>
      </w:r>
      <w:r w:rsidR="0000300F">
        <w:t xml:space="preserve"> </w:t>
      </w:r>
    </w:p>
    <w:p w:rsidR="008A4EF3" w:rsidRDefault="008A4EF3" w:rsidP="00B62087"/>
    <w:p w:rsidR="00CF0188" w:rsidRDefault="00CF0188" w:rsidP="00B62087"/>
    <w:p w:rsidR="00B97404" w:rsidRDefault="00B97404" w:rsidP="00DD7D61"/>
    <w:p w:rsidR="00B97404" w:rsidRDefault="00B97404" w:rsidP="00B97404">
      <w:pPr>
        <w:pStyle w:val="Heading1"/>
      </w:pPr>
      <w:bookmarkStart w:id="46" w:name="_Toc318963006"/>
      <w:r>
        <w:lastRenderedPageBreak/>
        <w:t xml:space="preserve">Java Signatures </w:t>
      </w:r>
      <w:r w:rsidR="006F79F9">
        <w:t xml:space="preserve">for File Image Operations </w:t>
      </w:r>
      <w:r>
        <w:t>API Calls</w:t>
      </w:r>
      <w:bookmarkEnd w:id="46"/>
    </w:p>
    <w:p w:rsidR="00B97404" w:rsidRDefault="006F79F9" w:rsidP="00B97404">
      <w:r>
        <w:t>Potential Java function call signatures for the file image operation APIs are described in this section. These have not yet been implemented, and t</w:t>
      </w:r>
      <w:r w:rsidR="00B97404">
        <w:t>here are no immediate plans for implementation.</w:t>
      </w:r>
    </w:p>
    <w:p w:rsidR="00B97404" w:rsidRDefault="00B97404" w:rsidP="00B97404"/>
    <w:p w:rsidR="00B97404" w:rsidRDefault="00B97404" w:rsidP="00B97404">
      <w:r>
        <w:t xml:space="preserve">Note that the </w:t>
      </w:r>
      <w:r w:rsidRPr="006F79F9">
        <w:rPr>
          <w:rFonts w:ascii="Courier New" w:hAnsi="Courier New" w:cs="Courier New"/>
          <w:sz w:val="18"/>
        </w:rPr>
        <w:t>H5LTopen_file_</w:t>
      </w:r>
      <w:proofErr w:type="gramStart"/>
      <w:r w:rsidRPr="006F79F9">
        <w:rPr>
          <w:rFonts w:ascii="Courier New" w:hAnsi="Courier New" w:cs="Courier New"/>
          <w:sz w:val="18"/>
        </w:rPr>
        <w:t>image(</w:t>
      </w:r>
      <w:proofErr w:type="gramEnd"/>
      <w:r w:rsidRPr="006F79F9">
        <w:rPr>
          <w:rFonts w:ascii="Courier New" w:hAnsi="Courier New" w:cs="Courier New"/>
          <w:sz w:val="18"/>
        </w:rPr>
        <w:t>)</w:t>
      </w:r>
      <w:r>
        <w:t xml:space="preserve"> call is omitted</w:t>
      </w:r>
      <w:r w:rsidR="006F79F9">
        <w:t>. Our</w:t>
      </w:r>
      <w:r>
        <w:t xml:space="preserve"> practice has been </w:t>
      </w:r>
      <w:r w:rsidR="006F79F9">
        <w:t xml:space="preserve">to </w:t>
      </w:r>
      <w:r>
        <w:t>not support high</w:t>
      </w:r>
      <w:r w:rsidR="00555DD7">
        <w:t>-</w:t>
      </w:r>
      <w:r>
        <w:t>level library calls in Java.</w:t>
      </w:r>
    </w:p>
    <w:p w:rsidR="00B97404" w:rsidRDefault="00B97404" w:rsidP="00B97404"/>
    <w:p w:rsidR="006640F9" w:rsidRDefault="006640F9" w:rsidP="006640F9">
      <w:pPr>
        <w:pStyle w:val="SubSectionHeading"/>
      </w:pPr>
      <w:r>
        <w:t>H5Pset_file_image</w:t>
      </w:r>
    </w:p>
    <w:p w:rsidR="00B97404" w:rsidRDefault="00B97404" w:rsidP="00B97404">
      <w:pPr>
        <w:pStyle w:val="PlainText"/>
      </w:pPr>
      <w:proofErr w:type="gramStart"/>
      <w:r>
        <w:t>int</w:t>
      </w:r>
      <w:proofErr w:type="gramEnd"/>
      <w:r>
        <w:t xml:space="preserve"> H5Pset_file_image(int fapl_id, const byte[] buf_ptr);</w:t>
      </w:r>
    </w:p>
    <w:p w:rsidR="00B97404" w:rsidRDefault="00B97404" w:rsidP="006640F9"/>
    <w:p w:rsidR="006640F9" w:rsidRDefault="006640F9" w:rsidP="006640F9">
      <w:pPr>
        <w:pStyle w:val="SubSectionHeading"/>
      </w:pPr>
      <w:r>
        <w:t>H5Pget_file_image</w:t>
      </w:r>
    </w:p>
    <w:p w:rsidR="00B97404" w:rsidRDefault="00B97404" w:rsidP="00B97404">
      <w:pPr>
        <w:pStyle w:val="PlainText"/>
      </w:pPr>
      <w:r>
        <w:t>herr_t H5Pget_file_</w:t>
      </w:r>
      <w:proofErr w:type="gramStart"/>
      <w:r>
        <w:t>image(</w:t>
      </w:r>
      <w:proofErr w:type="gramEnd"/>
      <w:r>
        <w:t>hid_t fapl_id, byte[] buf_ptr_ptr);</w:t>
      </w:r>
    </w:p>
    <w:p w:rsidR="00B97404" w:rsidRDefault="00B97404" w:rsidP="006640F9"/>
    <w:p w:rsidR="006640F9" w:rsidRDefault="006640F9" w:rsidP="006640F9">
      <w:pPr>
        <w:pStyle w:val="SubSectionHeading"/>
      </w:pPr>
      <w:r>
        <w:t>H5_file_image_op_t</w:t>
      </w:r>
    </w:p>
    <w:p w:rsidR="00B97404" w:rsidRDefault="00B97404" w:rsidP="00B97404">
      <w:pPr>
        <w:pStyle w:val="PlainText"/>
      </w:pPr>
      <w:proofErr w:type="gramStart"/>
      <w:r>
        <w:t>public</w:t>
      </w:r>
      <w:proofErr w:type="gramEnd"/>
      <w:r>
        <w:t xml:space="preserve"> static H5_file_image_op_t </w:t>
      </w:r>
    </w:p>
    <w:p w:rsidR="00B97404" w:rsidRDefault="00B97404" w:rsidP="00B97404">
      <w:pPr>
        <w:pStyle w:val="PlainText"/>
      </w:pPr>
      <w:r>
        <w:t>{</w:t>
      </w:r>
    </w:p>
    <w:p w:rsidR="00B97404" w:rsidRDefault="00B97404" w:rsidP="00B97404">
      <w:pPr>
        <w:pStyle w:val="PlainText"/>
      </w:pPr>
      <w:r>
        <w:t xml:space="preserve">    H5_FILE_IMAGE_OP_PROPERTY_LIST_SET,</w:t>
      </w:r>
    </w:p>
    <w:p w:rsidR="00B97404" w:rsidRDefault="00B97404" w:rsidP="00B97404">
      <w:pPr>
        <w:pStyle w:val="PlainText"/>
      </w:pPr>
      <w:r>
        <w:t xml:space="preserve">    H5_FILE_IMAGE_OP_PROPERTY_LIST_COPY,</w:t>
      </w:r>
    </w:p>
    <w:p w:rsidR="00B97404" w:rsidRDefault="00B97404" w:rsidP="00B97404">
      <w:pPr>
        <w:pStyle w:val="PlainText"/>
      </w:pPr>
      <w:r>
        <w:t xml:space="preserve">    H5_FILE_IMAGE_OP_PROPERTY_LIST_GET, </w:t>
      </w:r>
    </w:p>
    <w:p w:rsidR="00B97404" w:rsidRDefault="00B97404" w:rsidP="00B97404">
      <w:pPr>
        <w:pStyle w:val="PlainText"/>
      </w:pPr>
      <w:r>
        <w:t xml:space="preserve">    H5_FILE_IMAGE_OP_PROPERTY_LIST_CLOSE,</w:t>
      </w:r>
    </w:p>
    <w:p w:rsidR="00B97404" w:rsidRDefault="00B97404" w:rsidP="00B97404">
      <w:pPr>
        <w:pStyle w:val="PlainText"/>
      </w:pPr>
      <w:r>
        <w:t xml:space="preserve">    H5_FILE_IMAGE_OP_FILE_OPEN,</w:t>
      </w:r>
    </w:p>
    <w:p w:rsidR="00B97404" w:rsidRDefault="00B97404" w:rsidP="00B97404">
      <w:pPr>
        <w:pStyle w:val="PlainText"/>
      </w:pPr>
      <w:r>
        <w:t xml:space="preserve">    H5_FILE_IMAGE_OP_FILE_RESIZE,</w:t>
      </w:r>
    </w:p>
    <w:p w:rsidR="00B97404" w:rsidRDefault="00B97404" w:rsidP="00B97404">
      <w:pPr>
        <w:pStyle w:val="PlainText"/>
      </w:pPr>
      <w:r>
        <w:t xml:space="preserve">    H5_FILE_IMAGE_OP_FILE_CLOSE</w:t>
      </w:r>
    </w:p>
    <w:p w:rsidR="00B97404" w:rsidRDefault="00B97404" w:rsidP="00B97404">
      <w:pPr>
        <w:pStyle w:val="PlainText"/>
      </w:pPr>
      <w:r>
        <w:t>}</w:t>
      </w:r>
    </w:p>
    <w:p w:rsidR="00B97404" w:rsidRDefault="00B97404" w:rsidP="006640F9"/>
    <w:p w:rsidR="006640F9" w:rsidRDefault="006640F9" w:rsidP="006640F9">
      <w:pPr>
        <w:pStyle w:val="SubSectionHeading"/>
      </w:pPr>
      <w:r>
        <w:t>H5_file_image_malloc_cb</w:t>
      </w:r>
    </w:p>
    <w:p w:rsidR="00B97404" w:rsidRDefault="00B97404" w:rsidP="00B97404">
      <w:pPr>
        <w:pStyle w:val="PlainText"/>
      </w:pPr>
      <w:proofErr w:type="gramStart"/>
      <w:r>
        <w:t>public</w:t>
      </w:r>
      <w:proofErr w:type="gramEnd"/>
      <w:r>
        <w:t xml:space="preserve"> interface H5_file_image_malloc_cb extends Callbacks {</w:t>
      </w:r>
    </w:p>
    <w:p w:rsidR="00B97404" w:rsidRDefault="00B97404" w:rsidP="00B97404">
      <w:pPr>
        <w:pStyle w:val="PlainText"/>
      </w:pPr>
      <w:r>
        <w:t xml:space="preserve">    </w:t>
      </w:r>
      <w:proofErr w:type="gramStart"/>
      <w:r>
        <w:t>buf[</w:t>
      </w:r>
      <w:proofErr w:type="gramEnd"/>
      <w:r>
        <w:t>] callback(H5_file_image_op_t file_image_op, CBuserdata udata);</w:t>
      </w:r>
    </w:p>
    <w:p w:rsidR="00B97404" w:rsidRDefault="00B97404" w:rsidP="00B97404">
      <w:pPr>
        <w:pStyle w:val="PlainText"/>
      </w:pPr>
      <w:r>
        <w:t>}</w:t>
      </w:r>
    </w:p>
    <w:p w:rsidR="00B97404" w:rsidRDefault="00B97404" w:rsidP="006640F9"/>
    <w:p w:rsidR="006640F9" w:rsidRDefault="006640F9" w:rsidP="006640F9">
      <w:pPr>
        <w:pStyle w:val="SubSectionHeading"/>
      </w:pPr>
      <w:r>
        <w:t>H5_file_image_memcpy_cb</w:t>
      </w:r>
    </w:p>
    <w:p w:rsidR="00B97404" w:rsidRDefault="00B97404" w:rsidP="00B97404">
      <w:pPr>
        <w:pStyle w:val="PlainText"/>
      </w:pPr>
      <w:proofErr w:type="gramStart"/>
      <w:r>
        <w:t>public</w:t>
      </w:r>
      <w:proofErr w:type="gramEnd"/>
      <w:r>
        <w:t xml:space="preserve"> interface H5_file_image_memcpy_cb extends Callbacks {</w:t>
      </w:r>
    </w:p>
    <w:p w:rsidR="00B97404" w:rsidRDefault="00B97404" w:rsidP="00B97404">
      <w:pPr>
        <w:pStyle w:val="PlainText"/>
      </w:pPr>
      <w:proofErr w:type="gramStart"/>
      <w:r>
        <w:t>buf[</w:t>
      </w:r>
      <w:proofErr w:type="gramEnd"/>
      <w:r>
        <w:t>] callback(buf[] dest, const buf[] src, H5_file_image_op_t file_image_op, CBuserdata udata);</w:t>
      </w:r>
    </w:p>
    <w:p w:rsidR="00B97404" w:rsidRDefault="00B97404" w:rsidP="00B97404">
      <w:pPr>
        <w:pStyle w:val="PlainText"/>
      </w:pPr>
      <w:r>
        <w:t>}</w:t>
      </w:r>
    </w:p>
    <w:p w:rsidR="00B97404" w:rsidRDefault="00B97404" w:rsidP="006640F9"/>
    <w:p w:rsidR="006640F9" w:rsidRDefault="006640F9" w:rsidP="006640F9">
      <w:pPr>
        <w:pStyle w:val="SubSectionHeading"/>
      </w:pPr>
      <w:r>
        <w:t>H5_file_image_realloc_cb</w:t>
      </w:r>
    </w:p>
    <w:p w:rsidR="00B97404" w:rsidRDefault="00B97404" w:rsidP="00B97404">
      <w:pPr>
        <w:pStyle w:val="PlainText"/>
      </w:pPr>
      <w:proofErr w:type="gramStart"/>
      <w:r>
        <w:t>public</w:t>
      </w:r>
      <w:proofErr w:type="gramEnd"/>
      <w:r>
        <w:t xml:space="preserve"> interface H5_file_image_realloc_cb extends Callbacks {</w:t>
      </w:r>
    </w:p>
    <w:p w:rsidR="00B97404" w:rsidRDefault="00B97404" w:rsidP="00B97404">
      <w:pPr>
        <w:pStyle w:val="PlainText"/>
      </w:pPr>
      <w:r>
        <w:t xml:space="preserve">    </w:t>
      </w:r>
      <w:proofErr w:type="gramStart"/>
      <w:r>
        <w:t>buf[</w:t>
      </w:r>
      <w:proofErr w:type="gramEnd"/>
      <w:r>
        <w:t>] callback(buf[] ptr, H5_file_image_op_t file_image_op, CBuserdata udata);</w:t>
      </w:r>
    </w:p>
    <w:p w:rsidR="00B97404" w:rsidRDefault="00B97404" w:rsidP="00B97404">
      <w:pPr>
        <w:pStyle w:val="PlainText"/>
      </w:pPr>
      <w:r>
        <w:t>}</w:t>
      </w:r>
    </w:p>
    <w:p w:rsidR="00B97404" w:rsidRDefault="00B97404" w:rsidP="006640F9"/>
    <w:p w:rsidR="006640F9" w:rsidRDefault="006640F9" w:rsidP="006640F9">
      <w:pPr>
        <w:pStyle w:val="SubSectionHeading"/>
      </w:pPr>
      <w:r>
        <w:t>H5_file_image_free_cb</w:t>
      </w:r>
    </w:p>
    <w:p w:rsidR="00B97404" w:rsidRDefault="00B97404" w:rsidP="00B97404">
      <w:pPr>
        <w:pStyle w:val="PlainText"/>
      </w:pPr>
      <w:proofErr w:type="gramStart"/>
      <w:r>
        <w:t>public</w:t>
      </w:r>
      <w:proofErr w:type="gramEnd"/>
      <w:r>
        <w:t xml:space="preserve"> interface H5_file_image_free_cb extends Callbacks {</w:t>
      </w:r>
    </w:p>
    <w:p w:rsidR="00B97404" w:rsidRDefault="00B97404" w:rsidP="00B97404">
      <w:pPr>
        <w:pStyle w:val="PlainText"/>
      </w:pPr>
      <w:r>
        <w:t xml:space="preserve">    </w:t>
      </w:r>
      <w:proofErr w:type="gramStart"/>
      <w:r>
        <w:t>void</w:t>
      </w:r>
      <w:proofErr w:type="gramEnd"/>
      <w:r>
        <w:t xml:space="preserve"> callback(buf[] ptr, H5_file_image_op_t file_image_op, CBuserdata udata);</w:t>
      </w:r>
    </w:p>
    <w:p w:rsidR="00B97404" w:rsidRDefault="00B97404" w:rsidP="00B97404">
      <w:pPr>
        <w:pStyle w:val="PlainText"/>
      </w:pPr>
      <w:r>
        <w:t>}</w:t>
      </w:r>
    </w:p>
    <w:p w:rsidR="00B97404" w:rsidRDefault="00B97404" w:rsidP="006640F9"/>
    <w:p w:rsidR="006640F9" w:rsidRDefault="006640F9" w:rsidP="006640F9">
      <w:pPr>
        <w:pStyle w:val="SubSectionHeading"/>
      </w:pPr>
      <w:r>
        <w:lastRenderedPageBreak/>
        <w:t>H5_file_udata_copy_cb</w:t>
      </w:r>
    </w:p>
    <w:p w:rsidR="00B97404" w:rsidRDefault="00B97404" w:rsidP="00B97404">
      <w:pPr>
        <w:pStyle w:val="PlainText"/>
      </w:pPr>
      <w:proofErr w:type="gramStart"/>
      <w:r>
        <w:t>public</w:t>
      </w:r>
      <w:proofErr w:type="gramEnd"/>
      <w:r>
        <w:t xml:space="preserve"> interface H5_file_udata_copy_cb extends Callbacks {</w:t>
      </w:r>
    </w:p>
    <w:p w:rsidR="00B97404" w:rsidRDefault="00B97404" w:rsidP="00B97404">
      <w:pPr>
        <w:pStyle w:val="PlainText"/>
      </w:pPr>
      <w:r>
        <w:t xml:space="preserve">    </w:t>
      </w:r>
      <w:proofErr w:type="gramStart"/>
      <w:r>
        <w:t>buf[</w:t>
      </w:r>
      <w:proofErr w:type="gramEnd"/>
      <w:r>
        <w:t>] callback(CBuserdata udata);</w:t>
      </w:r>
    </w:p>
    <w:p w:rsidR="00B97404" w:rsidRDefault="00B97404" w:rsidP="00B97404">
      <w:pPr>
        <w:pStyle w:val="PlainText"/>
      </w:pPr>
      <w:r>
        <w:t>}</w:t>
      </w:r>
    </w:p>
    <w:p w:rsidR="00B97404" w:rsidRDefault="00B97404" w:rsidP="006640F9"/>
    <w:p w:rsidR="006640F9" w:rsidRDefault="006640F9" w:rsidP="006640F9">
      <w:pPr>
        <w:pStyle w:val="SubSectionHeading"/>
      </w:pPr>
      <w:r>
        <w:t>H5_file_udata_free_cb</w:t>
      </w:r>
    </w:p>
    <w:p w:rsidR="00B97404" w:rsidRDefault="00B97404" w:rsidP="00B97404">
      <w:pPr>
        <w:pStyle w:val="PlainText"/>
      </w:pPr>
      <w:proofErr w:type="gramStart"/>
      <w:r>
        <w:t>public</w:t>
      </w:r>
      <w:proofErr w:type="gramEnd"/>
      <w:r>
        <w:t xml:space="preserve"> interface H5_file_udata_free_cb extends Callbacks {</w:t>
      </w:r>
    </w:p>
    <w:p w:rsidR="00B97404" w:rsidRDefault="00B97404" w:rsidP="00B97404">
      <w:pPr>
        <w:pStyle w:val="PlainText"/>
      </w:pPr>
      <w:r>
        <w:t xml:space="preserve">    </w:t>
      </w:r>
      <w:proofErr w:type="gramStart"/>
      <w:r>
        <w:t>void</w:t>
      </w:r>
      <w:proofErr w:type="gramEnd"/>
      <w:r>
        <w:t xml:space="preserve"> callback(CBuserdata udata);</w:t>
      </w:r>
    </w:p>
    <w:p w:rsidR="00B97404" w:rsidRDefault="00B97404" w:rsidP="00B97404">
      <w:pPr>
        <w:pStyle w:val="PlainText"/>
      </w:pPr>
      <w:r>
        <w:t>}</w:t>
      </w:r>
    </w:p>
    <w:p w:rsidR="00B97404" w:rsidRDefault="00B97404" w:rsidP="006640F9"/>
    <w:p w:rsidR="006640F9" w:rsidRDefault="006640F9" w:rsidP="006640F9">
      <w:pPr>
        <w:pStyle w:val="SubSectionHeading"/>
      </w:pPr>
      <w:r>
        <w:t>H5_file_image_callbacks_t</w:t>
      </w:r>
    </w:p>
    <w:p w:rsidR="00B97404" w:rsidRDefault="00B97404" w:rsidP="00B97404">
      <w:pPr>
        <w:pStyle w:val="PlainText"/>
      </w:pPr>
      <w:proofErr w:type="gramStart"/>
      <w:r>
        <w:t>public</w:t>
      </w:r>
      <w:proofErr w:type="gramEnd"/>
      <w:r>
        <w:t xml:space="preserve"> abstract class H5_file_image_callbacks_t</w:t>
      </w:r>
    </w:p>
    <w:p w:rsidR="00B97404" w:rsidRDefault="00B97404" w:rsidP="00B97404">
      <w:pPr>
        <w:pStyle w:val="PlainText"/>
      </w:pPr>
      <w:r>
        <w:t>{</w:t>
      </w:r>
    </w:p>
    <w:p w:rsidR="00B97404" w:rsidRDefault="00B97404" w:rsidP="00B97404">
      <w:pPr>
        <w:pStyle w:val="PlainText"/>
      </w:pPr>
      <w:r>
        <w:t xml:space="preserve">    H5_file_image_malloc_cb image_malloc;     </w:t>
      </w:r>
    </w:p>
    <w:p w:rsidR="00B97404" w:rsidRDefault="00B97404" w:rsidP="00B97404">
      <w:pPr>
        <w:pStyle w:val="PlainText"/>
      </w:pPr>
      <w:r>
        <w:t xml:space="preserve">    H5_file_image_memcpy_cb image_memcpy;     </w:t>
      </w:r>
    </w:p>
    <w:p w:rsidR="00B97404" w:rsidRDefault="00B97404" w:rsidP="00B97404">
      <w:pPr>
        <w:pStyle w:val="PlainText"/>
      </w:pPr>
      <w:r>
        <w:t xml:space="preserve">    H5_file_image_realloc_cb image_realloc;      </w:t>
      </w:r>
    </w:p>
    <w:p w:rsidR="00B97404" w:rsidRDefault="00B97404" w:rsidP="00B97404">
      <w:pPr>
        <w:pStyle w:val="PlainText"/>
      </w:pPr>
      <w:r>
        <w:t xml:space="preserve">    H5_file_image_free_cb image_free;      </w:t>
      </w:r>
    </w:p>
    <w:p w:rsidR="00B97404" w:rsidRDefault="00B97404" w:rsidP="00B97404">
      <w:pPr>
        <w:pStyle w:val="PlainText"/>
      </w:pPr>
      <w:r>
        <w:t xml:space="preserve">    H5_file_udata_copy_cb udata_copy;     </w:t>
      </w:r>
    </w:p>
    <w:p w:rsidR="00B97404" w:rsidRDefault="00B97404" w:rsidP="00B97404">
      <w:pPr>
        <w:pStyle w:val="PlainText"/>
      </w:pPr>
      <w:r>
        <w:t xml:space="preserve">    H5_file_udata_free_cb udata_free;     </w:t>
      </w:r>
    </w:p>
    <w:p w:rsidR="00B97404" w:rsidRDefault="00B97404" w:rsidP="00B97404">
      <w:pPr>
        <w:pStyle w:val="PlainText"/>
      </w:pPr>
      <w:r>
        <w:t xml:space="preserve">    CBuserdata udata;</w:t>
      </w:r>
    </w:p>
    <w:p w:rsidR="00B97404" w:rsidRDefault="00B97404" w:rsidP="00B97404">
      <w:pPr>
        <w:pStyle w:val="PlainText"/>
      </w:pPr>
      <w:r>
        <w:t xml:space="preserve">    </w:t>
      </w:r>
    </w:p>
    <w:p w:rsidR="00B97404" w:rsidRDefault="00B97404" w:rsidP="00B97404">
      <w:pPr>
        <w:pStyle w:val="PlainText"/>
      </w:pPr>
      <w:r>
        <w:t xml:space="preserve">    </w:t>
      </w:r>
      <w:proofErr w:type="gramStart"/>
      <w:r>
        <w:t>public</w:t>
      </w:r>
      <w:proofErr w:type="gramEnd"/>
      <w:r>
        <w:t xml:space="preserve"> H5_file_image_callbacks_t(</w:t>
      </w:r>
    </w:p>
    <w:p w:rsidR="00B97404" w:rsidRDefault="00B97404" w:rsidP="00B97404">
      <w:pPr>
        <w:pStyle w:val="PlainText"/>
      </w:pPr>
      <w:r>
        <w:t xml:space="preserve">            H5_file_image_malloc_cb image_malloc,     </w:t>
      </w:r>
    </w:p>
    <w:p w:rsidR="00B97404" w:rsidRDefault="00B97404" w:rsidP="00B97404">
      <w:pPr>
        <w:pStyle w:val="PlainText"/>
      </w:pPr>
      <w:r>
        <w:t xml:space="preserve">            H5_file_image_memcpy_cb image_memcpy,     </w:t>
      </w:r>
    </w:p>
    <w:p w:rsidR="00B97404" w:rsidRDefault="00B97404" w:rsidP="00B97404">
      <w:pPr>
        <w:pStyle w:val="PlainText"/>
      </w:pPr>
      <w:r>
        <w:t xml:space="preserve">            H5_file_image_realloc_cb image_realloc,      </w:t>
      </w:r>
    </w:p>
    <w:p w:rsidR="00B97404" w:rsidRDefault="00B97404" w:rsidP="00B97404">
      <w:pPr>
        <w:pStyle w:val="PlainText"/>
      </w:pPr>
      <w:r>
        <w:t xml:space="preserve">            H5_file_image_free_cb image_free,      </w:t>
      </w:r>
    </w:p>
    <w:p w:rsidR="00B97404" w:rsidRDefault="00B97404" w:rsidP="00B97404">
      <w:pPr>
        <w:pStyle w:val="PlainText"/>
      </w:pPr>
      <w:r>
        <w:t xml:space="preserve">            H5_file_udata_copy_cb udata_copy,     </w:t>
      </w:r>
    </w:p>
    <w:p w:rsidR="00B97404" w:rsidRDefault="00B97404" w:rsidP="00B97404">
      <w:pPr>
        <w:pStyle w:val="PlainText"/>
      </w:pPr>
      <w:r>
        <w:t xml:space="preserve">            H5_file_udata_free_cb udata_free,</w:t>
      </w:r>
    </w:p>
    <w:p w:rsidR="00B97404" w:rsidRDefault="00B97404" w:rsidP="00B97404">
      <w:pPr>
        <w:pStyle w:val="PlainText"/>
      </w:pPr>
      <w:r>
        <w:t xml:space="preserve">            CBuserdata udata) {</w:t>
      </w:r>
    </w:p>
    <w:p w:rsidR="00B97404" w:rsidRDefault="00B97404" w:rsidP="00B97404">
      <w:pPr>
        <w:pStyle w:val="PlainText"/>
      </w:pPr>
      <w:r>
        <w:t xml:space="preserve">        this.image_malloc = image_malloc; </w:t>
      </w:r>
    </w:p>
    <w:p w:rsidR="00B97404" w:rsidRDefault="00B97404" w:rsidP="00B97404">
      <w:pPr>
        <w:pStyle w:val="PlainText"/>
      </w:pPr>
      <w:r>
        <w:t xml:space="preserve">        this.image_memcpy = image_memcpy; </w:t>
      </w:r>
    </w:p>
    <w:p w:rsidR="00B97404" w:rsidRDefault="00B97404" w:rsidP="00B97404">
      <w:pPr>
        <w:pStyle w:val="PlainText"/>
      </w:pPr>
      <w:r>
        <w:t xml:space="preserve">        this.image_realloc = image_realloc;  </w:t>
      </w:r>
    </w:p>
    <w:p w:rsidR="00B97404" w:rsidRDefault="00B97404" w:rsidP="00B97404">
      <w:pPr>
        <w:pStyle w:val="PlainText"/>
      </w:pPr>
      <w:r>
        <w:t xml:space="preserve">        this.image_free = image_free;  </w:t>
      </w:r>
    </w:p>
    <w:p w:rsidR="00B97404" w:rsidRDefault="00B97404" w:rsidP="00B97404">
      <w:pPr>
        <w:pStyle w:val="PlainText"/>
      </w:pPr>
      <w:r>
        <w:t xml:space="preserve">        this.udata_copy = udata_copy; </w:t>
      </w:r>
    </w:p>
    <w:p w:rsidR="00B97404" w:rsidRDefault="00B97404" w:rsidP="00B97404">
      <w:pPr>
        <w:pStyle w:val="PlainText"/>
      </w:pPr>
      <w:r>
        <w:t xml:space="preserve">        this.udata_free = udata_free;</w:t>
      </w:r>
    </w:p>
    <w:p w:rsidR="00B97404" w:rsidRDefault="00B97404" w:rsidP="00B97404">
      <w:pPr>
        <w:pStyle w:val="PlainText"/>
      </w:pPr>
      <w:r>
        <w:t xml:space="preserve">        this.udata = udata;</w:t>
      </w:r>
    </w:p>
    <w:p w:rsidR="00B97404" w:rsidRDefault="00B97404" w:rsidP="00B97404">
      <w:pPr>
        <w:pStyle w:val="PlainText"/>
      </w:pPr>
      <w:r>
        <w:t xml:space="preserve">    }</w:t>
      </w:r>
    </w:p>
    <w:p w:rsidR="00B97404" w:rsidRDefault="00B97404" w:rsidP="00B97404">
      <w:pPr>
        <w:pStyle w:val="PlainText"/>
      </w:pPr>
      <w:r>
        <w:t>}</w:t>
      </w:r>
    </w:p>
    <w:p w:rsidR="006640F9" w:rsidRDefault="006640F9" w:rsidP="006640F9"/>
    <w:p w:rsidR="006640F9" w:rsidRDefault="006640F9" w:rsidP="006640F9">
      <w:pPr>
        <w:pStyle w:val="SubSectionHeading"/>
      </w:pPr>
      <w:r>
        <w:t>H5Pset_file_image_callbacks</w:t>
      </w:r>
    </w:p>
    <w:p w:rsidR="00B97404" w:rsidRDefault="00B97404" w:rsidP="00B97404">
      <w:pPr>
        <w:pStyle w:val="PlainText"/>
      </w:pPr>
      <w:proofErr w:type="gramStart"/>
      <w:r>
        <w:t>int</w:t>
      </w:r>
      <w:proofErr w:type="gramEnd"/>
      <w:r>
        <w:t xml:space="preserve"> H5Pset_file_image_callbacks(int fapl_id, </w:t>
      </w:r>
    </w:p>
    <w:p w:rsidR="00B97404" w:rsidRDefault="00B97404" w:rsidP="00B97404">
      <w:pPr>
        <w:pStyle w:val="PlainText"/>
      </w:pPr>
      <w:r>
        <w:t xml:space="preserve">  H5_file_image_callbacks_t callbacks_ptr);</w:t>
      </w:r>
    </w:p>
    <w:p w:rsidR="00B97404" w:rsidRDefault="00B97404" w:rsidP="006640F9"/>
    <w:p w:rsidR="006640F9" w:rsidRDefault="006640F9" w:rsidP="006640F9">
      <w:pPr>
        <w:pStyle w:val="SubSectionHeading"/>
      </w:pPr>
      <w:r>
        <w:t>H5Pget_file_image_callbacks</w:t>
      </w:r>
    </w:p>
    <w:p w:rsidR="00B97404" w:rsidRDefault="00B97404" w:rsidP="00B97404">
      <w:pPr>
        <w:pStyle w:val="PlainText"/>
      </w:pPr>
      <w:proofErr w:type="gramStart"/>
      <w:r>
        <w:t>int</w:t>
      </w:r>
      <w:proofErr w:type="gramEnd"/>
      <w:r>
        <w:t xml:space="preserve"> H5Pget_file_image_callbacks(int fapl_id, </w:t>
      </w:r>
    </w:p>
    <w:p w:rsidR="00B97404" w:rsidRDefault="00B97404" w:rsidP="00B97404">
      <w:pPr>
        <w:pStyle w:val="PlainText"/>
      </w:pPr>
      <w:r>
        <w:t xml:space="preserve">  H5_file_image_callbacks_</w:t>
      </w:r>
      <w:proofErr w:type="gramStart"/>
      <w:r>
        <w:t>t[</w:t>
      </w:r>
      <w:proofErr w:type="gramEnd"/>
      <w:r>
        <w:t>] callbacks_ptr);</w:t>
      </w:r>
    </w:p>
    <w:p w:rsidR="00B97404" w:rsidRDefault="00B97404" w:rsidP="006640F9"/>
    <w:p w:rsidR="006640F9" w:rsidRDefault="006640F9" w:rsidP="006640F9">
      <w:pPr>
        <w:pStyle w:val="SubSectionHeading"/>
      </w:pPr>
      <w:r>
        <w:t>H5Fget_file_image</w:t>
      </w:r>
    </w:p>
    <w:p w:rsidR="00B97404" w:rsidRDefault="00B97404" w:rsidP="00B97404">
      <w:pPr>
        <w:pStyle w:val="PlainText"/>
      </w:pPr>
      <w:proofErr w:type="gramStart"/>
      <w:r>
        <w:t>long</w:t>
      </w:r>
      <w:proofErr w:type="gramEnd"/>
      <w:r>
        <w:t xml:space="preserve"> H5Fget_file_image(int file_id, byte[] buf_ptr);</w:t>
      </w:r>
    </w:p>
    <w:p w:rsidR="00B97404" w:rsidRDefault="00B97404" w:rsidP="00DD7D61"/>
    <w:p w:rsidR="00B97404" w:rsidRDefault="00B97404" w:rsidP="00DD7D61"/>
    <w:p w:rsidR="00B97404" w:rsidRDefault="00B97404" w:rsidP="00DD7D61"/>
    <w:p w:rsidR="00B97404" w:rsidRDefault="00B97404" w:rsidP="00B97404">
      <w:pPr>
        <w:pStyle w:val="Heading1"/>
      </w:pPr>
      <w:bookmarkStart w:id="47" w:name="_Toc318963007"/>
      <w:proofErr w:type="gramStart"/>
      <w:r>
        <w:lastRenderedPageBreak/>
        <w:t>Fortran</w:t>
      </w:r>
      <w:proofErr w:type="gramEnd"/>
      <w:r>
        <w:t xml:space="preserve"> Signatures </w:t>
      </w:r>
      <w:r w:rsidR="006F79F9" w:rsidRPr="006F79F9">
        <w:t>for File Image Operations API Calls</w:t>
      </w:r>
      <w:bookmarkEnd w:id="47"/>
    </w:p>
    <w:p w:rsidR="006F79F9" w:rsidRDefault="006F79F9" w:rsidP="006F79F9">
      <w:r>
        <w:t xml:space="preserve">Potential </w:t>
      </w:r>
      <w:proofErr w:type="gramStart"/>
      <w:r>
        <w:t>Fortran</w:t>
      </w:r>
      <w:proofErr w:type="gramEnd"/>
      <w:r>
        <w:t xml:space="preserve"> function call signatures for the file image operation APIs are described in this section. These have not yet been implemented, and there are no immediate plans for implementation.</w:t>
      </w:r>
    </w:p>
    <w:p w:rsidR="006F79F9" w:rsidRDefault="006F79F9" w:rsidP="00B97404"/>
    <w:p w:rsidR="00B97404" w:rsidRDefault="00B97404" w:rsidP="00DD7D61"/>
    <w:p w:rsidR="006F79F9" w:rsidRDefault="006F79F9" w:rsidP="00DD7D61"/>
    <w:p w:rsidR="00B97404" w:rsidRDefault="00B97404" w:rsidP="00B97404">
      <w:pPr>
        <w:pStyle w:val="Heading2"/>
      </w:pPr>
      <w:bookmarkStart w:id="48" w:name="_Toc318963008"/>
      <w:r>
        <w:t>Low</w:t>
      </w:r>
      <w:r w:rsidR="00555DD7">
        <w:t>-l</w:t>
      </w:r>
      <w:r>
        <w:t xml:space="preserve">evel </w:t>
      </w:r>
      <w:proofErr w:type="gramStart"/>
      <w:r w:rsidR="00D047D3">
        <w:t>Fortran</w:t>
      </w:r>
      <w:proofErr w:type="gramEnd"/>
      <w:r w:rsidR="00D047D3">
        <w:t xml:space="preserve"> </w:t>
      </w:r>
      <w:r>
        <w:t xml:space="preserve">API </w:t>
      </w:r>
      <w:r w:rsidR="00D047D3">
        <w:t>Routines</w:t>
      </w:r>
      <w:bookmarkEnd w:id="48"/>
    </w:p>
    <w:p w:rsidR="00B97404" w:rsidRDefault="00B97404" w:rsidP="00B97404">
      <w:r>
        <w:t xml:space="preserve">The </w:t>
      </w:r>
      <w:proofErr w:type="gramStart"/>
      <w:r>
        <w:t>Fortran</w:t>
      </w:r>
      <w:proofErr w:type="gramEnd"/>
      <w:r>
        <w:t xml:space="preserve"> low</w:t>
      </w:r>
      <w:r w:rsidR="00555DD7">
        <w:t>-</w:t>
      </w:r>
      <w:r>
        <w:t>level APIs make use of Fortran 2003’s ISO_C_BINDING module in order to achieve portable and standard conforming interoperability with the C APIs. The C pointer (</w:t>
      </w:r>
      <w:r w:rsidRPr="006F79F9">
        <w:rPr>
          <w:rFonts w:ascii="Courier New" w:hAnsi="Courier New" w:cs="Courier New"/>
          <w:sz w:val="18"/>
        </w:rPr>
        <w:t>C_PTR</w:t>
      </w:r>
      <w:r>
        <w:t>) and function pointer (</w:t>
      </w:r>
      <w:r w:rsidRPr="006F79F9">
        <w:rPr>
          <w:rFonts w:ascii="Courier New" w:hAnsi="Courier New" w:cs="Courier New"/>
          <w:sz w:val="18"/>
        </w:rPr>
        <w:t>C_FUN_PTR</w:t>
      </w:r>
      <w:r>
        <w:t xml:space="preserve">) types are returned from the intrinsic procedures </w:t>
      </w:r>
      <w:r w:rsidRPr="006F79F9">
        <w:rPr>
          <w:rFonts w:ascii="Courier New" w:hAnsi="Courier New" w:cs="Courier New"/>
          <w:sz w:val="18"/>
        </w:rPr>
        <w:t>C_LOC(X)</w:t>
      </w:r>
      <w:r>
        <w:t xml:space="preserve"> and </w:t>
      </w:r>
      <w:r w:rsidRPr="006F79F9">
        <w:rPr>
          <w:rFonts w:ascii="Courier New" w:hAnsi="Courier New" w:cs="Courier New"/>
          <w:sz w:val="18"/>
        </w:rPr>
        <w:t>C_FUNLOC(X)</w:t>
      </w:r>
      <w:r>
        <w:t xml:space="preserve">, respectively, defined in the ISO_C_BINDING module. The argument X is the data or function to which the C pointers point to and must have the TARGET attribute in the calling program. </w:t>
      </w:r>
      <w:r w:rsidR="00881358">
        <w:t xml:space="preserve">Note that </w:t>
      </w:r>
      <w:r>
        <w:t xml:space="preserve">the variable name lengths of the </w:t>
      </w:r>
      <w:proofErr w:type="gramStart"/>
      <w:r>
        <w:t>Fortran</w:t>
      </w:r>
      <w:proofErr w:type="gramEnd"/>
      <w:r>
        <w:t xml:space="preserve"> equivalent of the predefined C constants were shortened to less than 31 characters in order to be Fortran standard compliant.</w:t>
      </w:r>
      <w:r w:rsidR="00881358">
        <w:t xml:space="preserve"> </w:t>
      </w:r>
    </w:p>
    <w:p w:rsidR="007F7507" w:rsidRDefault="007F7507" w:rsidP="00B97404"/>
    <w:p w:rsidR="006F79F9" w:rsidRDefault="006F79F9" w:rsidP="00B97404"/>
    <w:p w:rsidR="006F79F9" w:rsidRDefault="006F79F9" w:rsidP="00B97404"/>
    <w:p w:rsidR="00B97404" w:rsidRDefault="00B97404" w:rsidP="007F7507">
      <w:pPr>
        <w:pStyle w:val="Heading3"/>
      </w:pPr>
      <w:bookmarkStart w:id="49" w:name="_Toc318963009"/>
      <w:r>
        <w:t>H5Pset_file_image_f</w:t>
      </w:r>
      <w:bookmarkEnd w:id="49"/>
    </w:p>
    <w:p w:rsidR="00B97404" w:rsidRDefault="00B97404" w:rsidP="00B97404">
      <w:r>
        <w:t xml:space="preserve">The signature of </w:t>
      </w:r>
      <w:r w:rsidRPr="006F79F9">
        <w:rPr>
          <w:rFonts w:ascii="Courier New" w:hAnsi="Courier New" w:cs="Courier New"/>
          <w:sz w:val="18"/>
        </w:rPr>
        <w:t>H5Pset_file_image_f</w:t>
      </w:r>
      <w:r>
        <w:t xml:space="preserve"> is defined as follows:</w:t>
      </w:r>
    </w:p>
    <w:p w:rsidR="007F7507" w:rsidRDefault="007F7507" w:rsidP="00B97404"/>
    <w:p w:rsidR="00B97404" w:rsidRDefault="00B97404" w:rsidP="007F7507">
      <w:pPr>
        <w:pStyle w:val="PlainText"/>
      </w:pPr>
      <w:r>
        <w:t>SUBROUTINE H5Pset_file_image_</w:t>
      </w:r>
      <w:proofErr w:type="gramStart"/>
      <w:r>
        <w:t>f(</w:t>
      </w:r>
      <w:proofErr w:type="gramEnd"/>
      <w:r>
        <w:t>fapl_id, buf_ptr, buf_len, hdferr)</w:t>
      </w:r>
    </w:p>
    <w:p w:rsidR="007F7507" w:rsidRDefault="007F7507" w:rsidP="00B97404"/>
    <w:p w:rsidR="00B97404" w:rsidRDefault="00B97404" w:rsidP="00B97404">
      <w:r>
        <w:t xml:space="preserve">The parameters of </w:t>
      </w:r>
      <w:r w:rsidRPr="00823CD4">
        <w:rPr>
          <w:rFonts w:ascii="Courier New" w:hAnsi="Courier New" w:cs="Courier New"/>
          <w:sz w:val="18"/>
        </w:rPr>
        <w:t>H5Pset_file_image</w:t>
      </w:r>
      <w:r>
        <w:t xml:space="preserve"> are defined as follows:</w:t>
      </w:r>
    </w:p>
    <w:p w:rsidR="007F7507" w:rsidRDefault="007F7507" w:rsidP="00B9740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5274"/>
      </w:tblGrid>
      <w:tr w:rsidR="007F7507" w:rsidRPr="007F7507">
        <w:tc>
          <w:tcPr>
            <w:tcW w:w="4878" w:type="dxa"/>
          </w:tcPr>
          <w:p w:rsidR="007F7507" w:rsidRPr="007F7507" w:rsidRDefault="007F7507" w:rsidP="0047588B">
            <w:pPr>
              <w:pStyle w:val="PlainText"/>
            </w:pPr>
            <w:r w:rsidRPr="007F7507">
              <w:t>INTEGER(hid_t), INTENT(IN)::</w:t>
            </w:r>
            <w:r>
              <w:t xml:space="preserve"> </w:t>
            </w:r>
            <w:r w:rsidRPr="007F7507">
              <w:t>fapl_id</w:t>
            </w:r>
          </w:p>
        </w:tc>
        <w:tc>
          <w:tcPr>
            <w:tcW w:w="5274" w:type="dxa"/>
          </w:tcPr>
          <w:p w:rsidR="007F7507" w:rsidRDefault="00556960" w:rsidP="007F7507">
            <w:r>
              <w:t>Will c</w:t>
            </w:r>
            <w:r w:rsidR="006F79F9" w:rsidRPr="007F7507">
              <w:t xml:space="preserve">ontain </w:t>
            </w:r>
            <w:r w:rsidR="007F7507" w:rsidRPr="007F7507">
              <w:t>the ID of the target file access property list.</w:t>
            </w:r>
          </w:p>
          <w:p w:rsidR="009563B6" w:rsidRPr="007F7507" w:rsidRDefault="009563B6" w:rsidP="007F7507"/>
        </w:tc>
      </w:tr>
      <w:tr w:rsidR="007F7507" w:rsidRPr="007F7507">
        <w:tc>
          <w:tcPr>
            <w:tcW w:w="4878" w:type="dxa"/>
          </w:tcPr>
          <w:p w:rsidR="007F7507" w:rsidRPr="007F7507" w:rsidRDefault="007F7507" w:rsidP="0047588B">
            <w:pPr>
              <w:pStyle w:val="PlainText"/>
            </w:pPr>
            <w:r w:rsidRPr="007F7507">
              <w:t>TYPE(C_PTR), INTENT(IN)::</w:t>
            </w:r>
            <w:r>
              <w:t xml:space="preserve"> </w:t>
            </w:r>
            <w:r w:rsidRPr="007F7507">
              <w:t>buf_ptr</w:t>
            </w:r>
          </w:p>
        </w:tc>
        <w:tc>
          <w:tcPr>
            <w:tcW w:w="5274" w:type="dxa"/>
          </w:tcPr>
          <w:p w:rsidR="007F7507" w:rsidRDefault="00556960" w:rsidP="007F7507">
            <w:r>
              <w:t>Will s</w:t>
            </w:r>
            <w:r w:rsidR="006F79F9" w:rsidRPr="007F7507">
              <w:t>uppl</w:t>
            </w:r>
            <w:r>
              <w:t>y</w:t>
            </w:r>
            <w:r w:rsidR="006F79F9" w:rsidRPr="007F7507">
              <w:t xml:space="preserve"> </w:t>
            </w:r>
            <w:r w:rsidR="007F7507" w:rsidRPr="007F7507">
              <w:t xml:space="preserve">the C pointer to the initial file image or </w:t>
            </w:r>
            <w:r w:rsidR="007F7507" w:rsidRPr="006F79F9">
              <w:rPr>
                <w:rFonts w:ascii="Courier New" w:hAnsi="Courier New" w:cs="Courier New"/>
                <w:sz w:val="18"/>
              </w:rPr>
              <w:t>C_NULL_PTR</w:t>
            </w:r>
            <w:r w:rsidR="007F7507" w:rsidRPr="007F7507">
              <w:t xml:space="preserve"> if no initial file image is desired.</w:t>
            </w:r>
          </w:p>
          <w:p w:rsidR="009563B6" w:rsidRPr="007F7507" w:rsidRDefault="009563B6" w:rsidP="007F7507"/>
        </w:tc>
      </w:tr>
      <w:tr w:rsidR="007F7507" w:rsidRPr="007F7507">
        <w:tc>
          <w:tcPr>
            <w:tcW w:w="4878" w:type="dxa"/>
          </w:tcPr>
          <w:p w:rsidR="007F7507" w:rsidRPr="007F7507" w:rsidRDefault="007F7507" w:rsidP="0047588B">
            <w:pPr>
              <w:pStyle w:val="PlainText"/>
            </w:pPr>
            <w:r w:rsidRPr="007F7507">
              <w:t>INTEGER(size_t), INTENT(IN)::</w:t>
            </w:r>
            <w:r>
              <w:t xml:space="preserve"> </w:t>
            </w:r>
            <w:r w:rsidRPr="007F7507">
              <w:t>buf_len</w:t>
            </w:r>
          </w:p>
        </w:tc>
        <w:tc>
          <w:tcPr>
            <w:tcW w:w="5274" w:type="dxa"/>
          </w:tcPr>
          <w:p w:rsidR="007F7507" w:rsidRDefault="00556960" w:rsidP="007F7507">
            <w:r>
              <w:t>Will c</w:t>
            </w:r>
            <w:r w:rsidR="006F79F9" w:rsidRPr="007F7507">
              <w:t xml:space="preserve">ontain </w:t>
            </w:r>
            <w:r w:rsidR="007F7507" w:rsidRPr="007F7507">
              <w:t>the size of the supplied buffer or 0 if no initial image is desired.</w:t>
            </w:r>
          </w:p>
          <w:p w:rsidR="009563B6" w:rsidRPr="007F7507" w:rsidRDefault="009563B6" w:rsidP="007F7507"/>
        </w:tc>
      </w:tr>
      <w:tr w:rsidR="007F7507" w:rsidRPr="007F7507">
        <w:tc>
          <w:tcPr>
            <w:tcW w:w="4878" w:type="dxa"/>
          </w:tcPr>
          <w:p w:rsidR="007F7507" w:rsidRPr="007F7507" w:rsidRDefault="007F7507" w:rsidP="0047588B">
            <w:pPr>
              <w:pStyle w:val="PlainText"/>
            </w:pPr>
            <w:r w:rsidRPr="007F7507">
              <w:t>INTEGER, INTENT(OUT) ::</w:t>
            </w:r>
            <w:r>
              <w:t xml:space="preserve"> </w:t>
            </w:r>
            <w:r w:rsidRPr="007F7507">
              <w:t>hdferr</w:t>
            </w:r>
          </w:p>
        </w:tc>
        <w:tc>
          <w:tcPr>
            <w:tcW w:w="5274" w:type="dxa"/>
          </w:tcPr>
          <w:p w:rsidR="007F7507" w:rsidRDefault="00556960" w:rsidP="007F7507">
            <w:r>
              <w:t>Will r</w:t>
            </w:r>
            <w:r w:rsidR="006F79F9" w:rsidRPr="007F7507">
              <w:t xml:space="preserve">eturn </w:t>
            </w:r>
            <w:r w:rsidR="007F7507" w:rsidRPr="007F7507">
              <w:t>the error status</w:t>
            </w:r>
            <w:r w:rsidR="006F79F9">
              <w:t>:</w:t>
            </w:r>
            <w:r w:rsidR="007F7507" w:rsidRPr="007F7507">
              <w:t xml:space="preserve"> 0 for success and -1 for failure.</w:t>
            </w:r>
          </w:p>
          <w:p w:rsidR="009563B6" w:rsidRPr="007F7507" w:rsidRDefault="009563B6" w:rsidP="007F7507"/>
        </w:tc>
      </w:tr>
    </w:tbl>
    <w:p w:rsidR="007F7507" w:rsidRDefault="007F7507" w:rsidP="00B97404"/>
    <w:p w:rsidR="006F79F9" w:rsidRDefault="006F79F9" w:rsidP="00B97404"/>
    <w:p w:rsidR="00A90495" w:rsidRDefault="00A90495" w:rsidP="00B97404"/>
    <w:p w:rsidR="007878D7" w:rsidRDefault="007878D7">
      <w:pPr>
        <w:rPr>
          <w:rFonts w:asciiTheme="majorHAnsi" w:eastAsiaTheme="majorEastAsia" w:hAnsiTheme="majorHAnsi" w:cstheme="majorBidi"/>
          <w:b/>
          <w:bCs/>
          <w:color w:val="000000" w:themeColor="text1"/>
        </w:rPr>
      </w:pPr>
      <w:r>
        <w:br w:type="page"/>
      </w:r>
    </w:p>
    <w:p w:rsidR="00B97404" w:rsidRDefault="00B97404" w:rsidP="00A90495">
      <w:pPr>
        <w:pStyle w:val="Heading3"/>
      </w:pPr>
      <w:bookmarkStart w:id="50" w:name="_Toc318963010"/>
      <w:r>
        <w:lastRenderedPageBreak/>
        <w:t>H5Pget_file_image_f</w:t>
      </w:r>
      <w:bookmarkEnd w:id="50"/>
    </w:p>
    <w:p w:rsidR="00B97404" w:rsidRDefault="00B97404" w:rsidP="00B97404">
      <w:r>
        <w:t xml:space="preserve">The signature of </w:t>
      </w:r>
      <w:r w:rsidRPr="007878D7">
        <w:rPr>
          <w:rFonts w:ascii="Courier New" w:hAnsi="Courier New" w:cs="Courier New"/>
          <w:sz w:val="18"/>
        </w:rPr>
        <w:t>H5Pget_file_image_f</w:t>
      </w:r>
      <w:r>
        <w:t xml:space="preserve"> is defined as follows:</w:t>
      </w:r>
    </w:p>
    <w:p w:rsidR="00A90495" w:rsidRDefault="00A90495" w:rsidP="00B97404"/>
    <w:p w:rsidR="00B97404" w:rsidRDefault="00B97404" w:rsidP="00A90495">
      <w:pPr>
        <w:pStyle w:val="PlainText"/>
      </w:pPr>
      <w:r>
        <w:t>SUBROUTINE H5Pget_file_image_</w:t>
      </w:r>
      <w:proofErr w:type="gramStart"/>
      <w:r>
        <w:t>f(</w:t>
      </w:r>
      <w:proofErr w:type="gramEnd"/>
      <w:r>
        <w:t>fapl_id, buf_ptr, buf_len, hdferr)</w:t>
      </w:r>
    </w:p>
    <w:p w:rsidR="00A90495" w:rsidRDefault="00A90495" w:rsidP="00B97404"/>
    <w:p w:rsidR="00B97404" w:rsidRDefault="00B97404" w:rsidP="00B97404">
      <w:r>
        <w:t xml:space="preserve">The parameters of </w:t>
      </w:r>
      <w:r w:rsidRPr="00823CD4">
        <w:rPr>
          <w:rFonts w:ascii="Courier New" w:hAnsi="Courier New" w:cs="Courier New"/>
          <w:sz w:val="18"/>
        </w:rPr>
        <w:t>H5Pget_file_image_f</w:t>
      </w:r>
      <w:r>
        <w:t xml:space="preserve"> are defined as follows:</w:t>
      </w:r>
    </w:p>
    <w:p w:rsidR="00A90495" w:rsidRDefault="00A90495" w:rsidP="00B9740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914"/>
      </w:tblGrid>
      <w:tr w:rsidR="00A90495" w:rsidRPr="00A90495">
        <w:tc>
          <w:tcPr>
            <w:tcW w:w="5238" w:type="dxa"/>
          </w:tcPr>
          <w:p w:rsidR="00A90495" w:rsidRPr="00A90495" w:rsidRDefault="00A90495" w:rsidP="00A90495">
            <w:pPr>
              <w:pStyle w:val="PlainText"/>
            </w:pPr>
            <w:r w:rsidRPr="00A90495">
              <w:t>INTEGER(hid_t), INTENT(IN) :: fapl_id</w:t>
            </w:r>
          </w:p>
        </w:tc>
        <w:tc>
          <w:tcPr>
            <w:tcW w:w="4914" w:type="dxa"/>
          </w:tcPr>
          <w:p w:rsidR="00A90495" w:rsidRPr="00A90495" w:rsidRDefault="00556960" w:rsidP="00556960">
            <w:r>
              <w:t>Will c</w:t>
            </w:r>
            <w:r w:rsidR="00D94BE0" w:rsidRPr="00A90495">
              <w:t xml:space="preserve">ontain </w:t>
            </w:r>
            <w:r w:rsidR="00A90495" w:rsidRPr="00A90495">
              <w:t>the ID of the target file access property list.</w:t>
            </w:r>
          </w:p>
        </w:tc>
      </w:tr>
      <w:tr w:rsidR="00A90495" w:rsidRPr="00A90495">
        <w:tc>
          <w:tcPr>
            <w:tcW w:w="5238" w:type="dxa"/>
          </w:tcPr>
          <w:p w:rsidR="00A90495" w:rsidRPr="00A90495" w:rsidRDefault="00A90495" w:rsidP="00A90495">
            <w:pPr>
              <w:pStyle w:val="PlainText"/>
            </w:pPr>
          </w:p>
        </w:tc>
        <w:tc>
          <w:tcPr>
            <w:tcW w:w="4914" w:type="dxa"/>
          </w:tcPr>
          <w:p w:rsidR="00A90495" w:rsidRPr="00A90495" w:rsidRDefault="00A90495" w:rsidP="0047588B"/>
        </w:tc>
      </w:tr>
      <w:tr w:rsidR="00A90495" w:rsidRPr="00A90495">
        <w:tc>
          <w:tcPr>
            <w:tcW w:w="5238" w:type="dxa"/>
          </w:tcPr>
          <w:p w:rsidR="00A90495" w:rsidRPr="00A90495" w:rsidRDefault="00A90495" w:rsidP="00A90495">
            <w:pPr>
              <w:pStyle w:val="PlainText"/>
            </w:pPr>
            <w:r w:rsidRPr="00A90495">
              <w:t>TYPE(C_PTR), INTENT(INOUT), VALUE :: buf_ptr</w:t>
            </w:r>
          </w:p>
        </w:tc>
        <w:tc>
          <w:tcPr>
            <w:tcW w:w="4914" w:type="dxa"/>
          </w:tcPr>
          <w:p w:rsidR="00A90495" w:rsidRPr="00A90495" w:rsidRDefault="00556960" w:rsidP="00556960">
            <w:r>
              <w:t>Will h</w:t>
            </w:r>
            <w:r w:rsidR="00D94BE0">
              <w:t xml:space="preserve">old either a </w:t>
            </w:r>
            <w:r w:rsidR="00A90495" w:rsidRPr="00D94BE0">
              <w:rPr>
                <w:rFonts w:ascii="Courier New" w:hAnsi="Courier New" w:cs="Courier New"/>
                <w:sz w:val="18"/>
              </w:rPr>
              <w:t>C_NULL_PTR</w:t>
            </w:r>
            <w:r w:rsidR="00A90495" w:rsidRPr="00A90495">
              <w:t xml:space="preserve"> or a scalar of type </w:t>
            </w:r>
            <w:r w:rsidR="00A90495" w:rsidRPr="00D94BE0">
              <w:rPr>
                <w:rFonts w:ascii="Courier New" w:hAnsi="Courier New" w:cs="Courier New"/>
                <w:sz w:val="18"/>
              </w:rPr>
              <w:t>c_ptr</w:t>
            </w:r>
            <w:r w:rsidR="006564E8">
              <w:t xml:space="preserve">. </w:t>
            </w:r>
            <w:r w:rsidR="00A90495" w:rsidRPr="00A90495">
              <w:t xml:space="preserve">If </w:t>
            </w:r>
            <w:r w:rsidR="00A90495" w:rsidRPr="00D94BE0">
              <w:rPr>
                <w:rFonts w:ascii="Courier New" w:hAnsi="Courier New" w:cs="Courier New"/>
                <w:sz w:val="18"/>
              </w:rPr>
              <w:t>buf_ptr</w:t>
            </w:r>
            <w:r w:rsidR="00A90495" w:rsidRPr="00A90495">
              <w:t xml:space="preserve"> is not </w:t>
            </w:r>
            <w:r w:rsidR="00A90495" w:rsidRPr="00D94BE0">
              <w:rPr>
                <w:rFonts w:ascii="Courier New" w:hAnsi="Courier New" w:cs="Courier New"/>
                <w:sz w:val="18"/>
              </w:rPr>
              <w:t>C_NULL_PTR</w:t>
            </w:r>
            <w:r w:rsidR="00A90495" w:rsidRPr="00A90495">
              <w:t xml:space="preserve">, on successful return, </w:t>
            </w:r>
            <w:r w:rsidR="00A90495" w:rsidRPr="00D94BE0">
              <w:rPr>
                <w:rFonts w:ascii="Courier New" w:hAnsi="Courier New" w:cs="Courier New"/>
                <w:sz w:val="18"/>
              </w:rPr>
              <w:t>buf_ptr</w:t>
            </w:r>
            <w:r w:rsidR="00A90495" w:rsidRPr="00A90495">
              <w:t xml:space="preserve"> shall contain a C pointer to a copy of the initial image provided in the last call to </w:t>
            </w:r>
            <w:r w:rsidR="00A90495" w:rsidRPr="00D94BE0">
              <w:rPr>
                <w:rFonts w:ascii="Courier New" w:hAnsi="Courier New" w:cs="Courier New"/>
                <w:sz w:val="18"/>
              </w:rPr>
              <w:t>H5Pset_file_image_f</w:t>
            </w:r>
            <w:r w:rsidR="00A90495" w:rsidRPr="00A90495">
              <w:t xml:space="preserve"> for the supplied </w:t>
            </w:r>
            <w:r w:rsidR="00A90495" w:rsidRPr="00D94BE0">
              <w:rPr>
                <w:rFonts w:ascii="Courier New" w:hAnsi="Courier New" w:cs="Courier New"/>
                <w:sz w:val="18"/>
              </w:rPr>
              <w:t>fapl_id</w:t>
            </w:r>
            <w:r w:rsidR="00D94BE0" w:rsidRPr="00D94BE0">
              <w:t>,</w:t>
            </w:r>
            <w:r w:rsidR="00A90495" w:rsidRPr="00A90495">
              <w:t xml:space="preserve"> or </w:t>
            </w:r>
            <w:r w:rsidR="00D94BE0" w:rsidRPr="00D94BE0">
              <w:rPr>
                <w:rFonts w:ascii="Courier New" w:hAnsi="Courier New" w:cs="Courier New"/>
                <w:sz w:val="18"/>
              </w:rPr>
              <w:t>buf_ptr</w:t>
            </w:r>
            <w:r w:rsidR="00D94BE0">
              <w:t xml:space="preserve"> shall contain a </w:t>
            </w:r>
            <w:r w:rsidR="00A90495" w:rsidRPr="00D94BE0">
              <w:rPr>
                <w:rFonts w:ascii="Courier New" w:hAnsi="Courier New" w:cs="Courier New"/>
                <w:sz w:val="18"/>
              </w:rPr>
              <w:t>C_NULL_PTR</w:t>
            </w:r>
            <w:r w:rsidR="00A90495" w:rsidRPr="00A90495">
              <w:t xml:space="preserve"> if there is no initial image set. The Fortran pointer can be obtained using the intrinsic </w:t>
            </w:r>
            <w:r w:rsidR="00A90495" w:rsidRPr="00D94BE0">
              <w:rPr>
                <w:rFonts w:ascii="Courier New" w:hAnsi="Courier New" w:cs="Courier New"/>
                <w:sz w:val="18"/>
              </w:rPr>
              <w:t>C_F_POINTER</w:t>
            </w:r>
            <w:r w:rsidR="00A90495" w:rsidRPr="00A90495">
              <w:t>.</w:t>
            </w:r>
          </w:p>
        </w:tc>
      </w:tr>
      <w:tr w:rsidR="00A90495" w:rsidRPr="00A90495">
        <w:tc>
          <w:tcPr>
            <w:tcW w:w="5238" w:type="dxa"/>
          </w:tcPr>
          <w:p w:rsidR="00A90495" w:rsidRPr="00A90495" w:rsidRDefault="00A90495" w:rsidP="00A90495">
            <w:pPr>
              <w:pStyle w:val="PlainText"/>
            </w:pPr>
          </w:p>
        </w:tc>
        <w:tc>
          <w:tcPr>
            <w:tcW w:w="4914" w:type="dxa"/>
          </w:tcPr>
          <w:p w:rsidR="00A90495" w:rsidRPr="00A90495" w:rsidRDefault="00A90495" w:rsidP="0047588B"/>
        </w:tc>
      </w:tr>
      <w:tr w:rsidR="00A90495" w:rsidRPr="00A90495">
        <w:tc>
          <w:tcPr>
            <w:tcW w:w="5238" w:type="dxa"/>
          </w:tcPr>
          <w:p w:rsidR="00A90495" w:rsidRPr="00A90495" w:rsidRDefault="00A90495" w:rsidP="00A90495">
            <w:pPr>
              <w:pStyle w:val="PlainText"/>
            </w:pPr>
            <w:r w:rsidRPr="00A90495">
              <w:t>INTEGER(size_t), INTENT(OUT) :: buf_len</w:t>
            </w:r>
          </w:p>
        </w:tc>
        <w:tc>
          <w:tcPr>
            <w:tcW w:w="4914" w:type="dxa"/>
          </w:tcPr>
          <w:p w:rsidR="00A90495" w:rsidRPr="00A90495" w:rsidRDefault="00556960" w:rsidP="00556960">
            <w:r>
              <w:t>Will c</w:t>
            </w:r>
            <w:r w:rsidR="00D94BE0" w:rsidRPr="00A90495">
              <w:t xml:space="preserve">ontain </w:t>
            </w:r>
            <w:r w:rsidR="00A90495" w:rsidRPr="00A90495">
              <w:t xml:space="preserve">the value of the buffer parameter for the initial image in the supplied </w:t>
            </w:r>
            <w:r w:rsidR="00A90495" w:rsidRPr="00315BF7">
              <w:rPr>
                <w:rFonts w:ascii="Courier New" w:hAnsi="Courier New" w:cs="Courier New"/>
                <w:sz w:val="18"/>
              </w:rPr>
              <w:t>fapl_id</w:t>
            </w:r>
            <w:r w:rsidR="00315BF7" w:rsidRPr="00315BF7">
              <w:t>.</w:t>
            </w:r>
            <w:r w:rsidR="00315BF7">
              <w:t xml:space="preserve"> The value will </w:t>
            </w:r>
            <w:r w:rsidR="00A90495" w:rsidRPr="00A90495">
              <w:t>be 0 if no initial image is set.</w:t>
            </w:r>
          </w:p>
        </w:tc>
      </w:tr>
      <w:tr w:rsidR="00A90495" w:rsidRPr="00A90495">
        <w:tc>
          <w:tcPr>
            <w:tcW w:w="5238" w:type="dxa"/>
          </w:tcPr>
          <w:p w:rsidR="00A90495" w:rsidRPr="00A90495" w:rsidRDefault="00A90495" w:rsidP="00A90495">
            <w:pPr>
              <w:pStyle w:val="PlainText"/>
            </w:pPr>
          </w:p>
        </w:tc>
        <w:tc>
          <w:tcPr>
            <w:tcW w:w="4914" w:type="dxa"/>
          </w:tcPr>
          <w:p w:rsidR="00A90495" w:rsidRPr="00A90495" w:rsidRDefault="00A90495" w:rsidP="0047588B"/>
        </w:tc>
      </w:tr>
      <w:tr w:rsidR="00A90495" w:rsidRPr="00A90495">
        <w:tc>
          <w:tcPr>
            <w:tcW w:w="5238" w:type="dxa"/>
          </w:tcPr>
          <w:p w:rsidR="00A90495" w:rsidRPr="00A90495" w:rsidRDefault="00A90495" w:rsidP="00A90495">
            <w:pPr>
              <w:pStyle w:val="PlainText"/>
            </w:pPr>
            <w:r w:rsidRPr="00A90495">
              <w:t>INTEGER, INTENT(OUT) :: hdferr</w:t>
            </w:r>
          </w:p>
        </w:tc>
        <w:tc>
          <w:tcPr>
            <w:tcW w:w="4914" w:type="dxa"/>
          </w:tcPr>
          <w:p w:rsidR="00A90495" w:rsidRPr="00A90495" w:rsidRDefault="00556960" w:rsidP="001E4C85">
            <w:r>
              <w:t>Will r</w:t>
            </w:r>
            <w:r w:rsidR="00315BF7" w:rsidRPr="00A90495">
              <w:t xml:space="preserve">eturn </w:t>
            </w:r>
            <w:r w:rsidR="00A90495" w:rsidRPr="00A90495">
              <w:t>the error status</w:t>
            </w:r>
            <w:r w:rsidR="00315BF7">
              <w:t>:</w:t>
            </w:r>
            <w:r w:rsidR="00A90495" w:rsidRPr="00A90495">
              <w:t xml:space="preserve"> 0 for success and -1 for failure. </w:t>
            </w:r>
          </w:p>
        </w:tc>
      </w:tr>
    </w:tbl>
    <w:p w:rsidR="00A90495" w:rsidRDefault="00A90495" w:rsidP="00B97404"/>
    <w:p w:rsidR="00B50584" w:rsidRDefault="00B50584" w:rsidP="00B97404"/>
    <w:p w:rsidR="00A90495" w:rsidRDefault="00A90495" w:rsidP="00B97404"/>
    <w:p w:rsidR="00B97404" w:rsidRDefault="00B97404" w:rsidP="00A90495">
      <w:pPr>
        <w:pStyle w:val="Heading3"/>
      </w:pPr>
      <w:bookmarkStart w:id="51" w:name="_Toc318963011"/>
      <w:r>
        <w:t>H5Pset_file_image_callbacks_f</w:t>
      </w:r>
      <w:bookmarkEnd w:id="51"/>
    </w:p>
    <w:p w:rsidR="00B97404" w:rsidRDefault="00B97404" w:rsidP="00B97404">
      <w:r>
        <w:t xml:space="preserve">The signature of </w:t>
      </w:r>
      <w:r w:rsidRPr="00D93053">
        <w:rPr>
          <w:rFonts w:ascii="Courier New" w:hAnsi="Courier New" w:cs="Courier New"/>
          <w:sz w:val="18"/>
        </w:rPr>
        <w:t>H5Pset_file_image_callbacks_f</w:t>
      </w:r>
      <w:r>
        <w:t xml:space="preserve"> is defined as follows:</w:t>
      </w:r>
    </w:p>
    <w:p w:rsidR="00A90495" w:rsidRDefault="00A90495" w:rsidP="00B97404"/>
    <w:p w:rsidR="00B97404" w:rsidRDefault="00B97404" w:rsidP="00A90495">
      <w:pPr>
        <w:pStyle w:val="PlainText"/>
      </w:pPr>
      <w:proofErr w:type="gramStart"/>
      <w:r>
        <w:t>INTEGER :</w:t>
      </w:r>
      <w:proofErr w:type="gramEnd"/>
      <w:r>
        <w:t>: H5_IMAGE_OP_PROPERTY_LIST_SET_F=0,</w:t>
      </w:r>
    </w:p>
    <w:p w:rsidR="00B97404" w:rsidRDefault="00D93053" w:rsidP="00D93053">
      <w:pPr>
        <w:pStyle w:val="PlainText"/>
      </w:pPr>
      <w:r>
        <w:t xml:space="preserve">    </w:t>
      </w:r>
      <w:r w:rsidR="00B97404">
        <w:t>H5_IMAGE_OP_PROPERTY_LIST_COPY_F=1,</w:t>
      </w:r>
    </w:p>
    <w:p w:rsidR="00D93053" w:rsidRDefault="00D93053" w:rsidP="00A90495">
      <w:pPr>
        <w:pStyle w:val="PlainText"/>
      </w:pPr>
      <w:r>
        <w:t xml:space="preserve">    </w:t>
      </w:r>
      <w:r w:rsidR="00B97404">
        <w:t xml:space="preserve">H5_IMAGE_OP_PROPERTY_LIST_GET_F=2, </w:t>
      </w:r>
    </w:p>
    <w:p w:rsidR="00B97404" w:rsidRDefault="00D93053" w:rsidP="00A90495">
      <w:pPr>
        <w:pStyle w:val="PlainText"/>
      </w:pPr>
      <w:r>
        <w:t xml:space="preserve">    </w:t>
      </w:r>
      <w:r w:rsidR="00B97404">
        <w:t>H5_IMAGE_OP_PROPERTY_LIST_CLOSE_F=3,</w:t>
      </w:r>
    </w:p>
    <w:p w:rsidR="00B97404" w:rsidRDefault="00D93053" w:rsidP="00A90495">
      <w:pPr>
        <w:pStyle w:val="PlainText"/>
      </w:pPr>
      <w:r>
        <w:t xml:space="preserve">    </w:t>
      </w:r>
      <w:r w:rsidR="00B97404">
        <w:t>H5_IMAGE_OP_FILE_OPEN_F=4,</w:t>
      </w:r>
    </w:p>
    <w:p w:rsidR="00B97404" w:rsidRDefault="00D93053" w:rsidP="00A90495">
      <w:pPr>
        <w:pStyle w:val="PlainText"/>
      </w:pPr>
      <w:r>
        <w:t xml:space="preserve">    </w:t>
      </w:r>
      <w:r w:rsidR="00B97404">
        <w:t>H5_IMAGE_OP_FILE_RESIZE_F=5,</w:t>
      </w:r>
    </w:p>
    <w:p w:rsidR="00B97404" w:rsidRDefault="00D93053" w:rsidP="00A90495">
      <w:pPr>
        <w:pStyle w:val="PlainText"/>
      </w:pPr>
      <w:r>
        <w:t xml:space="preserve">    </w:t>
      </w:r>
      <w:r w:rsidR="00B97404">
        <w:t>H5_IMAGE_OP_FILE_CLOSE_F=6</w:t>
      </w:r>
    </w:p>
    <w:p w:rsidR="00B97404" w:rsidRDefault="00B97404" w:rsidP="00A90495">
      <w:pPr>
        <w:pStyle w:val="PlainText"/>
      </w:pPr>
    </w:p>
    <w:p w:rsidR="00B97404" w:rsidRDefault="00B97404" w:rsidP="00A90495">
      <w:pPr>
        <w:pStyle w:val="PlainText"/>
      </w:pPr>
      <w:r>
        <w:t>TYPE, BIND(C</w:t>
      </w:r>
      <w:proofErr w:type="gramStart"/>
      <w:r>
        <w:t>) :</w:t>
      </w:r>
      <w:proofErr w:type="gramEnd"/>
      <w:r>
        <w:t>: H5_file_image_callbacks_t</w:t>
      </w:r>
    </w:p>
    <w:p w:rsidR="00B97404" w:rsidRDefault="00B97404" w:rsidP="00A90495">
      <w:pPr>
        <w:pStyle w:val="PlainText"/>
      </w:pPr>
      <w:r>
        <w:t xml:space="preserve">    </w:t>
      </w:r>
      <w:proofErr w:type="gramStart"/>
      <w:r>
        <w:t>TYPE(</w:t>
      </w:r>
      <w:proofErr w:type="gramEnd"/>
      <w:r>
        <w:t>C_FUN_PTR), VALUE :: image_malloc</w:t>
      </w:r>
    </w:p>
    <w:p w:rsidR="00B97404" w:rsidRDefault="00B97404" w:rsidP="00A90495">
      <w:pPr>
        <w:pStyle w:val="PlainText"/>
      </w:pPr>
      <w:r>
        <w:t xml:space="preserve">    </w:t>
      </w:r>
      <w:proofErr w:type="gramStart"/>
      <w:r>
        <w:t>TYPE(</w:t>
      </w:r>
      <w:proofErr w:type="gramEnd"/>
      <w:r>
        <w:t>C_FUN_PTR), VALUE :: image_memcpy</w:t>
      </w:r>
    </w:p>
    <w:p w:rsidR="00B97404" w:rsidRDefault="00B97404" w:rsidP="00A90495">
      <w:pPr>
        <w:pStyle w:val="PlainText"/>
      </w:pPr>
      <w:r>
        <w:t xml:space="preserve">    </w:t>
      </w:r>
      <w:proofErr w:type="gramStart"/>
      <w:r>
        <w:t>TYPE(</w:t>
      </w:r>
      <w:proofErr w:type="gramEnd"/>
      <w:r>
        <w:t>C_FUN_PTR), VALUE :: image_realloc</w:t>
      </w:r>
    </w:p>
    <w:p w:rsidR="00B97404" w:rsidRDefault="00B97404" w:rsidP="00A90495">
      <w:pPr>
        <w:pStyle w:val="PlainText"/>
      </w:pPr>
      <w:r>
        <w:t xml:space="preserve">    </w:t>
      </w:r>
      <w:proofErr w:type="gramStart"/>
      <w:r>
        <w:t>TYPE(</w:t>
      </w:r>
      <w:proofErr w:type="gramEnd"/>
      <w:r>
        <w:t xml:space="preserve">C_FUN_PTR), VALUE :: image_free </w:t>
      </w:r>
    </w:p>
    <w:p w:rsidR="00B97404" w:rsidRDefault="00B97404" w:rsidP="00A90495">
      <w:pPr>
        <w:pStyle w:val="PlainText"/>
      </w:pPr>
      <w:r>
        <w:t xml:space="preserve">    </w:t>
      </w:r>
      <w:proofErr w:type="gramStart"/>
      <w:r>
        <w:t>TYPE(</w:t>
      </w:r>
      <w:proofErr w:type="gramEnd"/>
      <w:r>
        <w:t>C_FUN_PTR), VALUE :: udata</w:t>
      </w:r>
    </w:p>
    <w:p w:rsidR="00B97404" w:rsidRDefault="00B97404" w:rsidP="00A90495">
      <w:pPr>
        <w:pStyle w:val="PlainText"/>
      </w:pPr>
      <w:r>
        <w:t xml:space="preserve">    </w:t>
      </w:r>
      <w:proofErr w:type="gramStart"/>
      <w:r>
        <w:t>TYPE(</w:t>
      </w:r>
      <w:proofErr w:type="gramEnd"/>
      <w:r>
        <w:t>C_FUN_PTR), VALUE :: udata_copy</w:t>
      </w:r>
    </w:p>
    <w:p w:rsidR="00B97404" w:rsidRDefault="00B97404" w:rsidP="00A90495">
      <w:pPr>
        <w:pStyle w:val="PlainText"/>
      </w:pPr>
      <w:r>
        <w:t xml:space="preserve">    </w:t>
      </w:r>
      <w:proofErr w:type="gramStart"/>
      <w:r>
        <w:t>TYPE(</w:t>
      </w:r>
      <w:proofErr w:type="gramEnd"/>
      <w:r>
        <w:t>C_FUN_PTR), VALUE :: udata_free</w:t>
      </w:r>
    </w:p>
    <w:p w:rsidR="00B97404" w:rsidRDefault="00B97404" w:rsidP="00A90495">
      <w:pPr>
        <w:pStyle w:val="PlainText"/>
      </w:pPr>
      <w:r>
        <w:t xml:space="preserve">    </w:t>
      </w:r>
      <w:proofErr w:type="gramStart"/>
      <w:r>
        <w:t>TYPE(</w:t>
      </w:r>
      <w:proofErr w:type="gramEnd"/>
      <w:r>
        <w:t>C_PTR), VALUE :: udata</w:t>
      </w:r>
    </w:p>
    <w:p w:rsidR="00B97404" w:rsidRDefault="00B97404" w:rsidP="00A90495">
      <w:pPr>
        <w:pStyle w:val="PlainText"/>
      </w:pPr>
      <w:r>
        <w:t>END TYPE H5_file_image_callbacks_t</w:t>
      </w:r>
    </w:p>
    <w:p w:rsidR="00B97404" w:rsidRDefault="00B97404" w:rsidP="00B97404"/>
    <w:p w:rsidR="00B97404" w:rsidRDefault="00B97404" w:rsidP="00B97404">
      <w:r>
        <w:t>The semantics of the above values will be the same as those defined in the C enum.</w:t>
      </w:r>
      <w:r w:rsidR="00315BF7">
        <w:t xml:space="preserve"> See page </w:t>
      </w:r>
      <w:r w:rsidR="00B84989">
        <w:fldChar w:fldCharType="begin"/>
      </w:r>
      <w:r w:rsidR="00315BF7">
        <w:instrText xml:space="preserve"> PAGEREF H5Pset_file_image_callbacks \h </w:instrText>
      </w:r>
      <w:r w:rsidR="00B84989">
        <w:fldChar w:fldCharType="separate"/>
      </w:r>
      <w:r w:rsidR="006D729D">
        <w:rPr>
          <w:noProof/>
        </w:rPr>
        <w:t>13</w:t>
      </w:r>
      <w:r w:rsidR="00B84989">
        <w:fldChar w:fldCharType="end"/>
      </w:r>
      <w:r w:rsidR="00315BF7">
        <w:t xml:space="preserve"> for more information.</w:t>
      </w:r>
    </w:p>
    <w:p w:rsidR="00B97404" w:rsidRDefault="00B97404" w:rsidP="00B97404"/>
    <w:p w:rsidR="00315BF7" w:rsidRDefault="00315BF7" w:rsidP="00B97404"/>
    <w:p w:rsidR="00315BF7" w:rsidRDefault="00315BF7" w:rsidP="00B97404"/>
    <w:p w:rsidR="00B97404" w:rsidRDefault="00B97404" w:rsidP="00315BF7">
      <w:pPr>
        <w:pStyle w:val="SubSectionHeading"/>
      </w:pPr>
      <w:proofErr w:type="gramStart"/>
      <w:r>
        <w:t>Fortran</w:t>
      </w:r>
      <w:proofErr w:type="gramEnd"/>
      <w:r w:rsidR="00315BF7">
        <w:t xml:space="preserve"> Callback APIs</w:t>
      </w:r>
    </w:p>
    <w:p w:rsidR="00315BF7" w:rsidRPr="00315BF7" w:rsidRDefault="00315BF7" w:rsidP="00315BF7">
      <w:r>
        <w:t xml:space="preserve">The </w:t>
      </w:r>
      <w:proofErr w:type="gramStart"/>
      <w:r>
        <w:t>Fortran</w:t>
      </w:r>
      <w:proofErr w:type="gramEnd"/>
      <w:r>
        <w:t xml:space="preserve"> callback APIs are shown below.</w:t>
      </w:r>
    </w:p>
    <w:p w:rsidR="00B97404" w:rsidRDefault="00B97404" w:rsidP="00B97404"/>
    <w:p w:rsidR="00B97404" w:rsidRDefault="00B97404" w:rsidP="00F3666C">
      <w:pPr>
        <w:pStyle w:val="PlainText"/>
      </w:pPr>
      <w:r>
        <w:t>FUNCTION op_</w:t>
      </w:r>
      <w:proofErr w:type="gramStart"/>
      <w:r>
        <w:t>func(</w:t>
      </w:r>
      <w:proofErr w:type="gramEnd"/>
      <w:r>
        <w:t>size, file_image_op, udata,) RESULT(image_malloc)</w:t>
      </w:r>
    </w:p>
    <w:p w:rsidR="00F3666C" w:rsidRDefault="00F3666C" w:rsidP="00F3666C">
      <w:pPr>
        <w:pStyle w:val="PlainText"/>
      </w:pPr>
    </w:p>
    <w:p w:rsidR="00F3666C" w:rsidRDefault="00F3666C" w:rsidP="00F3666C">
      <w:pPr>
        <w:pStyle w:val="PlainText"/>
      </w:pPr>
      <w:r>
        <w:t xml:space="preserve">    </w:t>
      </w:r>
      <w:proofErr w:type="gramStart"/>
      <w:r w:rsidR="00B97404">
        <w:t>INTEGER(</w:t>
      </w:r>
      <w:proofErr w:type="gramEnd"/>
      <w:r w:rsidR="00B97404">
        <w:t xml:space="preserve">size_t) :: size </w:t>
      </w:r>
      <w:r>
        <w:t xml:space="preserve">                </w:t>
      </w:r>
      <w:r w:rsidR="00336058">
        <w:t xml:space="preserve"> </w:t>
      </w:r>
      <w:r>
        <w:t xml:space="preserve">! </w:t>
      </w:r>
      <w:r w:rsidR="00315BF7">
        <w:t xml:space="preserve">Will </w:t>
      </w:r>
      <w:r w:rsidR="00B97404">
        <w:t>contain the size of the image buffer</w:t>
      </w:r>
    </w:p>
    <w:p w:rsidR="00B97404" w:rsidRDefault="00F3666C" w:rsidP="00F3666C">
      <w:pPr>
        <w:pStyle w:val="PlainText"/>
      </w:pPr>
      <w:r>
        <w:t xml:space="preserve">                                            </w:t>
      </w:r>
      <w:r w:rsidR="00336058">
        <w:t xml:space="preserve"> </w:t>
      </w:r>
      <w:r>
        <w:t>!</w:t>
      </w:r>
      <w:r w:rsidR="00B97404">
        <w:t xml:space="preserve"> </w:t>
      </w:r>
      <w:proofErr w:type="gramStart"/>
      <w:r w:rsidR="00B97404">
        <w:t>to</w:t>
      </w:r>
      <w:proofErr w:type="gramEnd"/>
      <w:r>
        <w:t xml:space="preserve"> </w:t>
      </w:r>
      <w:r w:rsidR="00B97404">
        <w:t>allocate in bytes.</w:t>
      </w:r>
    </w:p>
    <w:p w:rsidR="00B97404" w:rsidRDefault="00F3666C" w:rsidP="00F3666C">
      <w:pPr>
        <w:pStyle w:val="PlainText"/>
      </w:pPr>
      <w:r>
        <w:t xml:space="preserve">    </w:t>
      </w:r>
      <w:proofErr w:type="gramStart"/>
      <w:r w:rsidR="00B97404">
        <w:t>INTEGER :</w:t>
      </w:r>
      <w:proofErr w:type="gramEnd"/>
      <w:r w:rsidR="00B97404">
        <w:t xml:space="preserve">: file_image_op </w:t>
      </w:r>
      <w:r>
        <w:t xml:space="preserve">               </w:t>
      </w:r>
      <w:r w:rsidR="00336058">
        <w:t xml:space="preserve"> </w:t>
      </w:r>
      <w:r>
        <w:t xml:space="preserve">! </w:t>
      </w:r>
      <w:r w:rsidR="00315BF7">
        <w:t xml:space="preserve">Will </w:t>
      </w:r>
      <w:r w:rsidR="00B97404">
        <w:t>be set to one of the values of</w:t>
      </w:r>
    </w:p>
    <w:p w:rsidR="00F3666C" w:rsidRDefault="00F3666C" w:rsidP="00F3666C">
      <w:pPr>
        <w:pStyle w:val="PlainText"/>
      </w:pPr>
      <w:r>
        <w:t xml:space="preserve">                                 </w:t>
      </w:r>
      <w:r w:rsidR="00B97404">
        <w:t xml:space="preserve">           </w:t>
      </w:r>
      <w:r w:rsidR="00336058">
        <w:t xml:space="preserve"> </w:t>
      </w:r>
      <w:r>
        <w:t>!</w:t>
      </w:r>
      <w:r w:rsidR="00B97404">
        <w:t xml:space="preserve"> H5_IMAGE_OP_* indicating the operation </w:t>
      </w:r>
    </w:p>
    <w:p w:rsidR="00F3666C" w:rsidRDefault="00F3666C" w:rsidP="00F3666C">
      <w:pPr>
        <w:pStyle w:val="PlainText"/>
      </w:pPr>
      <w:r>
        <w:t xml:space="preserve">                                            </w:t>
      </w:r>
      <w:r w:rsidR="00336058">
        <w:t xml:space="preserve"> </w:t>
      </w:r>
      <w:r>
        <w:t xml:space="preserve">! </w:t>
      </w:r>
      <w:proofErr w:type="gramStart"/>
      <w:r w:rsidR="00B97404">
        <w:t>being</w:t>
      </w:r>
      <w:proofErr w:type="gramEnd"/>
      <w:r w:rsidR="00B97404">
        <w:t xml:space="preserve"> performed on</w:t>
      </w:r>
      <w:r>
        <w:t xml:space="preserve"> </w:t>
      </w:r>
      <w:r w:rsidR="00B97404">
        <w:t xml:space="preserve">the file image when </w:t>
      </w:r>
    </w:p>
    <w:p w:rsidR="00B97404" w:rsidRDefault="00F3666C" w:rsidP="00F3666C">
      <w:pPr>
        <w:pStyle w:val="PlainText"/>
      </w:pPr>
      <w:r>
        <w:t xml:space="preserve">                                            </w:t>
      </w:r>
      <w:r w:rsidR="00336058">
        <w:t xml:space="preserve"> </w:t>
      </w:r>
      <w:r>
        <w:t xml:space="preserve">! </w:t>
      </w:r>
      <w:proofErr w:type="gramStart"/>
      <w:r w:rsidR="00B97404">
        <w:t>this</w:t>
      </w:r>
      <w:proofErr w:type="gramEnd"/>
      <w:r w:rsidR="00B97404">
        <w:t xml:space="preserve"> callback is invoked</w:t>
      </w:r>
      <w:r w:rsidR="006564E8">
        <w:t xml:space="preserve">. </w:t>
      </w:r>
    </w:p>
    <w:p w:rsidR="00F3666C" w:rsidRDefault="00F3666C" w:rsidP="00F3666C">
      <w:pPr>
        <w:pStyle w:val="PlainText"/>
      </w:pPr>
      <w:r>
        <w:t xml:space="preserve">  </w:t>
      </w:r>
      <w:r w:rsidR="00B97404">
        <w:t xml:space="preserve">  </w:t>
      </w:r>
      <w:proofErr w:type="gramStart"/>
      <w:r w:rsidR="00B97404">
        <w:t>TYPE(</w:t>
      </w:r>
      <w:proofErr w:type="gramEnd"/>
      <w:r w:rsidR="00B97404">
        <w:t xml:space="preserve">C_PTR), VALUE :: udata </w:t>
      </w:r>
      <w:r>
        <w:t xml:space="preserve">             ! </w:t>
      </w:r>
      <w:r w:rsidR="00315BF7">
        <w:t xml:space="preserve">Will </w:t>
      </w:r>
      <w:r w:rsidR="00B97404">
        <w:t xml:space="preserve">be set to the value passed in for </w:t>
      </w:r>
    </w:p>
    <w:p w:rsidR="00F3666C" w:rsidRDefault="00F3666C" w:rsidP="00F3666C">
      <w:pPr>
        <w:pStyle w:val="PlainText"/>
      </w:pPr>
      <w:r>
        <w:t xml:space="preserve">                                             ! </w:t>
      </w:r>
      <w:proofErr w:type="gramStart"/>
      <w:r w:rsidR="00B97404">
        <w:t>the</w:t>
      </w:r>
      <w:proofErr w:type="gramEnd"/>
      <w:r w:rsidR="00B97404">
        <w:t xml:space="preserve"> udata parameter to </w:t>
      </w:r>
    </w:p>
    <w:p w:rsidR="00B97404" w:rsidRDefault="00F3666C" w:rsidP="00F3666C">
      <w:pPr>
        <w:pStyle w:val="PlainText"/>
      </w:pPr>
      <w:r>
        <w:t xml:space="preserve">                                             ! </w:t>
      </w:r>
      <w:r w:rsidR="00B97404">
        <w:t>H5Pset_file_image_callbacks_f.</w:t>
      </w:r>
    </w:p>
    <w:p w:rsidR="00B97404" w:rsidRDefault="00F3666C" w:rsidP="00F3666C">
      <w:pPr>
        <w:pStyle w:val="PlainText"/>
      </w:pPr>
      <w:r>
        <w:t xml:space="preserve">    </w:t>
      </w:r>
      <w:proofErr w:type="gramStart"/>
      <w:r w:rsidR="00B97404">
        <w:t>TYPE(</w:t>
      </w:r>
      <w:proofErr w:type="gramEnd"/>
      <w:r w:rsidR="00B97404">
        <w:t xml:space="preserve">C_FUN_PTR), VALUE :: image_malloc </w:t>
      </w:r>
      <w:r>
        <w:t xml:space="preserve">  ! </w:t>
      </w:r>
      <w:r w:rsidR="00315BF7">
        <w:t xml:space="preserve">Shall </w:t>
      </w:r>
      <w:r w:rsidR="00B97404">
        <w:t xml:space="preserve">contain a pointer to a </w:t>
      </w:r>
    </w:p>
    <w:p w:rsidR="00F3666C" w:rsidRDefault="00F3666C" w:rsidP="00F3666C">
      <w:pPr>
        <w:pStyle w:val="PlainText"/>
      </w:pPr>
      <w:r>
        <w:t xml:space="preserve">                                             !</w:t>
      </w:r>
      <w:r w:rsidR="00B97404">
        <w:t xml:space="preserve"> </w:t>
      </w:r>
      <w:proofErr w:type="gramStart"/>
      <w:r w:rsidR="00B97404">
        <w:t>function</w:t>
      </w:r>
      <w:proofErr w:type="gramEnd"/>
      <w:r w:rsidR="00B97404">
        <w:t xml:space="preserve"> with functionality </w:t>
      </w:r>
    </w:p>
    <w:p w:rsidR="00F3666C" w:rsidRDefault="00F3666C" w:rsidP="00F3666C">
      <w:pPr>
        <w:pStyle w:val="PlainText"/>
      </w:pPr>
      <w:r>
        <w:t xml:space="preserve">                                             ! </w:t>
      </w:r>
      <w:proofErr w:type="gramStart"/>
      <w:r w:rsidR="00B97404">
        <w:t>identical</w:t>
      </w:r>
      <w:proofErr w:type="gramEnd"/>
      <w:r w:rsidR="00B97404">
        <w:t xml:space="preserve"> to the</w:t>
      </w:r>
      <w:r>
        <w:t xml:space="preserve"> </w:t>
      </w:r>
      <w:r w:rsidR="00B97404">
        <w:t xml:space="preserve">standard C </w:t>
      </w:r>
    </w:p>
    <w:p w:rsidR="00B97404" w:rsidRDefault="00F3666C" w:rsidP="00F3666C">
      <w:pPr>
        <w:pStyle w:val="PlainText"/>
      </w:pPr>
      <w:r>
        <w:t xml:space="preserve">                                             ! </w:t>
      </w:r>
      <w:proofErr w:type="gramStart"/>
      <w:r w:rsidR="00B97404">
        <w:t>library</w:t>
      </w:r>
      <w:proofErr w:type="gramEnd"/>
      <w:r w:rsidR="00B97404">
        <w:t xml:space="preserve"> memcpy() call.</w:t>
      </w:r>
    </w:p>
    <w:p w:rsidR="006D3706" w:rsidRDefault="006D3706" w:rsidP="00B50584"/>
    <w:p w:rsidR="00B97404" w:rsidRDefault="00B97404" w:rsidP="00B97404"/>
    <w:p w:rsidR="00B97404" w:rsidRDefault="00B97404" w:rsidP="00B97404"/>
    <w:p w:rsidR="00B97404" w:rsidRDefault="00B97404" w:rsidP="00F3666C">
      <w:pPr>
        <w:pStyle w:val="PlainText"/>
      </w:pPr>
      <w:r>
        <w:t>FUNCTION op_</w:t>
      </w:r>
      <w:proofErr w:type="gramStart"/>
      <w:r>
        <w:t>func(</w:t>
      </w:r>
      <w:proofErr w:type="gramEnd"/>
      <w:r>
        <w:t>dest, src, size, &amp; file_image_op, udata) RESULT(image_memcpy)</w:t>
      </w:r>
    </w:p>
    <w:p w:rsidR="00B97404" w:rsidRDefault="00B97404" w:rsidP="00F3666C">
      <w:pPr>
        <w:pStyle w:val="PlainText"/>
      </w:pPr>
    </w:p>
    <w:p w:rsidR="00B97404" w:rsidRDefault="00B97404" w:rsidP="00F3666C">
      <w:pPr>
        <w:pStyle w:val="PlainText"/>
      </w:pPr>
      <w:r>
        <w:t xml:space="preserve">    </w:t>
      </w:r>
      <w:proofErr w:type="gramStart"/>
      <w:r>
        <w:t>TYPE(</w:t>
      </w:r>
      <w:proofErr w:type="gramEnd"/>
      <w:r>
        <w:t xml:space="preserve">C_PTR), VALUE :: dest </w:t>
      </w:r>
      <w:r w:rsidR="00336058">
        <w:t xml:space="preserve">              ! </w:t>
      </w:r>
      <w:r w:rsidR="00315BF7">
        <w:t xml:space="preserve">Will </w:t>
      </w:r>
      <w:r>
        <w:t>contain the address of the buffer into</w:t>
      </w:r>
    </w:p>
    <w:p w:rsidR="00B97404" w:rsidRDefault="00B97404" w:rsidP="00F3666C">
      <w:pPr>
        <w:pStyle w:val="PlainText"/>
      </w:pPr>
      <w:r>
        <w:t xml:space="preserve">                                 </w:t>
      </w:r>
      <w:r w:rsidR="00336058">
        <w:t xml:space="preserve">            ! </w:t>
      </w:r>
      <w:proofErr w:type="gramStart"/>
      <w:r>
        <w:t>which</w:t>
      </w:r>
      <w:proofErr w:type="gramEnd"/>
      <w:r>
        <w:t xml:space="preserve"> to copy.</w:t>
      </w:r>
    </w:p>
    <w:p w:rsidR="00336058" w:rsidRDefault="00B97404" w:rsidP="00F3666C">
      <w:pPr>
        <w:pStyle w:val="PlainText"/>
      </w:pPr>
      <w:r>
        <w:t xml:space="preserve">    </w:t>
      </w:r>
      <w:proofErr w:type="gramStart"/>
      <w:r>
        <w:t>TYPE(</w:t>
      </w:r>
      <w:proofErr w:type="gramEnd"/>
      <w:r>
        <w:t xml:space="preserve">C_PTR), VALUE :: src </w:t>
      </w:r>
      <w:r w:rsidR="00336058">
        <w:t xml:space="preserve">               ! </w:t>
      </w:r>
      <w:r w:rsidR="00315BF7">
        <w:t xml:space="preserve">Will </w:t>
      </w:r>
      <w:r>
        <w:t xml:space="preserve">contain the address of the buffer </w:t>
      </w:r>
    </w:p>
    <w:p w:rsidR="00B97404" w:rsidRDefault="00336058" w:rsidP="00F3666C">
      <w:pPr>
        <w:pStyle w:val="PlainText"/>
      </w:pPr>
      <w:r>
        <w:t xml:space="preserve">                                             ! </w:t>
      </w:r>
      <w:proofErr w:type="gramStart"/>
      <w:r w:rsidR="00B97404">
        <w:t>from</w:t>
      </w:r>
      <w:proofErr w:type="gramEnd"/>
      <w:r w:rsidR="00F3666C">
        <w:t xml:space="preserve"> </w:t>
      </w:r>
      <w:r w:rsidR="00B97404">
        <w:t>which to copy.</w:t>
      </w:r>
    </w:p>
    <w:p w:rsidR="00B97404" w:rsidRDefault="00B97404" w:rsidP="00F3666C">
      <w:pPr>
        <w:pStyle w:val="PlainText"/>
      </w:pPr>
      <w:r>
        <w:t xml:space="preserve">    </w:t>
      </w:r>
      <w:proofErr w:type="gramStart"/>
      <w:r>
        <w:t>INTEGER(</w:t>
      </w:r>
      <w:proofErr w:type="gramEnd"/>
      <w:r>
        <w:t xml:space="preserve">size_t) :: size </w:t>
      </w:r>
      <w:r w:rsidR="00336058">
        <w:t xml:space="preserve">                 ! </w:t>
      </w:r>
      <w:proofErr w:type="gramStart"/>
      <w:r w:rsidR="00315BF7">
        <w:t xml:space="preserve">Will </w:t>
      </w:r>
      <w:r>
        <w:t>contain the number of bytes to copy.</w:t>
      </w:r>
      <w:proofErr w:type="gramEnd"/>
    </w:p>
    <w:p w:rsidR="00B97404" w:rsidRDefault="00B97404" w:rsidP="00F3666C">
      <w:pPr>
        <w:pStyle w:val="PlainText"/>
      </w:pPr>
      <w:r>
        <w:t xml:space="preserve">    </w:t>
      </w:r>
      <w:proofErr w:type="gramStart"/>
      <w:r>
        <w:t>INTEGER :</w:t>
      </w:r>
      <w:proofErr w:type="gramEnd"/>
      <w:r>
        <w:t xml:space="preserve">: file_image_op </w:t>
      </w:r>
      <w:r w:rsidR="00336058">
        <w:t xml:space="preserve">                ! </w:t>
      </w:r>
      <w:r w:rsidR="00315BF7">
        <w:t xml:space="preserve">Will </w:t>
      </w:r>
      <w:r>
        <w:t>be set to one of the values of</w:t>
      </w:r>
    </w:p>
    <w:p w:rsidR="00336058" w:rsidRDefault="00B97404" w:rsidP="00F3666C">
      <w:pPr>
        <w:pStyle w:val="PlainText"/>
      </w:pPr>
      <w:r>
        <w:t xml:space="preserve">    </w:t>
      </w:r>
      <w:r w:rsidR="00336058">
        <w:t xml:space="preserve">                                         ! </w:t>
      </w:r>
      <w:r>
        <w:t xml:space="preserve">H5_IMAGE_OP_* indicating the operation </w:t>
      </w:r>
    </w:p>
    <w:p w:rsidR="00336058" w:rsidRDefault="00336058" w:rsidP="00F3666C">
      <w:pPr>
        <w:pStyle w:val="PlainText"/>
      </w:pPr>
      <w:r>
        <w:t xml:space="preserve">                                             ! </w:t>
      </w:r>
      <w:proofErr w:type="gramStart"/>
      <w:r w:rsidR="00B97404">
        <w:t>being</w:t>
      </w:r>
      <w:proofErr w:type="gramEnd"/>
      <w:r w:rsidR="00B97404">
        <w:t xml:space="preserve"> performed on the file image when </w:t>
      </w:r>
    </w:p>
    <w:p w:rsidR="00B97404" w:rsidRDefault="00336058" w:rsidP="00F3666C">
      <w:pPr>
        <w:pStyle w:val="PlainText"/>
      </w:pPr>
      <w:r>
        <w:t xml:space="preserve">                                             ! </w:t>
      </w:r>
      <w:proofErr w:type="gramStart"/>
      <w:r w:rsidR="00B97404">
        <w:t>this</w:t>
      </w:r>
      <w:proofErr w:type="gramEnd"/>
      <w:r w:rsidR="00B97404">
        <w:t xml:space="preserve"> callback is invoked.</w:t>
      </w:r>
    </w:p>
    <w:p w:rsidR="009B5CC8" w:rsidRDefault="00F3666C" w:rsidP="00F3666C">
      <w:pPr>
        <w:pStyle w:val="PlainText"/>
      </w:pPr>
      <w:r>
        <w:t xml:space="preserve">    </w:t>
      </w:r>
      <w:proofErr w:type="gramStart"/>
      <w:r w:rsidR="00B97404">
        <w:t>TYPE(</w:t>
      </w:r>
      <w:proofErr w:type="gramEnd"/>
      <w:r w:rsidR="00B97404">
        <w:t xml:space="preserve">C_PTR), VALUE :: udata </w:t>
      </w:r>
      <w:r>
        <w:t xml:space="preserve">     </w:t>
      </w:r>
      <w:r w:rsidR="009B5CC8">
        <w:t xml:space="preserve">        </w:t>
      </w:r>
      <w:r>
        <w:t xml:space="preserve">! </w:t>
      </w:r>
      <w:r w:rsidR="00315BF7">
        <w:t xml:space="preserve">Will </w:t>
      </w:r>
      <w:r w:rsidR="00B97404">
        <w:t xml:space="preserve">be set to the value passed in for </w:t>
      </w:r>
    </w:p>
    <w:p w:rsidR="009B5CC8" w:rsidRDefault="009B5CC8" w:rsidP="00F3666C">
      <w:pPr>
        <w:pStyle w:val="PlainText"/>
      </w:pPr>
      <w:r>
        <w:t xml:space="preserve">                                             ! </w:t>
      </w:r>
      <w:proofErr w:type="gramStart"/>
      <w:r w:rsidR="00B97404">
        <w:t>the</w:t>
      </w:r>
      <w:proofErr w:type="gramEnd"/>
      <w:r w:rsidR="00B97404">
        <w:t xml:space="preserve"> udata parameter</w:t>
      </w:r>
      <w:r>
        <w:t xml:space="preserve"> </w:t>
      </w:r>
    </w:p>
    <w:p w:rsidR="00B97404" w:rsidRDefault="009B5CC8" w:rsidP="00F3666C">
      <w:pPr>
        <w:pStyle w:val="PlainText"/>
      </w:pPr>
      <w:r>
        <w:t xml:space="preserve">                                             ! </w:t>
      </w:r>
      <w:proofErr w:type="gramStart"/>
      <w:r w:rsidR="00B97404">
        <w:t>to</w:t>
      </w:r>
      <w:proofErr w:type="gramEnd"/>
      <w:r w:rsidR="00B97404">
        <w:t xml:space="preserve"> H5Pset_file_image_callbacks_f.</w:t>
      </w:r>
    </w:p>
    <w:p w:rsidR="00B97404" w:rsidRDefault="00B97404" w:rsidP="00F3666C">
      <w:pPr>
        <w:pStyle w:val="PlainText"/>
      </w:pPr>
      <w:r>
        <w:t xml:space="preserve">    </w:t>
      </w:r>
      <w:proofErr w:type="gramStart"/>
      <w:r>
        <w:t>TYPE(</w:t>
      </w:r>
      <w:proofErr w:type="gramEnd"/>
      <w:r>
        <w:t xml:space="preserve">C_FUN_PTR), VALUE :: image_memcpy </w:t>
      </w:r>
      <w:r w:rsidR="009B5CC8">
        <w:t xml:space="preserve">  ! </w:t>
      </w:r>
      <w:r w:rsidR="00315BF7">
        <w:t xml:space="preserve">Shall </w:t>
      </w:r>
      <w:r>
        <w:t>contain a pointer to a</w:t>
      </w:r>
    </w:p>
    <w:p w:rsidR="009B5CC8" w:rsidRDefault="00B97404" w:rsidP="00F3666C">
      <w:pPr>
        <w:pStyle w:val="PlainText"/>
      </w:pPr>
      <w:r>
        <w:t xml:space="preserve">                                      </w:t>
      </w:r>
      <w:r w:rsidR="009B5CC8">
        <w:t xml:space="preserve">       ! </w:t>
      </w:r>
      <w:proofErr w:type="gramStart"/>
      <w:r>
        <w:t>function</w:t>
      </w:r>
      <w:proofErr w:type="gramEnd"/>
      <w:r>
        <w:t xml:space="preserve"> with functionality identical to </w:t>
      </w:r>
    </w:p>
    <w:p w:rsidR="00B97404" w:rsidRDefault="009B5CC8" w:rsidP="009B5CC8">
      <w:pPr>
        <w:pStyle w:val="PlainText"/>
      </w:pPr>
      <w:r>
        <w:t xml:space="preserve">                                             ! </w:t>
      </w:r>
      <w:proofErr w:type="gramStart"/>
      <w:r w:rsidR="00B97404">
        <w:t>the</w:t>
      </w:r>
      <w:proofErr w:type="gramEnd"/>
      <w:r>
        <w:t xml:space="preserve"> </w:t>
      </w:r>
      <w:r w:rsidR="00B97404">
        <w:t>standard C library memcpy() call.</w:t>
      </w:r>
    </w:p>
    <w:p w:rsidR="00B97404" w:rsidRDefault="00B97404" w:rsidP="00B97404"/>
    <w:p w:rsidR="00FE57AE" w:rsidRDefault="00FE57AE" w:rsidP="00B97404"/>
    <w:p w:rsidR="00315BF7" w:rsidRDefault="00315BF7" w:rsidP="00B97404"/>
    <w:p w:rsidR="00B97404" w:rsidRDefault="00B97404" w:rsidP="00FE57AE">
      <w:pPr>
        <w:pStyle w:val="PlainText"/>
      </w:pPr>
      <w:r>
        <w:t>FUNCTION op_</w:t>
      </w:r>
      <w:proofErr w:type="gramStart"/>
      <w:r>
        <w:t>func(</w:t>
      </w:r>
      <w:proofErr w:type="gramEnd"/>
      <w:r>
        <w:t>ptr, size, &amp;</w:t>
      </w:r>
      <w:r w:rsidR="00F3666C">
        <w:t xml:space="preserve"> </w:t>
      </w:r>
      <w:r>
        <w:t>file_image_op, udata) RESULT(image_realloc)</w:t>
      </w:r>
    </w:p>
    <w:p w:rsidR="00B97404" w:rsidRDefault="00B97404" w:rsidP="00FE57AE">
      <w:pPr>
        <w:pStyle w:val="PlainText"/>
      </w:pPr>
    </w:p>
    <w:p w:rsidR="00B97404" w:rsidRDefault="00FE57AE" w:rsidP="00FE57AE">
      <w:pPr>
        <w:pStyle w:val="PlainText"/>
      </w:pPr>
      <w:r>
        <w:t xml:space="preserve">    </w:t>
      </w:r>
      <w:proofErr w:type="gramStart"/>
      <w:r w:rsidR="00B97404">
        <w:t>TYPE(</w:t>
      </w:r>
      <w:proofErr w:type="gramEnd"/>
      <w:r w:rsidR="00B97404">
        <w:t xml:space="preserve">C_PTR), VALUE :: ptr </w:t>
      </w:r>
      <w:r>
        <w:t xml:space="preserve">               ! </w:t>
      </w:r>
      <w:r w:rsidR="00315BF7">
        <w:t xml:space="preserve">Will </w:t>
      </w:r>
      <w:r w:rsidR="00B97404">
        <w:t>contain the pointer to the buffer being</w:t>
      </w:r>
    </w:p>
    <w:p w:rsidR="00B97404" w:rsidRDefault="00FE57AE" w:rsidP="00FE57AE">
      <w:pPr>
        <w:pStyle w:val="PlainText"/>
      </w:pPr>
      <w:r>
        <w:t xml:space="preserve"> </w:t>
      </w:r>
      <w:r w:rsidR="00B97404">
        <w:t xml:space="preserve">                                  </w:t>
      </w:r>
      <w:r>
        <w:t xml:space="preserve">          ! </w:t>
      </w:r>
      <w:proofErr w:type="gramStart"/>
      <w:r w:rsidR="00B97404">
        <w:t>reallocated</w:t>
      </w:r>
      <w:proofErr w:type="gramEnd"/>
      <w:r w:rsidR="00B97404">
        <w:t>.</w:t>
      </w:r>
    </w:p>
    <w:p w:rsidR="00B97404" w:rsidRDefault="00B97404" w:rsidP="00FE57AE">
      <w:pPr>
        <w:pStyle w:val="PlainText"/>
      </w:pPr>
      <w:r>
        <w:t xml:space="preserve">    </w:t>
      </w:r>
      <w:proofErr w:type="gramStart"/>
      <w:r>
        <w:t>INTEGER(</w:t>
      </w:r>
      <w:proofErr w:type="gramEnd"/>
      <w:r>
        <w:t xml:space="preserve">size_t) :: size </w:t>
      </w:r>
      <w:r w:rsidR="00FE57AE">
        <w:t xml:space="preserve">                 ! </w:t>
      </w:r>
      <w:r w:rsidR="00315BF7">
        <w:t xml:space="preserve">Will </w:t>
      </w:r>
      <w:r>
        <w:t>contain the desired size of the buffer</w:t>
      </w:r>
    </w:p>
    <w:p w:rsidR="00B97404" w:rsidRDefault="00B97404" w:rsidP="00FE57AE">
      <w:pPr>
        <w:pStyle w:val="PlainText"/>
      </w:pPr>
      <w:r>
        <w:t xml:space="preserve">                                </w:t>
      </w:r>
      <w:r w:rsidR="00FE57AE">
        <w:t xml:space="preserve">             ! </w:t>
      </w:r>
      <w:proofErr w:type="gramStart"/>
      <w:r>
        <w:t>after</w:t>
      </w:r>
      <w:proofErr w:type="gramEnd"/>
      <w:r>
        <w:t xml:space="preserve"> realloc in bytes.</w:t>
      </w:r>
    </w:p>
    <w:p w:rsidR="00B97404" w:rsidRDefault="00B97404" w:rsidP="00FE57AE">
      <w:pPr>
        <w:pStyle w:val="PlainText"/>
      </w:pPr>
      <w:r>
        <w:t xml:space="preserve">    </w:t>
      </w:r>
      <w:proofErr w:type="gramStart"/>
      <w:r>
        <w:t>INTEGER :</w:t>
      </w:r>
      <w:proofErr w:type="gramEnd"/>
      <w:r>
        <w:t xml:space="preserve">: file_image_op </w:t>
      </w:r>
      <w:r w:rsidR="00FE57AE">
        <w:t xml:space="preserve">                ! </w:t>
      </w:r>
      <w:r w:rsidR="00315BF7">
        <w:t xml:space="preserve">Will </w:t>
      </w:r>
      <w:r>
        <w:t>be set to one of the values of</w:t>
      </w:r>
    </w:p>
    <w:p w:rsidR="00FE57AE" w:rsidRDefault="00B97404" w:rsidP="00FE57AE">
      <w:pPr>
        <w:pStyle w:val="PlainText"/>
      </w:pPr>
      <w:r>
        <w:t xml:space="preserve">                       </w:t>
      </w:r>
      <w:r w:rsidR="00FE57AE">
        <w:t xml:space="preserve">                      ! </w:t>
      </w:r>
      <w:r>
        <w:t xml:space="preserve">H5_IMAGE_OP_* indicating the operation </w:t>
      </w:r>
    </w:p>
    <w:p w:rsidR="00FE57AE" w:rsidRDefault="00FE57AE" w:rsidP="00FE57AE">
      <w:pPr>
        <w:pStyle w:val="PlainText"/>
      </w:pPr>
      <w:r>
        <w:t xml:space="preserve">                                             ! </w:t>
      </w:r>
      <w:proofErr w:type="gramStart"/>
      <w:r w:rsidR="00B97404">
        <w:t>being</w:t>
      </w:r>
      <w:proofErr w:type="gramEnd"/>
      <w:r w:rsidR="00B97404">
        <w:t xml:space="preserve"> performed on</w:t>
      </w:r>
      <w:r>
        <w:t xml:space="preserve"> </w:t>
      </w:r>
      <w:r w:rsidR="00B97404">
        <w:t xml:space="preserve">the file image when </w:t>
      </w:r>
    </w:p>
    <w:p w:rsidR="00B97404" w:rsidRDefault="00FE57AE" w:rsidP="00FE57AE">
      <w:pPr>
        <w:pStyle w:val="PlainText"/>
      </w:pPr>
      <w:r>
        <w:t xml:space="preserve">                                             ! </w:t>
      </w:r>
      <w:proofErr w:type="gramStart"/>
      <w:r w:rsidR="00B97404">
        <w:t>this</w:t>
      </w:r>
      <w:proofErr w:type="gramEnd"/>
      <w:r w:rsidR="00B97404">
        <w:t xml:space="preserve"> callback is invoked.</w:t>
      </w:r>
    </w:p>
    <w:p w:rsidR="00B97404" w:rsidRDefault="00B97404" w:rsidP="00FE57AE">
      <w:pPr>
        <w:pStyle w:val="PlainText"/>
      </w:pPr>
      <w:r>
        <w:t xml:space="preserve">    </w:t>
      </w:r>
      <w:proofErr w:type="gramStart"/>
      <w:r>
        <w:t>TYPE(</w:t>
      </w:r>
      <w:proofErr w:type="gramEnd"/>
      <w:r>
        <w:t xml:space="preserve">C_PTR), VALUE :: udata </w:t>
      </w:r>
      <w:r w:rsidR="00FE57AE">
        <w:t xml:space="preserve">             ! </w:t>
      </w:r>
      <w:r w:rsidR="00315BF7">
        <w:t xml:space="preserve">Will </w:t>
      </w:r>
      <w:r>
        <w:t>be set to the value passed in for the</w:t>
      </w:r>
    </w:p>
    <w:p w:rsidR="00B97404" w:rsidRDefault="00B97404" w:rsidP="00FE57AE">
      <w:pPr>
        <w:pStyle w:val="PlainText"/>
      </w:pPr>
      <w:r>
        <w:t xml:space="preserve">                                             </w:t>
      </w:r>
      <w:r w:rsidR="00FE57AE">
        <w:t xml:space="preserve">! </w:t>
      </w:r>
      <w:proofErr w:type="gramStart"/>
      <w:r>
        <w:t>udata</w:t>
      </w:r>
      <w:proofErr w:type="gramEnd"/>
      <w:r>
        <w:t xml:space="preserve"> parameter to</w:t>
      </w:r>
      <w:r w:rsidR="00FE57AE">
        <w:t xml:space="preserve"> </w:t>
      </w:r>
    </w:p>
    <w:p w:rsidR="00B97404" w:rsidRDefault="00B97404" w:rsidP="00FE57AE">
      <w:pPr>
        <w:pStyle w:val="PlainText"/>
      </w:pPr>
      <w:r>
        <w:t xml:space="preserve">                                             </w:t>
      </w:r>
      <w:r w:rsidR="00FE57AE">
        <w:t xml:space="preserve">! </w:t>
      </w:r>
      <w:r>
        <w:t>H5Pset_file_image_callbacks_f.</w:t>
      </w:r>
    </w:p>
    <w:p w:rsidR="00B97404" w:rsidRDefault="00B97404" w:rsidP="00FE57AE">
      <w:pPr>
        <w:pStyle w:val="PlainText"/>
      </w:pPr>
      <w:r>
        <w:t xml:space="preserve">    </w:t>
      </w:r>
      <w:proofErr w:type="gramStart"/>
      <w:r>
        <w:t>TYPE(</w:t>
      </w:r>
      <w:proofErr w:type="gramEnd"/>
      <w:r>
        <w:t xml:space="preserve">C_FUN_PTR), VALUE :: image_realloc </w:t>
      </w:r>
      <w:r w:rsidR="00FE57AE">
        <w:t xml:space="preserve"> ! </w:t>
      </w:r>
      <w:r w:rsidR="00315BF7">
        <w:t xml:space="preserve">Shall </w:t>
      </w:r>
      <w:r>
        <w:t>contain a pointer to a</w:t>
      </w:r>
    </w:p>
    <w:p w:rsidR="00FE57AE" w:rsidRDefault="00B97404" w:rsidP="00FE57AE">
      <w:pPr>
        <w:pStyle w:val="PlainText"/>
      </w:pPr>
      <w:r>
        <w:t xml:space="preserve">   </w:t>
      </w:r>
      <w:r w:rsidR="00FE57AE">
        <w:t xml:space="preserve">                                          ! </w:t>
      </w:r>
      <w:proofErr w:type="gramStart"/>
      <w:r>
        <w:t>function</w:t>
      </w:r>
      <w:proofErr w:type="gramEnd"/>
      <w:r>
        <w:t xml:space="preserve"> functionality identical to the </w:t>
      </w:r>
    </w:p>
    <w:p w:rsidR="00B97404" w:rsidRDefault="00FE57AE" w:rsidP="00FE57AE">
      <w:pPr>
        <w:pStyle w:val="PlainText"/>
      </w:pPr>
      <w:r>
        <w:t xml:space="preserve">                                             ! </w:t>
      </w:r>
      <w:proofErr w:type="gramStart"/>
      <w:r w:rsidR="00B97404">
        <w:t>standard</w:t>
      </w:r>
      <w:proofErr w:type="gramEnd"/>
      <w:r w:rsidR="00B97404">
        <w:t xml:space="preserve"> C library realloc() call.</w:t>
      </w:r>
    </w:p>
    <w:p w:rsidR="00B97404" w:rsidRDefault="00B97404" w:rsidP="00B97404"/>
    <w:p w:rsidR="00FE57AE" w:rsidRDefault="00FE57AE" w:rsidP="00B97404"/>
    <w:p w:rsidR="00FE57AE" w:rsidRDefault="00FE57AE" w:rsidP="00B97404"/>
    <w:p w:rsidR="00B97404" w:rsidRDefault="00B97404" w:rsidP="00FE57AE">
      <w:pPr>
        <w:pStyle w:val="PlainText"/>
      </w:pPr>
      <w:r>
        <w:t>FUNCTION op_</w:t>
      </w:r>
      <w:proofErr w:type="gramStart"/>
      <w:r>
        <w:t>func(</w:t>
      </w:r>
      <w:proofErr w:type="gramEnd"/>
      <w:r>
        <w:t>ptr, file_image_op, udata) RESULT(image_free)</w:t>
      </w:r>
    </w:p>
    <w:p w:rsidR="00FE57AE" w:rsidRDefault="00FE57AE" w:rsidP="00FE57AE">
      <w:pPr>
        <w:pStyle w:val="PlainText"/>
      </w:pPr>
    </w:p>
    <w:p w:rsidR="00FE57AE" w:rsidRDefault="00FE57AE" w:rsidP="00FE57AE">
      <w:pPr>
        <w:pStyle w:val="PlainText"/>
      </w:pPr>
      <w:r>
        <w:t xml:space="preserve">    </w:t>
      </w:r>
      <w:proofErr w:type="gramStart"/>
      <w:r w:rsidR="00B97404">
        <w:t>TYPE(</w:t>
      </w:r>
      <w:proofErr w:type="gramEnd"/>
      <w:r w:rsidR="00B97404">
        <w:t xml:space="preserve">C_PTR), VALUE :: ptr </w:t>
      </w:r>
      <w:r>
        <w:t xml:space="preserve">               ! </w:t>
      </w:r>
      <w:r w:rsidR="00315BF7">
        <w:t xml:space="preserve">Will </w:t>
      </w:r>
      <w:r w:rsidR="00B97404">
        <w:t xml:space="preserve">contain the pointer to the buffer </w:t>
      </w:r>
    </w:p>
    <w:p w:rsidR="00B97404" w:rsidRDefault="00FE57AE" w:rsidP="00FE57AE">
      <w:pPr>
        <w:pStyle w:val="PlainText"/>
      </w:pPr>
      <w:r>
        <w:t xml:space="preserve">                                             ! </w:t>
      </w:r>
      <w:proofErr w:type="gramStart"/>
      <w:r w:rsidR="00B97404">
        <w:t>being</w:t>
      </w:r>
      <w:proofErr w:type="gramEnd"/>
      <w:r>
        <w:t xml:space="preserve"> </w:t>
      </w:r>
      <w:r w:rsidR="00B97404">
        <w:t>released.</w:t>
      </w:r>
    </w:p>
    <w:p w:rsidR="00B97404" w:rsidRDefault="00B97404" w:rsidP="00FE57AE">
      <w:pPr>
        <w:pStyle w:val="PlainText"/>
      </w:pPr>
      <w:r>
        <w:t xml:space="preserve">    </w:t>
      </w:r>
      <w:proofErr w:type="gramStart"/>
      <w:r>
        <w:t>INTEGER :</w:t>
      </w:r>
      <w:proofErr w:type="gramEnd"/>
      <w:r>
        <w:t xml:space="preserve">: file_image_op </w:t>
      </w:r>
      <w:r w:rsidR="00FE57AE">
        <w:t xml:space="preserve">                ! </w:t>
      </w:r>
      <w:r w:rsidR="00315BF7">
        <w:t xml:space="preserve">Will </w:t>
      </w:r>
      <w:r>
        <w:t>be set to one of the values of</w:t>
      </w:r>
    </w:p>
    <w:p w:rsidR="00FE57AE" w:rsidRDefault="00B97404" w:rsidP="00FE57AE">
      <w:pPr>
        <w:pStyle w:val="PlainText"/>
      </w:pPr>
      <w:r>
        <w:t xml:space="preserve">            </w:t>
      </w:r>
      <w:r w:rsidR="00FE57AE">
        <w:t xml:space="preserve">                                 ! </w:t>
      </w:r>
      <w:r>
        <w:t xml:space="preserve">H5_IMAGE_OP_* indicating the operation </w:t>
      </w:r>
    </w:p>
    <w:p w:rsidR="00FE57AE" w:rsidRDefault="00FE57AE" w:rsidP="00FE57AE">
      <w:pPr>
        <w:pStyle w:val="PlainText"/>
      </w:pPr>
      <w:r>
        <w:t xml:space="preserve">                                             ! </w:t>
      </w:r>
      <w:proofErr w:type="gramStart"/>
      <w:r w:rsidR="00B97404">
        <w:t>being</w:t>
      </w:r>
      <w:proofErr w:type="gramEnd"/>
      <w:r w:rsidR="00B97404">
        <w:t xml:space="preserve"> performed</w:t>
      </w:r>
      <w:r>
        <w:t xml:space="preserve"> </w:t>
      </w:r>
      <w:r w:rsidR="00B97404">
        <w:t xml:space="preserve">on the file image when </w:t>
      </w:r>
    </w:p>
    <w:p w:rsidR="00B97404" w:rsidRDefault="00FE57AE" w:rsidP="00FE57AE">
      <w:pPr>
        <w:pStyle w:val="PlainText"/>
      </w:pPr>
      <w:r>
        <w:t xml:space="preserve">                                             ! </w:t>
      </w:r>
      <w:proofErr w:type="gramStart"/>
      <w:r w:rsidR="00B97404">
        <w:t>this</w:t>
      </w:r>
      <w:proofErr w:type="gramEnd"/>
      <w:r w:rsidR="00B97404">
        <w:t xml:space="preserve"> callback is invoked.</w:t>
      </w:r>
    </w:p>
    <w:p w:rsidR="00B97404" w:rsidRDefault="00B97404" w:rsidP="00FE57AE">
      <w:pPr>
        <w:pStyle w:val="PlainText"/>
      </w:pPr>
      <w:r>
        <w:t xml:space="preserve">    </w:t>
      </w:r>
      <w:proofErr w:type="gramStart"/>
      <w:r>
        <w:t>TYPE(</w:t>
      </w:r>
      <w:proofErr w:type="gramEnd"/>
      <w:r>
        <w:t xml:space="preserve">C_PTR), VALUE :: udata </w:t>
      </w:r>
      <w:r w:rsidR="00FE57AE">
        <w:t xml:space="preserve">             ! </w:t>
      </w:r>
      <w:r w:rsidR="00315BF7">
        <w:t xml:space="preserve">Will </w:t>
      </w:r>
      <w:r>
        <w:t>be set to the value passed in for the</w:t>
      </w:r>
    </w:p>
    <w:p w:rsidR="00B97404" w:rsidRDefault="00B97404" w:rsidP="00FE57AE">
      <w:pPr>
        <w:pStyle w:val="PlainText"/>
      </w:pPr>
      <w:r>
        <w:t xml:space="preserve">          </w:t>
      </w:r>
      <w:r w:rsidR="00FE57AE">
        <w:t xml:space="preserve">                                   ! </w:t>
      </w:r>
      <w:proofErr w:type="gramStart"/>
      <w:r>
        <w:t>udata</w:t>
      </w:r>
      <w:proofErr w:type="gramEnd"/>
      <w:r>
        <w:t xml:space="preserve"> parameter to</w:t>
      </w:r>
    </w:p>
    <w:p w:rsidR="00B97404" w:rsidRDefault="00B97404" w:rsidP="00FE57AE">
      <w:pPr>
        <w:pStyle w:val="PlainText"/>
      </w:pPr>
      <w:r>
        <w:t xml:space="preserve">          </w:t>
      </w:r>
      <w:r w:rsidR="00FE57AE">
        <w:t xml:space="preserve">                                   ! </w:t>
      </w:r>
      <w:r>
        <w:t>H5Pset_file_image_callbacks_f.</w:t>
      </w:r>
    </w:p>
    <w:p w:rsidR="00B97404" w:rsidRDefault="00B97404" w:rsidP="00FE57AE">
      <w:pPr>
        <w:pStyle w:val="PlainText"/>
      </w:pPr>
      <w:r>
        <w:t xml:space="preserve">    </w:t>
      </w:r>
      <w:proofErr w:type="gramStart"/>
      <w:r>
        <w:t>TYPE(</w:t>
      </w:r>
      <w:proofErr w:type="gramEnd"/>
      <w:r>
        <w:t xml:space="preserve">C_PTR), VALUE :: image_free </w:t>
      </w:r>
      <w:r w:rsidR="00FE57AE">
        <w:t xml:space="preserve">        ! </w:t>
      </w:r>
      <w:r w:rsidR="00315BF7">
        <w:t xml:space="preserve">Shall </w:t>
      </w:r>
      <w:r>
        <w:t>contain a pointer to a function</w:t>
      </w:r>
    </w:p>
    <w:p w:rsidR="00FE57AE" w:rsidRDefault="00FE57AE" w:rsidP="00FE57AE">
      <w:pPr>
        <w:pStyle w:val="PlainText"/>
      </w:pPr>
      <w:r>
        <w:t xml:space="preserve">                             </w:t>
      </w:r>
      <w:r w:rsidR="00B97404">
        <w:t xml:space="preserve">    </w:t>
      </w:r>
      <w:r>
        <w:t xml:space="preserve">            ! </w:t>
      </w:r>
      <w:proofErr w:type="gramStart"/>
      <w:r w:rsidR="00B97404">
        <w:t>with</w:t>
      </w:r>
      <w:proofErr w:type="gramEnd"/>
      <w:r w:rsidR="00B97404">
        <w:t xml:space="preserve"> functionality identical to the </w:t>
      </w:r>
    </w:p>
    <w:p w:rsidR="00B97404" w:rsidRDefault="00FE57AE" w:rsidP="00FE57AE">
      <w:pPr>
        <w:pStyle w:val="PlainText"/>
      </w:pPr>
      <w:r>
        <w:t xml:space="preserve">                                             ! </w:t>
      </w:r>
      <w:proofErr w:type="gramStart"/>
      <w:r w:rsidR="00B97404">
        <w:t>standard</w:t>
      </w:r>
      <w:proofErr w:type="gramEnd"/>
      <w:r w:rsidR="00B97404">
        <w:t xml:space="preserve"> C</w:t>
      </w:r>
      <w:r>
        <w:t xml:space="preserve"> </w:t>
      </w:r>
      <w:r w:rsidR="00B97404">
        <w:t>library free() call</w:t>
      </w:r>
    </w:p>
    <w:p w:rsidR="00B97404" w:rsidRDefault="00B97404" w:rsidP="00B97404"/>
    <w:p w:rsidR="00FE57AE" w:rsidRDefault="00FE57AE" w:rsidP="00B97404"/>
    <w:p w:rsidR="00B97404" w:rsidRDefault="00B97404" w:rsidP="00B97404"/>
    <w:p w:rsidR="00B97404" w:rsidRDefault="00B97404" w:rsidP="001563AA">
      <w:pPr>
        <w:pStyle w:val="PlainText"/>
      </w:pPr>
      <w:r>
        <w:t>FUNCTION op_</w:t>
      </w:r>
      <w:proofErr w:type="gramStart"/>
      <w:r>
        <w:t>func(</w:t>
      </w:r>
      <w:proofErr w:type="gramEnd"/>
      <w:r>
        <w:t xml:space="preserve">udata) RESULT(udata_copy) </w:t>
      </w:r>
    </w:p>
    <w:p w:rsidR="001563AA" w:rsidRDefault="001563AA" w:rsidP="001563AA">
      <w:pPr>
        <w:pStyle w:val="PlainText"/>
      </w:pPr>
    </w:p>
    <w:p w:rsidR="00B97404" w:rsidRDefault="00B97404" w:rsidP="001563AA">
      <w:pPr>
        <w:pStyle w:val="PlainText"/>
      </w:pPr>
      <w:r>
        <w:t xml:space="preserve">    </w:t>
      </w:r>
      <w:proofErr w:type="gramStart"/>
      <w:r>
        <w:t>TYPE(</w:t>
      </w:r>
      <w:proofErr w:type="gramEnd"/>
      <w:r>
        <w:t xml:space="preserve">C_PTR), VALUE :: udata </w:t>
      </w:r>
      <w:r w:rsidR="001563AA">
        <w:t xml:space="preserve">             ! </w:t>
      </w:r>
      <w:r w:rsidR="00315BF7">
        <w:t xml:space="preserve">Will </w:t>
      </w:r>
      <w:r>
        <w:t>be set to the value passed in for the</w:t>
      </w:r>
    </w:p>
    <w:p w:rsidR="00B97404" w:rsidRDefault="00B97404" w:rsidP="001563AA">
      <w:pPr>
        <w:pStyle w:val="PlainText"/>
      </w:pPr>
      <w:r>
        <w:t xml:space="preserve">                                             </w:t>
      </w:r>
      <w:r w:rsidR="001563AA">
        <w:t xml:space="preserve">! </w:t>
      </w:r>
      <w:proofErr w:type="gramStart"/>
      <w:r>
        <w:t>udata</w:t>
      </w:r>
      <w:proofErr w:type="gramEnd"/>
      <w:r>
        <w:t xml:space="preserve"> parameter to</w:t>
      </w:r>
    </w:p>
    <w:p w:rsidR="00B97404" w:rsidRDefault="00B97404" w:rsidP="001563AA">
      <w:pPr>
        <w:pStyle w:val="PlainText"/>
      </w:pPr>
      <w:r>
        <w:t xml:space="preserve">          </w:t>
      </w:r>
      <w:r w:rsidR="001563AA">
        <w:t xml:space="preserve">                                   ! </w:t>
      </w:r>
      <w:r>
        <w:t>H5Pset_file_image_callbacks_f.</w:t>
      </w:r>
    </w:p>
    <w:p w:rsidR="00B97404" w:rsidRDefault="00B97404" w:rsidP="001563AA">
      <w:pPr>
        <w:pStyle w:val="PlainText"/>
      </w:pPr>
      <w:r>
        <w:t xml:space="preserve">    </w:t>
      </w:r>
      <w:proofErr w:type="gramStart"/>
      <w:r>
        <w:t>TYPE(</w:t>
      </w:r>
      <w:proofErr w:type="gramEnd"/>
      <w:r>
        <w:t xml:space="preserve">C_FUN_PTR), VALUE :: udata_copy </w:t>
      </w:r>
      <w:r w:rsidR="001563AA">
        <w:t xml:space="preserve">    ! </w:t>
      </w:r>
      <w:r w:rsidR="00315BF7">
        <w:t xml:space="preserve">Shall </w:t>
      </w:r>
      <w:r>
        <w:t>contain a pointer to a</w:t>
      </w:r>
    </w:p>
    <w:p w:rsidR="001563AA" w:rsidRDefault="00B97404" w:rsidP="001563AA">
      <w:pPr>
        <w:pStyle w:val="PlainText"/>
      </w:pPr>
      <w:r>
        <w:t xml:space="preserve">     </w:t>
      </w:r>
      <w:r w:rsidR="001563AA">
        <w:t xml:space="preserve">                                        ! </w:t>
      </w:r>
      <w:proofErr w:type="gramStart"/>
      <w:r>
        <w:t>function</w:t>
      </w:r>
      <w:proofErr w:type="gramEnd"/>
      <w:r>
        <w:t xml:space="preserve"> that will allocate a buffer of </w:t>
      </w:r>
    </w:p>
    <w:p w:rsidR="001563AA" w:rsidRDefault="001563AA" w:rsidP="001563AA">
      <w:pPr>
        <w:pStyle w:val="PlainText"/>
      </w:pPr>
      <w:r>
        <w:t xml:space="preserve">                                             ! </w:t>
      </w:r>
      <w:proofErr w:type="gramStart"/>
      <w:r w:rsidR="00B97404">
        <w:t>suitable</w:t>
      </w:r>
      <w:proofErr w:type="gramEnd"/>
      <w:r>
        <w:t xml:space="preserve"> </w:t>
      </w:r>
      <w:r w:rsidR="00B97404">
        <w:t xml:space="preserve">size, copy the contents of the </w:t>
      </w:r>
    </w:p>
    <w:p w:rsidR="001563AA" w:rsidRDefault="001563AA" w:rsidP="001563AA">
      <w:pPr>
        <w:pStyle w:val="PlainText"/>
      </w:pPr>
      <w:r>
        <w:t xml:space="preserve">                                             ! </w:t>
      </w:r>
      <w:proofErr w:type="gramStart"/>
      <w:r w:rsidR="00B97404">
        <w:t>supplied</w:t>
      </w:r>
      <w:proofErr w:type="gramEnd"/>
      <w:r w:rsidR="00B97404">
        <w:t xml:space="preserve"> udata</w:t>
      </w:r>
      <w:r>
        <w:t xml:space="preserve"> </w:t>
      </w:r>
      <w:r w:rsidR="00B97404">
        <w:t xml:space="preserve">into the new buffer, and </w:t>
      </w:r>
    </w:p>
    <w:p w:rsidR="001563AA" w:rsidRDefault="001563AA" w:rsidP="001563AA">
      <w:pPr>
        <w:pStyle w:val="PlainText"/>
      </w:pPr>
      <w:r>
        <w:t xml:space="preserve">                                             ! </w:t>
      </w:r>
      <w:proofErr w:type="gramStart"/>
      <w:r w:rsidR="00B97404">
        <w:t>return</w:t>
      </w:r>
      <w:proofErr w:type="gramEnd"/>
      <w:r w:rsidR="00B97404">
        <w:t xml:space="preserve"> the address of</w:t>
      </w:r>
      <w:r>
        <w:t xml:space="preserve"> </w:t>
      </w:r>
      <w:r w:rsidR="00B97404">
        <w:t>the new buffer</w:t>
      </w:r>
      <w:r w:rsidR="006564E8">
        <w:t xml:space="preserve">. </w:t>
      </w:r>
    </w:p>
    <w:p w:rsidR="001563AA" w:rsidRDefault="001563AA" w:rsidP="001563AA">
      <w:pPr>
        <w:pStyle w:val="PlainText"/>
      </w:pPr>
      <w:r>
        <w:t xml:space="preserve">                                             ! </w:t>
      </w:r>
      <w:r w:rsidR="00B97404">
        <w:t>The function will return</w:t>
      </w:r>
      <w:r>
        <w:t xml:space="preserve"> </w:t>
      </w:r>
      <w:r w:rsidR="00B97404">
        <w:t xml:space="preserve">C_NULL_PTR on </w:t>
      </w:r>
    </w:p>
    <w:p w:rsidR="00B97404" w:rsidRDefault="001563AA" w:rsidP="001563AA">
      <w:pPr>
        <w:pStyle w:val="PlainText"/>
      </w:pPr>
      <w:r>
        <w:t xml:space="preserve">                                             ! </w:t>
      </w:r>
      <w:proofErr w:type="gramStart"/>
      <w:r w:rsidR="00B97404">
        <w:t>failure</w:t>
      </w:r>
      <w:proofErr w:type="gramEnd"/>
      <w:r w:rsidR="006564E8">
        <w:t xml:space="preserve">. </w:t>
      </w:r>
    </w:p>
    <w:p w:rsidR="00B97404" w:rsidRDefault="00B97404" w:rsidP="00B97404"/>
    <w:p w:rsidR="00B50584" w:rsidRDefault="00B50584" w:rsidP="00B97404"/>
    <w:p w:rsidR="001410A4" w:rsidRDefault="001410A4" w:rsidP="00B97404"/>
    <w:p w:rsidR="00B97404" w:rsidRDefault="00B97404" w:rsidP="00194421">
      <w:pPr>
        <w:pStyle w:val="PlainText"/>
      </w:pPr>
      <w:r>
        <w:t>FUNCTION op_</w:t>
      </w:r>
      <w:proofErr w:type="gramStart"/>
      <w:r>
        <w:t>func(</w:t>
      </w:r>
      <w:proofErr w:type="gramEnd"/>
      <w:r>
        <w:t xml:space="preserve">udata) RESULT(udata_free) </w:t>
      </w:r>
    </w:p>
    <w:p w:rsidR="00194421" w:rsidRDefault="00194421" w:rsidP="00194421">
      <w:pPr>
        <w:pStyle w:val="PlainText"/>
      </w:pPr>
    </w:p>
    <w:p w:rsidR="00B97404" w:rsidRDefault="00B97404" w:rsidP="00194421">
      <w:pPr>
        <w:pStyle w:val="PlainText"/>
      </w:pPr>
      <w:r>
        <w:t xml:space="preserve">    </w:t>
      </w:r>
      <w:proofErr w:type="gramStart"/>
      <w:r>
        <w:t>TYPE(</w:t>
      </w:r>
      <w:proofErr w:type="gramEnd"/>
      <w:r>
        <w:t xml:space="preserve">C_PTR), VALUE :: udata </w:t>
      </w:r>
      <w:r w:rsidR="00194421">
        <w:t xml:space="preserve">             ! </w:t>
      </w:r>
      <w:r w:rsidR="00315BF7">
        <w:t xml:space="preserve">Will </w:t>
      </w:r>
      <w:r>
        <w:t>contain the pointer to the user data</w:t>
      </w:r>
    </w:p>
    <w:p w:rsidR="00B97404" w:rsidRDefault="00B97404" w:rsidP="00194421">
      <w:pPr>
        <w:pStyle w:val="PlainText"/>
      </w:pPr>
      <w:r>
        <w:t xml:space="preserve">                                   </w:t>
      </w:r>
      <w:r w:rsidR="00194421">
        <w:t xml:space="preserve">          ! </w:t>
      </w:r>
      <w:proofErr w:type="gramStart"/>
      <w:r>
        <w:t>block</w:t>
      </w:r>
      <w:proofErr w:type="gramEnd"/>
      <w:r>
        <w:t xml:space="preserve"> being copied.</w:t>
      </w:r>
    </w:p>
    <w:p w:rsidR="00194421" w:rsidRDefault="00194421" w:rsidP="00194421">
      <w:pPr>
        <w:pStyle w:val="PlainText"/>
      </w:pPr>
      <w:r>
        <w:t xml:space="preserve">    </w:t>
      </w:r>
      <w:proofErr w:type="gramStart"/>
      <w:r w:rsidR="00B97404">
        <w:t>TYPE(</w:t>
      </w:r>
      <w:proofErr w:type="gramEnd"/>
      <w:r w:rsidR="00B97404">
        <w:t xml:space="preserve">C_FUN_PTR), VALUE :: udata_free </w:t>
      </w:r>
      <w:r>
        <w:t xml:space="preserve">    ! </w:t>
      </w:r>
      <w:r w:rsidR="00315BF7">
        <w:t xml:space="preserve">Shall </w:t>
      </w:r>
      <w:r w:rsidR="00B97404">
        <w:t xml:space="preserve">contain a pointer to a function that </w:t>
      </w:r>
    </w:p>
    <w:p w:rsidR="00B97404" w:rsidRDefault="00194421" w:rsidP="00194421">
      <w:pPr>
        <w:pStyle w:val="PlainText"/>
      </w:pPr>
      <w:r>
        <w:t xml:space="preserve">                                             ! </w:t>
      </w:r>
      <w:proofErr w:type="gramStart"/>
      <w:r w:rsidR="00B97404">
        <w:t>will</w:t>
      </w:r>
      <w:proofErr w:type="gramEnd"/>
      <w:r w:rsidR="00B97404">
        <w:t xml:space="preserve"> free a user data block</w:t>
      </w:r>
      <w:r w:rsidR="006564E8">
        <w:t xml:space="preserve">. </w:t>
      </w:r>
    </w:p>
    <w:p w:rsidR="00B97404" w:rsidRDefault="00B97404" w:rsidP="00B97404"/>
    <w:p w:rsidR="00B50584" w:rsidRDefault="00B50584" w:rsidP="00B97404"/>
    <w:p w:rsidR="00B97404" w:rsidRDefault="00B97404" w:rsidP="00B97404"/>
    <w:p w:rsidR="00B97404" w:rsidRDefault="00B97404" w:rsidP="00194421">
      <w:pPr>
        <w:pStyle w:val="PlainText"/>
      </w:pPr>
      <w:r>
        <w:t>FUNCTION op_</w:t>
      </w:r>
      <w:proofErr w:type="gramStart"/>
      <w:r>
        <w:t>func(</w:t>
      </w:r>
      <w:proofErr w:type="gramEnd"/>
      <w:r>
        <w:t xml:space="preserve">) RESULT(udata) </w:t>
      </w:r>
    </w:p>
    <w:p w:rsidR="00194421" w:rsidRDefault="00194421" w:rsidP="00194421">
      <w:pPr>
        <w:pStyle w:val="PlainText"/>
      </w:pPr>
    </w:p>
    <w:p w:rsidR="00194421" w:rsidRDefault="00B97404" w:rsidP="00194421">
      <w:pPr>
        <w:pStyle w:val="PlainText"/>
      </w:pPr>
      <w:r>
        <w:t xml:space="preserve">    </w:t>
      </w:r>
      <w:proofErr w:type="gramStart"/>
      <w:r>
        <w:t>TYPE(</w:t>
      </w:r>
      <w:proofErr w:type="gramEnd"/>
      <w:r>
        <w:t xml:space="preserve">C_PTR), VALUE :: udata </w:t>
      </w:r>
      <w:r w:rsidR="00194421">
        <w:t xml:space="preserve">             ! </w:t>
      </w:r>
      <w:r w:rsidR="00315BF7">
        <w:t xml:space="preserve">Shall </w:t>
      </w:r>
      <w:r>
        <w:t xml:space="preserve">contain a pointer value, potentially </w:t>
      </w:r>
    </w:p>
    <w:p w:rsidR="00194421" w:rsidRDefault="00194421" w:rsidP="00194421">
      <w:pPr>
        <w:pStyle w:val="PlainText"/>
      </w:pPr>
      <w:r>
        <w:t xml:space="preserve">                                             ! </w:t>
      </w:r>
      <w:proofErr w:type="gramStart"/>
      <w:r w:rsidR="00B97404">
        <w:t>to</w:t>
      </w:r>
      <w:proofErr w:type="gramEnd"/>
      <w:r>
        <w:t xml:space="preserve"> </w:t>
      </w:r>
      <w:r w:rsidR="00B97404">
        <w:t xml:space="preserve">user-defined data, that will be passed </w:t>
      </w:r>
    </w:p>
    <w:p w:rsidR="00194421" w:rsidRDefault="00194421" w:rsidP="00194421">
      <w:pPr>
        <w:pStyle w:val="PlainText"/>
      </w:pPr>
      <w:r>
        <w:t xml:space="preserve">                                             ! </w:t>
      </w:r>
      <w:proofErr w:type="gramStart"/>
      <w:r w:rsidR="00B97404">
        <w:t>to</w:t>
      </w:r>
      <w:proofErr w:type="gramEnd"/>
      <w:r w:rsidR="00B97404">
        <w:t xml:space="preserve"> the</w:t>
      </w:r>
      <w:r>
        <w:t xml:space="preserve"> </w:t>
      </w:r>
      <w:r w:rsidR="00D6452E">
        <w:t>image_malloc</w:t>
      </w:r>
      <w:r w:rsidR="00B97404">
        <w:t xml:space="preserve">, image_memcpy, </w:t>
      </w:r>
    </w:p>
    <w:p w:rsidR="00B97404" w:rsidRDefault="00194421" w:rsidP="00194421">
      <w:pPr>
        <w:pStyle w:val="PlainText"/>
      </w:pPr>
      <w:r>
        <w:t xml:space="preserve">                                             ! </w:t>
      </w:r>
      <w:proofErr w:type="gramStart"/>
      <w:r w:rsidR="00B97404">
        <w:t>image_realloc,</w:t>
      </w:r>
      <w:proofErr w:type="gramEnd"/>
      <w:r>
        <w:t xml:space="preserve"> </w:t>
      </w:r>
      <w:r w:rsidR="00B97404">
        <w:t>and image_free callbacks.</w:t>
      </w:r>
    </w:p>
    <w:p w:rsidR="00B97404" w:rsidRDefault="00B97404" w:rsidP="00B97404"/>
    <w:p w:rsidR="00194421" w:rsidRDefault="00194421" w:rsidP="00B97404"/>
    <w:p w:rsidR="00556960" w:rsidRDefault="00556960" w:rsidP="00B97404"/>
    <w:p w:rsidR="00556960" w:rsidRDefault="00556960" w:rsidP="00556960">
      <w:r>
        <w:t xml:space="preserve">The signature of </w:t>
      </w:r>
      <w:r w:rsidRPr="00D93053">
        <w:rPr>
          <w:rFonts w:ascii="Courier New" w:hAnsi="Courier New" w:cs="Courier New"/>
          <w:sz w:val="18"/>
        </w:rPr>
        <w:t>H5Pset_file_image_callbacks_f</w:t>
      </w:r>
      <w:r>
        <w:t xml:space="preserve"> is defined as follows:</w:t>
      </w:r>
    </w:p>
    <w:p w:rsidR="00194421" w:rsidRDefault="00194421" w:rsidP="00B97404"/>
    <w:p w:rsidR="00B97404" w:rsidRDefault="00B97404" w:rsidP="00194421">
      <w:pPr>
        <w:pStyle w:val="PlainText"/>
      </w:pPr>
      <w:r>
        <w:t>SUBROUTINE H5Pset_file_image_callbacks_</w:t>
      </w:r>
      <w:proofErr w:type="gramStart"/>
      <w:r>
        <w:t>f(</w:t>
      </w:r>
      <w:proofErr w:type="gramEnd"/>
      <w:r>
        <w:t>fapl_id, &amp;callbacks_ptr, hdferr)</w:t>
      </w:r>
    </w:p>
    <w:p w:rsidR="00194421" w:rsidRDefault="00194421" w:rsidP="00B97404"/>
    <w:p w:rsidR="00B97404" w:rsidRDefault="00B97404" w:rsidP="00B97404">
      <w:r>
        <w:t>The parameters are defined as follows:</w:t>
      </w:r>
    </w:p>
    <w:p w:rsidR="00194421" w:rsidRDefault="00194421" w:rsidP="00B9740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8"/>
        <w:gridCol w:w="3204"/>
      </w:tblGrid>
      <w:tr w:rsidR="00194421" w:rsidRPr="00194421">
        <w:tc>
          <w:tcPr>
            <w:tcW w:w="6948" w:type="dxa"/>
          </w:tcPr>
          <w:p w:rsidR="00194421" w:rsidRPr="00194421" w:rsidRDefault="00194421" w:rsidP="00194421">
            <w:pPr>
              <w:pStyle w:val="PlainText"/>
            </w:pPr>
            <w:r w:rsidRPr="00194421">
              <w:t>INTEGER(hid_t), INTENT(IN) :: fapl_id</w:t>
            </w:r>
          </w:p>
        </w:tc>
        <w:tc>
          <w:tcPr>
            <w:tcW w:w="3204" w:type="dxa"/>
          </w:tcPr>
          <w:p w:rsidR="00194421" w:rsidRPr="00194421" w:rsidRDefault="00556960" w:rsidP="00556960">
            <w:r>
              <w:t>Will c</w:t>
            </w:r>
            <w:r w:rsidR="00D93053" w:rsidRPr="00194421">
              <w:t xml:space="preserve">ontain </w:t>
            </w:r>
            <w:r w:rsidR="00194421" w:rsidRPr="00194421">
              <w:t>the ID of the target file access property list.</w:t>
            </w:r>
          </w:p>
        </w:tc>
      </w:tr>
      <w:tr w:rsidR="00194421" w:rsidRPr="00194421">
        <w:tc>
          <w:tcPr>
            <w:tcW w:w="6948" w:type="dxa"/>
          </w:tcPr>
          <w:p w:rsidR="00194421" w:rsidRPr="00194421" w:rsidRDefault="00194421" w:rsidP="00194421">
            <w:pPr>
              <w:pStyle w:val="PlainText"/>
            </w:pPr>
            <w:r w:rsidRPr="00194421">
              <w:t>TYPE(H5_file_image_callbacks_t), INTENT(IN) :: callbacks_ptr</w:t>
            </w:r>
          </w:p>
        </w:tc>
        <w:tc>
          <w:tcPr>
            <w:tcW w:w="3204" w:type="dxa"/>
          </w:tcPr>
          <w:p w:rsidR="00194421" w:rsidRPr="00194421" w:rsidRDefault="00556960" w:rsidP="00556960">
            <w:r>
              <w:t>Will c</w:t>
            </w:r>
            <w:r w:rsidR="00D93053" w:rsidRPr="00194421">
              <w:t xml:space="preserve">ontain </w:t>
            </w:r>
            <w:r w:rsidR="00194421" w:rsidRPr="00194421">
              <w:t>the callback derived type</w:t>
            </w:r>
            <w:r w:rsidR="00315BF7">
              <w:t>.</w:t>
            </w:r>
            <w:r w:rsidR="00194421" w:rsidRPr="00194421">
              <w:t xml:space="preserve"> </w:t>
            </w:r>
            <w:proofErr w:type="gramStart"/>
            <w:r w:rsidR="00194421" w:rsidRPr="00315BF7">
              <w:rPr>
                <w:rFonts w:ascii="Courier New" w:hAnsi="Courier New" w:cs="Courier New"/>
                <w:sz w:val="18"/>
              </w:rPr>
              <w:t>callbacks_ptr</w:t>
            </w:r>
            <w:proofErr w:type="gramEnd"/>
            <w:r w:rsidR="00194421" w:rsidRPr="00194421">
              <w:t xml:space="preserve"> shall contain a pointer to the Fortran function via the intrinsic functions </w:t>
            </w:r>
            <w:r w:rsidR="00194421" w:rsidRPr="00315BF7">
              <w:rPr>
                <w:rFonts w:ascii="Courier New" w:hAnsi="Courier New" w:cs="Courier New"/>
                <w:sz w:val="18"/>
              </w:rPr>
              <w:t>C_LOC(X)</w:t>
            </w:r>
            <w:r w:rsidR="00194421" w:rsidRPr="00194421">
              <w:t xml:space="preserve"> and </w:t>
            </w:r>
            <w:r w:rsidR="00194421" w:rsidRPr="00315BF7">
              <w:rPr>
                <w:rFonts w:ascii="Courier New" w:hAnsi="Courier New" w:cs="Courier New"/>
                <w:sz w:val="18"/>
              </w:rPr>
              <w:t>C_FUNLOC(X)</w:t>
            </w:r>
            <w:r w:rsidR="00194421" w:rsidRPr="00194421">
              <w:t>.</w:t>
            </w:r>
          </w:p>
        </w:tc>
      </w:tr>
      <w:tr w:rsidR="00194421" w:rsidRPr="00194421">
        <w:tc>
          <w:tcPr>
            <w:tcW w:w="6948" w:type="dxa"/>
          </w:tcPr>
          <w:p w:rsidR="00194421" w:rsidRPr="00194421" w:rsidRDefault="00194421" w:rsidP="00194421">
            <w:pPr>
              <w:pStyle w:val="PlainText"/>
            </w:pPr>
            <w:r w:rsidRPr="00194421">
              <w:t>INTEGER, INTENT(OUT) :: hdferr</w:t>
            </w:r>
          </w:p>
        </w:tc>
        <w:tc>
          <w:tcPr>
            <w:tcW w:w="3204" w:type="dxa"/>
          </w:tcPr>
          <w:p w:rsidR="00194421" w:rsidRPr="00194421" w:rsidRDefault="00556960" w:rsidP="00556960">
            <w:r>
              <w:t>Will r</w:t>
            </w:r>
            <w:r w:rsidR="00315BF7" w:rsidRPr="00194421">
              <w:t xml:space="preserve">eturn </w:t>
            </w:r>
            <w:r w:rsidR="00194421" w:rsidRPr="00194421">
              <w:t>the error status</w:t>
            </w:r>
            <w:r w:rsidR="00315BF7">
              <w:t>:</w:t>
            </w:r>
            <w:r w:rsidR="00194421" w:rsidRPr="00194421">
              <w:t xml:space="preserve"> 0 for success and -1 for failure. </w:t>
            </w:r>
          </w:p>
        </w:tc>
      </w:tr>
    </w:tbl>
    <w:p w:rsidR="00194421" w:rsidRDefault="00194421" w:rsidP="00B97404"/>
    <w:p w:rsidR="006D3706" w:rsidRDefault="006D3706" w:rsidP="00B97404"/>
    <w:p w:rsidR="00194421" w:rsidRDefault="00194421" w:rsidP="00B97404"/>
    <w:p w:rsidR="00B97404" w:rsidRPr="000F3283" w:rsidRDefault="00B97404" w:rsidP="00194421">
      <w:pPr>
        <w:pStyle w:val="Heading3"/>
      </w:pPr>
      <w:bookmarkStart w:id="52" w:name="_Toc318963012"/>
      <w:r w:rsidRPr="000F3283">
        <w:t>H5Pget_file_image_callbacks_f</w:t>
      </w:r>
      <w:bookmarkEnd w:id="52"/>
    </w:p>
    <w:p w:rsidR="00B97404" w:rsidRDefault="00B97404" w:rsidP="00B97404">
      <w:r>
        <w:t xml:space="preserve">The </w:t>
      </w:r>
      <w:r w:rsidRPr="00D93053">
        <w:rPr>
          <w:rFonts w:ascii="Courier New" w:hAnsi="Courier New" w:cs="Courier New"/>
          <w:sz w:val="18"/>
        </w:rPr>
        <w:t>H5Pget_file_image_callbacks_f</w:t>
      </w:r>
      <w:r>
        <w:t xml:space="preserve"> routine is designed to obtain the current file image callbacks from a file access property list.</w:t>
      </w:r>
    </w:p>
    <w:p w:rsidR="002509B5" w:rsidRDefault="002509B5" w:rsidP="00B97404"/>
    <w:p w:rsidR="00B97404" w:rsidRDefault="00B97404" w:rsidP="00B97404">
      <w:r>
        <w:t>The signature is defined as follows</w:t>
      </w:r>
    </w:p>
    <w:p w:rsidR="002509B5" w:rsidRDefault="002509B5" w:rsidP="00B97404"/>
    <w:p w:rsidR="00B97404" w:rsidRDefault="00B97404" w:rsidP="002509B5">
      <w:pPr>
        <w:pStyle w:val="PlainText"/>
      </w:pPr>
      <w:r>
        <w:t>SUBROUTINE H5Pget_file_image_callbacks_</w:t>
      </w:r>
      <w:proofErr w:type="gramStart"/>
      <w:r>
        <w:t>f(</w:t>
      </w:r>
      <w:proofErr w:type="gramEnd"/>
      <w:r>
        <w:t>fapl_id, callbacks_ptr, hdferr)</w:t>
      </w:r>
    </w:p>
    <w:p w:rsidR="00B97404" w:rsidRDefault="00B97404" w:rsidP="00B97404"/>
    <w:p w:rsidR="00B97404" w:rsidRDefault="00B97404" w:rsidP="00B97404">
      <w:r>
        <w:t>The parameters are defined as follows:</w:t>
      </w:r>
    </w:p>
    <w:p w:rsidR="002509B5" w:rsidRDefault="002509B5" w:rsidP="00B9740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8"/>
        <w:gridCol w:w="3024"/>
      </w:tblGrid>
      <w:tr w:rsidR="002509B5" w:rsidRPr="002509B5">
        <w:tc>
          <w:tcPr>
            <w:tcW w:w="7128" w:type="dxa"/>
          </w:tcPr>
          <w:p w:rsidR="002509B5" w:rsidRPr="002509B5" w:rsidRDefault="002509B5" w:rsidP="002509B5">
            <w:pPr>
              <w:pStyle w:val="PlainText"/>
            </w:pPr>
            <w:r w:rsidRPr="002509B5">
              <w:t>INTEGER(hid_t), INTENT(IN) :: fapl_id</w:t>
            </w:r>
          </w:p>
        </w:tc>
        <w:tc>
          <w:tcPr>
            <w:tcW w:w="3024" w:type="dxa"/>
          </w:tcPr>
          <w:p w:rsidR="002509B5" w:rsidRPr="002509B5" w:rsidRDefault="00556960" w:rsidP="00556960">
            <w:r>
              <w:t>Will c</w:t>
            </w:r>
            <w:r w:rsidR="00D93053" w:rsidRPr="002509B5">
              <w:t xml:space="preserve">ontain </w:t>
            </w:r>
            <w:r w:rsidR="002509B5" w:rsidRPr="002509B5">
              <w:t>the ID of the target file access property list.</w:t>
            </w:r>
          </w:p>
        </w:tc>
      </w:tr>
      <w:tr w:rsidR="002509B5" w:rsidRPr="002509B5">
        <w:tc>
          <w:tcPr>
            <w:tcW w:w="7128" w:type="dxa"/>
          </w:tcPr>
          <w:p w:rsidR="002509B5" w:rsidRPr="002509B5" w:rsidRDefault="002509B5" w:rsidP="002509B5">
            <w:pPr>
              <w:pStyle w:val="PlainText"/>
            </w:pPr>
          </w:p>
        </w:tc>
        <w:tc>
          <w:tcPr>
            <w:tcW w:w="3024" w:type="dxa"/>
          </w:tcPr>
          <w:p w:rsidR="002509B5" w:rsidRPr="002509B5" w:rsidRDefault="002509B5" w:rsidP="0047588B"/>
        </w:tc>
      </w:tr>
      <w:tr w:rsidR="002509B5" w:rsidRPr="002509B5">
        <w:tc>
          <w:tcPr>
            <w:tcW w:w="7128" w:type="dxa"/>
          </w:tcPr>
          <w:p w:rsidR="002509B5" w:rsidRPr="002509B5" w:rsidRDefault="002509B5" w:rsidP="002509B5">
            <w:pPr>
              <w:pStyle w:val="PlainText"/>
            </w:pPr>
            <w:r w:rsidRPr="002509B5">
              <w:t>TYPE(H5_file_image_callbacks_t), INTENT(OUT) :: callbacks_ptr</w:t>
            </w:r>
          </w:p>
        </w:tc>
        <w:tc>
          <w:tcPr>
            <w:tcW w:w="3024" w:type="dxa"/>
          </w:tcPr>
          <w:p w:rsidR="002509B5" w:rsidRPr="002509B5" w:rsidRDefault="00556960" w:rsidP="00556960">
            <w:r>
              <w:t>Will c</w:t>
            </w:r>
            <w:r w:rsidR="00D93053" w:rsidRPr="002509B5">
              <w:t xml:space="preserve">ontain </w:t>
            </w:r>
            <w:r w:rsidR="002509B5" w:rsidRPr="002509B5">
              <w:t>the callback derived type</w:t>
            </w:r>
            <w:r w:rsidR="00315BF7">
              <w:t>.</w:t>
            </w:r>
            <w:r w:rsidR="002509B5" w:rsidRPr="002509B5">
              <w:t xml:space="preserve"> </w:t>
            </w:r>
            <w:r w:rsidR="00E51C54" w:rsidRPr="002509B5">
              <w:t xml:space="preserve">Each </w:t>
            </w:r>
            <w:r w:rsidR="002509B5" w:rsidRPr="002509B5">
              <w:t xml:space="preserve">member of the derived type shall have the same meaning as its C counterpart. </w:t>
            </w:r>
            <w:r w:rsidR="00315BF7">
              <w:t xml:space="preserve">See page </w:t>
            </w:r>
            <w:r w:rsidR="00B84989">
              <w:fldChar w:fldCharType="begin"/>
            </w:r>
            <w:r w:rsidR="00315BF7">
              <w:instrText xml:space="preserve"> PAGEREF H5Pget_file_image_callbacks \h </w:instrText>
            </w:r>
            <w:r w:rsidR="00B84989">
              <w:fldChar w:fldCharType="separate"/>
            </w:r>
            <w:r w:rsidR="006D729D">
              <w:rPr>
                <w:noProof/>
              </w:rPr>
              <w:t>16</w:t>
            </w:r>
            <w:r w:rsidR="00B84989">
              <w:fldChar w:fldCharType="end"/>
            </w:r>
            <w:r w:rsidR="00315BF7">
              <w:t xml:space="preserve"> for more information.</w:t>
            </w:r>
          </w:p>
        </w:tc>
      </w:tr>
      <w:tr w:rsidR="002509B5" w:rsidRPr="002509B5">
        <w:tc>
          <w:tcPr>
            <w:tcW w:w="7128" w:type="dxa"/>
          </w:tcPr>
          <w:p w:rsidR="002509B5" w:rsidRPr="002509B5" w:rsidRDefault="002509B5" w:rsidP="002509B5">
            <w:pPr>
              <w:pStyle w:val="PlainText"/>
            </w:pPr>
          </w:p>
        </w:tc>
        <w:tc>
          <w:tcPr>
            <w:tcW w:w="3024" w:type="dxa"/>
          </w:tcPr>
          <w:p w:rsidR="002509B5" w:rsidRPr="002509B5" w:rsidRDefault="002509B5" w:rsidP="0047588B"/>
        </w:tc>
      </w:tr>
      <w:tr w:rsidR="002509B5" w:rsidRPr="002509B5">
        <w:tc>
          <w:tcPr>
            <w:tcW w:w="7128" w:type="dxa"/>
          </w:tcPr>
          <w:p w:rsidR="002509B5" w:rsidRPr="002509B5" w:rsidRDefault="002509B5" w:rsidP="002509B5">
            <w:pPr>
              <w:pStyle w:val="PlainText"/>
            </w:pPr>
            <w:r w:rsidRPr="002509B5">
              <w:t>INTEGER, INTENT(OUT) :: hdferr</w:t>
            </w:r>
          </w:p>
        </w:tc>
        <w:tc>
          <w:tcPr>
            <w:tcW w:w="3024" w:type="dxa"/>
          </w:tcPr>
          <w:p w:rsidR="002509B5" w:rsidRPr="002509B5" w:rsidRDefault="00556960" w:rsidP="00556960">
            <w:r>
              <w:t>Will r</w:t>
            </w:r>
            <w:r w:rsidR="00315BF7" w:rsidRPr="002509B5">
              <w:t xml:space="preserve">eturn </w:t>
            </w:r>
            <w:r w:rsidR="002509B5" w:rsidRPr="002509B5">
              <w:t>the error status</w:t>
            </w:r>
            <w:r w:rsidR="00315BF7">
              <w:t>:</w:t>
            </w:r>
            <w:r w:rsidR="002509B5" w:rsidRPr="002509B5">
              <w:t xml:space="preserve"> 0 for success and -1 for failure.</w:t>
            </w:r>
          </w:p>
        </w:tc>
      </w:tr>
    </w:tbl>
    <w:p w:rsidR="002509B5" w:rsidRDefault="002509B5" w:rsidP="00B97404"/>
    <w:p w:rsidR="00B50584" w:rsidRDefault="00B50584" w:rsidP="00B97404"/>
    <w:p w:rsidR="002509B5" w:rsidRDefault="002509B5" w:rsidP="00B97404"/>
    <w:p w:rsidR="00B97404" w:rsidRDefault="00315BF7" w:rsidP="00AA341C">
      <w:pPr>
        <w:pStyle w:val="Heading3"/>
      </w:pPr>
      <w:bookmarkStart w:id="53" w:name="_Toc318963013"/>
      <w:proofErr w:type="gramStart"/>
      <w:r>
        <w:t>Fortran</w:t>
      </w:r>
      <w:proofErr w:type="gramEnd"/>
      <w:r>
        <w:t xml:space="preserve"> </w:t>
      </w:r>
      <w:r w:rsidR="00B97404">
        <w:t>Virtual File Driver Feature Flags</w:t>
      </w:r>
      <w:bookmarkEnd w:id="53"/>
    </w:p>
    <w:p w:rsidR="00B97404" w:rsidRDefault="00B97404" w:rsidP="00B97404">
      <w:r>
        <w:t xml:space="preserve">Implementation of the </w:t>
      </w:r>
      <w:r w:rsidRPr="00EE6426">
        <w:rPr>
          <w:rFonts w:ascii="Courier New" w:hAnsi="Courier New" w:cs="Courier New"/>
          <w:sz w:val="18"/>
        </w:rPr>
        <w:t>H5Pget/set_file_image_callbacks_</w:t>
      </w:r>
      <w:proofErr w:type="gramStart"/>
      <w:r w:rsidRPr="00EE6426">
        <w:rPr>
          <w:rFonts w:ascii="Courier New" w:hAnsi="Courier New" w:cs="Courier New"/>
          <w:sz w:val="18"/>
        </w:rPr>
        <w:t>f(</w:t>
      </w:r>
      <w:proofErr w:type="gramEnd"/>
      <w:r w:rsidRPr="00EE6426">
        <w:rPr>
          <w:rFonts w:ascii="Courier New" w:hAnsi="Courier New" w:cs="Courier New"/>
          <w:sz w:val="18"/>
        </w:rPr>
        <w:t>)</w:t>
      </w:r>
      <w:r>
        <w:t xml:space="preserve"> and </w:t>
      </w:r>
      <w:r w:rsidRPr="00EE6426">
        <w:rPr>
          <w:rFonts w:ascii="Courier New" w:hAnsi="Courier New" w:cs="Courier New"/>
          <w:sz w:val="18"/>
        </w:rPr>
        <w:t>H5Pget/set_file_image_f()</w:t>
      </w:r>
      <w:r>
        <w:t xml:space="preserve"> API</w:t>
      </w:r>
      <w:r w:rsidR="00EE6426">
        <w:t>s</w:t>
      </w:r>
      <w:r>
        <w:t xml:space="preserve"> requires a pair of new virtual file driver feature flags:</w:t>
      </w:r>
    </w:p>
    <w:p w:rsidR="002509B5" w:rsidRDefault="002509B5" w:rsidP="00B97404"/>
    <w:p w:rsidR="00B97404" w:rsidRDefault="00B97404" w:rsidP="002509B5">
      <w:pPr>
        <w:pStyle w:val="PlainText"/>
      </w:pPr>
      <w:r>
        <w:t xml:space="preserve">H5FD_FEAT_LET_IMAGE_F </w:t>
      </w:r>
    </w:p>
    <w:p w:rsidR="00B97404" w:rsidRDefault="00B97404" w:rsidP="002509B5">
      <w:pPr>
        <w:pStyle w:val="PlainText"/>
      </w:pPr>
      <w:r>
        <w:t xml:space="preserve">H5FD_FEAT_LET_IMAGE_CALLBACK_F </w:t>
      </w:r>
    </w:p>
    <w:p w:rsidR="002509B5" w:rsidRDefault="002509B5" w:rsidP="00B97404"/>
    <w:p w:rsidR="002509B5" w:rsidRDefault="00315BF7" w:rsidP="00B97404">
      <w:r>
        <w:t xml:space="preserve">See the “Virtual File Driver Feature Flags” section on page </w:t>
      </w:r>
      <w:r w:rsidR="00B84989">
        <w:fldChar w:fldCharType="begin"/>
      </w:r>
      <w:r w:rsidR="00EE37B1">
        <w:instrText xml:space="preserve"> PAGEREF VirtualFileDriverFeatureFlags \h </w:instrText>
      </w:r>
      <w:r w:rsidR="00B84989">
        <w:fldChar w:fldCharType="separate"/>
      </w:r>
      <w:r w:rsidR="00EE37B1">
        <w:rPr>
          <w:noProof/>
        </w:rPr>
        <w:t>14</w:t>
      </w:r>
      <w:r w:rsidR="00B84989">
        <w:fldChar w:fldCharType="end"/>
      </w:r>
      <w:r w:rsidR="00EE37B1">
        <w:t xml:space="preserve"> </w:t>
      </w:r>
      <w:r>
        <w:t>for more information.</w:t>
      </w:r>
    </w:p>
    <w:p w:rsidR="00315BF7" w:rsidRDefault="00315BF7" w:rsidP="00B97404"/>
    <w:p w:rsidR="00315BF7" w:rsidRDefault="00315BF7" w:rsidP="00B97404"/>
    <w:p w:rsidR="002509B5" w:rsidRDefault="002509B5" w:rsidP="00B97404"/>
    <w:p w:rsidR="00B97404" w:rsidRDefault="00B97404" w:rsidP="002509B5">
      <w:pPr>
        <w:pStyle w:val="Heading3"/>
      </w:pPr>
      <w:bookmarkStart w:id="54" w:name="_Toc318963014"/>
      <w:r>
        <w:t>H5Fget_file_image_f</w:t>
      </w:r>
      <w:bookmarkEnd w:id="54"/>
    </w:p>
    <w:p w:rsidR="00B97404" w:rsidRDefault="00B97404" w:rsidP="00B97404">
      <w:r>
        <w:t xml:space="preserve">The signature of </w:t>
      </w:r>
      <w:r w:rsidRPr="00EE6426">
        <w:rPr>
          <w:rFonts w:ascii="Courier New" w:hAnsi="Courier New" w:cs="Courier New"/>
          <w:sz w:val="18"/>
        </w:rPr>
        <w:t>H5Fget_file_image_f</w:t>
      </w:r>
      <w:r>
        <w:t xml:space="preserve"> shall be defined as follows:</w:t>
      </w:r>
    </w:p>
    <w:p w:rsidR="002509B5" w:rsidRDefault="002509B5" w:rsidP="00B97404"/>
    <w:p w:rsidR="00B97404" w:rsidRDefault="00B97404" w:rsidP="002509B5">
      <w:pPr>
        <w:pStyle w:val="PlainText"/>
      </w:pPr>
      <w:r>
        <w:t>SUBROUTINE H5Fget_file_image_</w:t>
      </w:r>
      <w:proofErr w:type="gramStart"/>
      <w:r>
        <w:t>f(</w:t>
      </w:r>
      <w:proofErr w:type="gramEnd"/>
      <w:r>
        <w:t>file_id, buf_ptr, buf_len, hdferr, buf_size)</w:t>
      </w:r>
    </w:p>
    <w:p w:rsidR="00B50584" w:rsidRDefault="00B50584" w:rsidP="00B97404"/>
    <w:p w:rsidR="00B97404" w:rsidRDefault="00B97404" w:rsidP="00B97404">
      <w:r>
        <w:t xml:space="preserve">The parameters of </w:t>
      </w:r>
      <w:r w:rsidRPr="00823CD4">
        <w:rPr>
          <w:rFonts w:ascii="Courier New" w:hAnsi="Courier New" w:cs="Courier New"/>
          <w:sz w:val="18"/>
        </w:rPr>
        <w:t>H5Fget_file_image_f</w:t>
      </w:r>
      <w:r>
        <w:t xml:space="preserve"> </w:t>
      </w:r>
      <w:r w:rsidR="00823CD4">
        <w:t xml:space="preserve">are </w:t>
      </w:r>
      <w:r>
        <w:t>defined as follows:</w:t>
      </w:r>
    </w:p>
    <w:p w:rsidR="002509B5" w:rsidRDefault="002509B5" w:rsidP="00B9740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4104"/>
      </w:tblGrid>
      <w:tr w:rsidR="005572C9" w:rsidRPr="005572C9">
        <w:tc>
          <w:tcPr>
            <w:tcW w:w="6048" w:type="dxa"/>
          </w:tcPr>
          <w:p w:rsidR="005572C9" w:rsidRPr="005572C9" w:rsidRDefault="005572C9" w:rsidP="005572C9">
            <w:pPr>
              <w:pStyle w:val="PlainText"/>
            </w:pPr>
            <w:r w:rsidRPr="005572C9">
              <w:t>INTEGER(hid_t), INTENT(IN) :: file_id</w:t>
            </w:r>
          </w:p>
        </w:tc>
        <w:tc>
          <w:tcPr>
            <w:tcW w:w="4104" w:type="dxa"/>
          </w:tcPr>
          <w:p w:rsidR="005572C9" w:rsidRPr="005572C9" w:rsidRDefault="00315BF7" w:rsidP="0047588B">
            <w:r>
              <w:t xml:space="preserve">Will </w:t>
            </w:r>
            <w:r w:rsidR="005572C9" w:rsidRPr="005572C9">
              <w:t>contain the ID of the target file.</w:t>
            </w:r>
          </w:p>
        </w:tc>
      </w:tr>
      <w:tr w:rsidR="005572C9" w:rsidRPr="005572C9">
        <w:tc>
          <w:tcPr>
            <w:tcW w:w="6048" w:type="dxa"/>
          </w:tcPr>
          <w:p w:rsidR="005572C9" w:rsidRPr="005572C9" w:rsidRDefault="005572C9" w:rsidP="005572C9">
            <w:pPr>
              <w:pStyle w:val="PlainText"/>
            </w:pPr>
          </w:p>
        </w:tc>
        <w:tc>
          <w:tcPr>
            <w:tcW w:w="4104" w:type="dxa"/>
          </w:tcPr>
          <w:p w:rsidR="005572C9" w:rsidRPr="005572C9" w:rsidRDefault="005572C9" w:rsidP="0047588B"/>
        </w:tc>
      </w:tr>
      <w:tr w:rsidR="005572C9" w:rsidRPr="005572C9">
        <w:tc>
          <w:tcPr>
            <w:tcW w:w="6048" w:type="dxa"/>
          </w:tcPr>
          <w:p w:rsidR="005572C9" w:rsidRPr="005572C9" w:rsidRDefault="005572C9" w:rsidP="005572C9">
            <w:pPr>
              <w:pStyle w:val="PlainText"/>
            </w:pPr>
            <w:r w:rsidRPr="005572C9">
              <w:t>TYPE(C_PTR), INTENT(IN) :: buf_ptr</w:t>
            </w:r>
          </w:p>
        </w:tc>
        <w:tc>
          <w:tcPr>
            <w:tcW w:w="4104" w:type="dxa"/>
          </w:tcPr>
          <w:p w:rsidR="005572C9" w:rsidRPr="005572C9" w:rsidRDefault="00315BF7" w:rsidP="0047588B">
            <w:r>
              <w:t xml:space="preserve">Will </w:t>
            </w:r>
            <w:r w:rsidR="005572C9" w:rsidRPr="005572C9">
              <w:t>contain a C pointer to the buffer into which the image of the HDF5 file is to be copied</w:t>
            </w:r>
            <w:r w:rsidR="006564E8">
              <w:t xml:space="preserve">. </w:t>
            </w:r>
            <w:r w:rsidR="005572C9" w:rsidRPr="005572C9">
              <w:t xml:space="preserve">If </w:t>
            </w:r>
            <w:r w:rsidR="005572C9" w:rsidRPr="00315BF7">
              <w:rPr>
                <w:rFonts w:ascii="Courier New" w:hAnsi="Courier New" w:cs="Courier New"/>
                <w:sz w:val="18"/>
              </w:rPr>
              <w:t>buf_ptr</w:t>
            </w:r>
            <w:r w:rsidR="005572C9" w:rsidRPr="005572C9">
              <w:t xml:space="preserve"> is </w:t>
            </w:r>
            <w:r w:rsidR="005572C9" w:rsidRPr="00315BF7">
              <w:rPr>
                <w:rFonts w:ascii="Courier New" w:hAnsi="Courier New" w:cs="Courier New"/>
                <w:sz w:val="18"/>
              </w:rPr>
              <w:t>C_NULL_PTR</w:t>
            </w:r>
            <w:r w:rsidRPr="00315BF7">
              <w:t>,</w:t>
            </w:r>
            <w:r w:rsidR="005572C9" w:rsidRPr="005572C9">
              <w:t xml:space="preserve"> no data will be copied.</w:t>
            </w:r>
          </w:p>
        </w:tc>
      </w:tr>
      <w:tr w:rsidR="005572C9" w:rsidRPr="005572C9">
        <w:tc>
          <w:tcPr>
            <w:tcW w:w="6048" w:type="dxa"/>
          </w:tcPr>
          <w:p w:rsidR="005572C9" w:rsidRPr="005572C9" w:rsidRDefault="005572C9" w:rsidP="005572C9">
            <w:pPr>
              <w:pStyle w:val="PlainText"/>
            </w:pPr>
          </w:p>
        </w:tc>
        <w:tc>
          <w:tcPr>
            <w:tcW w:w="4104" w:type="dxa"/>
          </w:tcPr>
          <w:p w:rsidR="005572C9" w:rsidRPr="005572C9" w:rsidRDefault="005572C9" w:rsidP="0047588B"/>
        </w:tc>
      </w:tr>
      <w:tr w:rsidR="005572C9" w:rsidRPr="005572C9">
        <w:tc>
          <w:tcPr>
            <w:tcW w:w="6048" w:type="dxa"/>
          </w:tcPr>
          <w:p w:rsidR="005572C9" w:rsidRPr="005572C9" w:rsidRDefault="005572C9" w:rsidP="005572C9">
            <w:pPr>
              <w:pStyle w:val="PlainText"/>
            </w:pPr>
            <w:r w:rsidRPr="005572C9">
              <w:t>INTEGER(size_t), INTENT(IN) :: buf_len</w:t>
            </w:r>
          </w:p>
        </w:tc>
        <w:tc>
          <w:tcPr>
            <w:tcW w:w="4104" w:type="dxa"/>
          </w:tcPr>
          <w:p w:rsidR="005572C9" w:rsidRPr="005572C9" w:rsidRDefault="00315BF7" w:rsidP="0047588B">
            <w:r>
              <w:t xml:space="preserve">Will </w:t>
            </w:r>
            <w:r w:rsidR="005572C9" w:rsidRPr="005572C9">
              <w:t xml:space="preserve">contain the size </w:t>
            </w:r>
            <w:r>
              <w:t xml:space="preserve">in bytes </w:t>
            </w:r>
            <w:r w:rsidR="005572C9" w:rsidRPr="005572C9">
              <w:t>of the supplied buffer.</w:t>
            </w:r>
          </w:p>
        </w:tc>
      </w:tr>
      <w:tr w:rsidR="005572C9" w:rsidRPr="005572C9">
        <w:tc>
          <w:tcPr>
            <w:tcW w:w="6048" w:type="dxa"/>
          </w:tcPr>
          <w:p w:rsidR="005572C9" w:rsidRPr="005572C9" w:rsidRDefault="005572C9" w:rsidP="005572C9">
            <w:pPr>
              <w:pStyle w:val="PlainText"/>
            </w:pPr>
          </w:p>
        </w:tc>
        <w:tc>
          <w:tcPr>
            <w:tcW w:w="4104" w:type="dxa"/>
          </w:tcPr>
          <w:p w:rsidR="005572C9" w:rsidRPr="005572C9" w:rsidRDefault="005572C9" w:rsidP="0047588B"/>
        </w:tc>
      </w:tr>
      <w:tr w:rsidR="005572C9" w:rsidRPr="005572C9">
        <w:tc>
          <w:tcPr>
            <w:tcW w:w="6048" w:type="dxa"/>
          </w:tcPr>
          <w:p w:rsidR="005572C9" w:rsidRPr="005572C9" w:rsidRDefault="005572C9" w:rsidP="005572C9">
            <w:pPr>
              <w:pStyle w:val="PlainText"/>
            </w:pPr>
            <w:r w:rsidRPr="005572C9">
              <w:t>INTEGER(ssizet_t), INTENT(OUT), OPTIONAL ::  buf_size</w:t>
            </w:r>
          </w:p>
        </w:tc>
        <w:tc>
          <w:tcPr>
            <w:tcW w:w="4104" w:type="dxa"/>
          </w:tcPr>
          <w:p w:rsidR="005572C9" w:rsidRPr="005572C9" w:rsidRDefault="00315BF7" w:rsidP="00EE6426">
            <w:r w:rsidRPr="005572C9">
              <w:t xml:space="preserve">Will </w:t>
            </w:r>
            <w:r w:rsidR="005572C9" w:rsidRPr="005572C9">
              <w:t>indicate the buffer size required to store the file image (</w:t>
            </w:r>
            <w:r w:rsidR="00EE6426">
              <w:t xml:space="preserve">in other words, </w:t>
            </w:r>
            <w:r w:rsidR="005572C9" w:rsidRPr="005572C9">
              <w:t xml:space="preserve">the length of the file). If only the </w:t>
            </w:r>
            <w:r w:rsidR="005572C9" w:rsidRPr="00315BF7">
              <w:rPr>
                <w:rFonts w:ascii="Courier New" w:hAnsi="Courier New" w:cs="Courier New"/>
                <w:sz w:val="18"/>
              </w:rPr>
              <w:t xml:space="preserve">buf_size </w:t>
            </w:r>
            <w:r w:rsidR="005572C9" w:rsidRPr="005572C9">
              <w:t>is needed</w:t>
            </w:r>
            <w:r>
              <w:t>,</w:t>
            </w:r>
            <w:r w:rsidR="005572C9" w:rsidRPr="005572C9">
              <w:t xml:space="preserve"> then </w:t>
            </w:r>
            <w:r w:rsidR="005572C9" w:rsidRPr="00315BF7">
              <w:rPr>
                <w:rFonts w:ascii="Courier New" w:hAnsi="Courier New" w:cs="Courier New"/>
                <w:sz w:val="18"/>
              </w:rPr>
              <w:t>buf_ptr</w:t>
            </w:r>
            <w:r w:rsidR="005572C9" w:rsidRPr="005572C9">
              <w:t xml:space="preserve"> should be also be set to </w:t>
            </w:r>
            <w:r w:rsidR="005572C9" w:rsidRPr="00315BF7">
              <w:rPr>
                <w:rFonts w:ascii="Courier New" w:hAnsi="Courier New" w:cs="Courier New"/>
                <w:sz w:val="18"/>
              </w:rPr>
              <w:t>C_NULL_PTR</w:t>
            </w:r>
            <w:r w:rsidR="005572C9" w:rsidRPr="005572C9">
              <w:t xml:space="preserve">. </w:t>
            </w:r>
          </w:p>
        </w:tc>
      </w:tr>
      <w:tr w:rsidR="005572C9" w:rsidRPr="005572C9">
        <w:tc>
          <w:tcPr>
            <w:tcW w:w="6048" w:type="dxa"/>
          </w:tcPr>
          <w:p w:rsidR="005572C9" w:rsidRPr="005572C9" w:rsidRDefault="005572C9" w:rsidP="005572C9">
            <w:pPr>
              <w:pStyle w:val="PlainText"/>
            </w:pPr>
          </w:p>
        </w:tc>
        <w:tc>
          <w:tcPr>
            <w:tcW w:w="4104" w:type="dxa"/>
          </w:tcPr>
          <w:p w:rsidR="005572C9" w:rsidRPr="005572C9" w:rsidRDefault="005572C9" w:rsidP="0047588B"/>
        </w:tc>
      </w:tr>
      <w:tr w:rsidR="005572C9" w:rsidRPr="005572C9">
        <w:tc>
          <w:tcPr>
            <w:tcW w:w="6048" w:type="dxa"/>
          </w:tcPr>
          <w:p w:rsidR="005572C9" w:rsidRPr="005572C9" w:rsidRDefault="005572C9" w:rsidP="005572C9">
            <w:pPr>
              <w:pStyle w:val="PlainText"/>
            </w:pPr>
            <w:r w:rsidRPr="005572C9">
              <w:t>INTEGER, INTENT(OUT) :: hdferr</w:t>
            </w:r>
          </w:p>
        </w:tc>
        <w:tc>
          <w:tcPr>
            <w:tcW w:w="4104" w:type="dxa"/>
          </w:tcPr>
          <w:p w:rsidR="005572C9" w:rsidRPr="005572C9" w:rsidRDefault="00315BF7" w:rsidP="00315BF7">
            <w:r w:rsidRPr="005572C9">
              <w:t xml:space="preserve">Returns </w:t>
            </w:r>
            <w:r w:rsidR="005572C9" w:rsidRPr="005572C9">
              <w:t>the error status</w:t>
            </w:r>
            <w:r>
              <w:t>:</w:t>
            </w:r>
            <w:r w:rsidR="005572C9" w:rsidRPr="005572C9">
              <w:t xml:space="preserve"> 0 for success and -1 for failure.</w:t>
            </w:r>
          </w:p>
        </w:tc>
      </w:tr>
    </w:tbl>
    <w:p w:rsidR="005572C9" w:rsidRDefault="005572C9" w:rsidP="00B97404"/>
    <w:p w:rsidR="006D3706" w:rsidRDefault="00315BF7" w:rsidP="00B50584">
      <w:r>
        <w:t xml:space="preserve">See the “H5Fget_file_image” section on page </w:t>
      </w:r>
      <w:r w:rsidR="00B84989">
        <w:fldChar w:fldCharType="begin"/>
      </w:r>
      <w:r>
        <w:instrText xml:space="preserve"> REF H5Fget_file_image \h </w:instrText>
      </w:r>
      <w:r w:rsidR="00B84989">
        <w:fldChar w:fldCharType="end"/>
      </w:r>
      <w:r w:rsidR="00B84989">
        <w:fldChar w:fldCharType="begin"/>
      </w:r>
      <w:r>
        <w:instrText xml:space="preserve"> PAGEREF  H5Fget_file_image \# "0" \* Arabic  \* MERGEFORMAT </w:instrText>
      </w:r>
      <w:r w:rsidR="00B84989">
        <w:fldChar w:fldCharType="separate"/>
      </w:r>
      <w:r w:rsidR="006D729D">
        <w:rPr>
          <w:noProof/>
        </w:rPr>
        <w:t>18</w:t>
      </w:r>
      <w:r w:rsidR="00B84989">
        <w:fldChar w:fldCharType="end"/>
      </w:r>
      <w:r>
        <w:t xml:space="preserve"> for more information.</w:t>
      </w:r>
    </w:p>
    <w:p w:rsidR="00315BF7" w:rsidRDefault="00315BF7" w:rsidP="00B50584"/>
    <w:p w:rsidR="005572C9" w:rsidRDefault="005572C9" w:rsidP="00B97404"/>
    <w:p w:rsidR="005572C9" w:rsidRDefault="005572C9" w:rsidP="00B97404"/>
    <w:p w:rsidR="00A06C78" w:rsidRDefault="00A06C78">
      <w:pPr>
        <w:rPr>
          <w:rFonts w:asciiTheme="majorHAnsi" w:eastAsiaTheme="majorEastAsia" w:hAnsiTheme="majorHAnsi" w:cstheme="majorBidi"/>
          <w:b/>
          <w:bCs/>
          <w:color w:val="000000" w:themeColor="text1"/>
          <w:sz w:val="26"/>
          <w:szCs w:val="26"/>
        </w:rPr>
      </w:pPr>
      <w:r>
        <w:br w:type="page"/>
      </w:r>
    </w:p>
    <w:p w:rsidR="00B97404" w:rsidRDefault="00B97404" w:rsidP="0027734E">
      <w:pPr>
        <w:pStyle w:val="Heading2"/>
      </w:pPr>
      <w:bookmarkStart w:id="55" w:name="_Toc318963015"/>
      <w:r>
        <w:lastRenderedPageBreak/>
        <w:t>High</w:t>
      </w:r>
      <w:r w:rsidR="00555DD7">
        <w:t>-l</w:t>
      </w:r>
      <w:r>
        <w:t xml:space="preserve">evel </w:t>
      </w:r>
      <w:proofErr w:type="gramStart"/>
      <w:r>
        <w:t>Fortran</w:t>
      </w:r>
      <w:proofErr w:type="gramEnd"/>
      <w:r>
        <w:t xml:space="preserve"> API Routine</w:t>
      </w:r>
      <w:bookmarkEnd w:id="55"/>
    </w:p>
    <w:p w:rsidR="00B97404" w:rsidRDefault="00B97404" w:rsidP="00B97404">
      <w:r>
        <w:t xml:space="preserve">The new </w:t>
      </w:r>
      <w:proofErr w:type="gramStart"/>
      <w:r>
        <w:t>Fortran</w:t>
      </w:r>
      <w:proofErr w:type="gramEnd"/>
      <w:r>
        <w:t xml:space="preserve"> high-level routine </w:t>
      </w:r>
      <w:r w:rsidRPr="00A06C78">
        <w:rPr>
          <w:rFonts w:ascii="Courier New" w:hAnsi="Courier New" w:cs="Courier New"/>
          <w:sz w:val="18"/>
        </w:rPr>
        <w:t>H5LTopen_file_image_f</w:t>
      </w:r>
      <w:r>
        <w:t xml:space="preserve"> will provide a wrapper for the high-level </w:t>
      </w:r>
      <w:r w:rsidRPr="00FD1C94">
        <w:rPr>
          <w:rFonts w:ascii="Courier New" w:hAnsi="Courier New" w:cs="Courier New"/>
          <w:sz w:val="18"/>
        </w:rPr>
        <w:t>H5LTopen_file_image</w:t>
      </w:r>
      <w:r>
        <w:t xml:space="preserve"> function. Consequently, the high-level Fortran API will not be implemented using low-level HDF5 </w:t>
      </w:r>
      <w:proofErr w:type="gramStart"/>
      <w:r>
        <w:t>Fortran</w:t>
      </w:r>
      <w:proofErr w:type="gramEnd"/>
      <w:r>
        <w:t xml:space="preserve"> APIs.</w:t>
      </w:r>
    </w:p>
    <w:p w:rsidR="005572C9" w:rsidRDefault="005572C9" w:rsidP="00B97404"/>
    <w:p w:rsidR="005572C9" w:rsidRDefault="005572C9" w:rsidP="00B97404"/>
    <w:p w:rsidR="005572C9" w:rsidRDefault="005572C9" w:rsidP="00B97404"/>
    <w:p w:rsidR="00B97404" w:rsidRDefault="00B97404" w:rsidP="005572C9">
      <w:pPr>
        <w:pStyle w:val="Heading3"/>
      </w:pPr>
      <w:bookmarkStart w:id="56" w:name="_Toc318963016"/>
      <w:r>
        <w:t>H5LTopen_file_image_f</w:t>
      </w:r>
      <w:bookmarkEnd w:id="56"/>
    </w:p>
    <w:p w:rsidR="00B97404" w:rsidRDefault="00B97404" w:rsidP="00B97404">
      <w:r>
        <w:t xml:space="preserve">The signature of </w:t>
      </w:r>
      <w:r w:rsidRPr="00A06C78">
        <w:rPr>
          <w:rFonts w:ascii="Courier New" w:hAnsi="Courier New" w:cs="Courier New"/>
          <w:sz w:val="18"/>
        </w:rPr>
        <w:t>H5LTopen_file_image_f</w:t>
      </w:r>
      <w:r>
        <w:t xml:space="preserve"> is defined as follows:</w:t>
      </w:r>
    </w:p>
    <w:p w:rsidR="00AB1B11" w:rsidRDefault="00AB1B11" w:rsidP="00B97404"/>
    <w:p w:rsidR="00B97404" w:rsidRDefault="00B97404" w:rsidP="00AB1B11">
      <w:pPr>
        <w:pStyle w:val="PlainText"/>
      </w:pPr>
      <w:r>
        <w:t>SUBROUTINE H5LTopen_file_image_</w:t>
      </w:r>
      <w:proofErr w:type="gramStart"/>
      <w:r>
        <w:t>f(</w:t>
      </w:r>
      <w:proofErr w:type="gramEnd"/>
      <w:r>
        <w:t>buf_ptr, buf_len, flags, file_id, hdferr)</w:t>
      </w:r>
    </w:p>
    <w:p w:rsidR="00AB1B11" w:rsidRDefault="00AB1B11" w:rsidP="00B97404"/>
    <w:p w:rsidR="00B97404" w:rsidRDefault="00B97404" w:rsidP="00B97404">
      <w:r>
        <w:t xml:space="preserve">The parameters of </w:t>
      </w:r>
      <w:r w:rsidRPr="00823CD4">
        <w:rPr>
          <w:rFonts w:ascii="Courier New" w:hAnsi="Courier New" w:cs="Courier New"/>
          <w:sz w:val="18"/>
        </w:rPr>
        <w:t>H5LTopen_file_image_f</w:t>
      </w:r>
      <w:r>
        <w:t xml:space="preserve"> </w:t>
      </w:r>
      <w:r w:rsidR="00823CD4">
        <w:t xml:space="preserve">are </w:t>
      </w:r>
      <w:r>
        <w:t>defined as follows:</w:t>
      </w:r>
    </w:p>
    <w:p w:rsidR="0027734E" w:rsidRDefault="0027734E" w:rsidP="00B9740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78"/>
        <w:gridCol w:w="5220"/>
      </w:tblGrid>
      <w:tr w:rsidR="002B61D9" w:rsidRPr="002B61D9">
        <w:tc>
          <w:tcPr>
            <w:tcW w:w="4878" w:type="dxa"/>
          </w:tcPr>
          <w:p w:rsidR="002B61D9" w:rsidRPr="002B61D9" w:rsidRDefault="002B61D9" w:rsidP="002B61D9">
            <w:pPr>
              <w:pStyle w:val="PlainText"/>
            </w:pPr>
            <w:r>
              <w:t xml:space="preserve">TYPE(C_PTR), INTENT(IN), VALUE :: </w:t>
            </w:r>
            <w:r w:rsidRPr="003617EF">
              <w:t>buf_ptr</w:t>
            </w:r>
          </w:p>
        </w:tc>
        <w:tc>
          <w:tcPr>
            <w:tcW w:w="5220" w:type="dxa"/>
          </w:tcPr>
          <w:p w:rsidR="002B61D9" w:rsidRPr="002B61D9" w:rsidRDefault="00555DD7" w:rsidP="006A4C21">
            <w:r>
              <w:t>Will</w:t>
            </w:r>
            <w:r w:rsidR="002B61D9" w:rsidRPr="002B61D9">
              <w:t xml:space="preserve"> contain a pointer to the supplied initial image</w:t>
            </w:r>
            <w:r w:rsidR="006564E8">
              <w:t xml:space="preserve">. </w:t>
            </w:r>
            <w:r w:rsidR="002B61D9" w:rsidRPr="002B61D9">
              <w:t xml:space="preserve">A </w:t>
            </w:r>
            <w:r w:rsidR="002B61D9" w:rsidRPr="006A4C21">
              <w:rPr>
                <w:rFonts w:ascii="Courier New" w:hAnsi="Courier New" w:cs="Courier New"/>
                <w:sz w:val="18"/>
              </w:rPr>
              <w:t>C_NULL_PTR</w:t>
            </w:r>
            <w:r w:rsidR="002B61D9" w:rsidRPr="002B61D9">
              <w:t xml:space="preserve"> value is invalid and will cause </w:t>
            </w:r>
            <w:r w:rsidR="002B61D9" w:rsidRPr="006A4C21">
              <w:rPr>
                <w:rFonts w:ascii="Courier New" w:hAnsi="Courier New" w:cs="Courier New"/>
                <w:sz w:val="18"/>
              </w:rPr>
              <w:t>H5LTopen_file_image_f</w:t>
            </w:r>
            <w:r w:rsidR="002B61D9" w:rsidRPr="002B61D9">
              <w:t xml:space="preserve"> to fail.</w:t>
            </w:r>
          </w:p>
        </w:tc>
      </w:tr>
      <w:tr w:rsidR="002B61D9" w:rsidRPr="002B61D9">
        <w:tc>
          <w:tcPr>
            <w:tcW w:w="4878" w:type="dxa"/>
          </w:tcPr>
          <w:p w:rsidR="002B61D9" w:rsidRDefault="002B61D9" w:rsidP="002B61D9">
            <w:pPr>
              <w:pStyle w:val="PlainText"/>
            </w:pPr>
          </w:p>
        </w:tc>
        <w:tc>
          <w:tcPr>
            <w:tcW w:w="5220" w:type="dxa"/>
          </w:tcPr>
          <w:p w:rsidR="002B61D9" w:rsidRPr="002B61D9" w:rsidRDefault="002B61D9" w:rsidP="0047588B"/>
        </w:tc>
      </w:tr>
      <w:tr w:rsidR="002B61D9" w:rsidRPr="002B61D9">
        <w:tc>
          <w:tcPr>
            <w:tcW w:w="4878" w:type="dxa"/>
          </w:tcPr>
          <w:p w:rsidR="002B61D9" w:rsidRPr="002B61D9" w:rsidRDefault="002B61D9" w:rsidP="002B61D9">
            <w:pPr>
              <w:pStyle w:val="PlainText"/>
            </w:pPr>
            <w:r>
              <w:t xml:space="preserve">INTEGER(size_t), INTENT(IN) :: </w:t>
            </w:r>
            <w:r w:rsidRPr="003617EF">
              <w:t>buf_len</w:t>
            </w:r>
          </w:p>
        </w:tc>
        <w:tc>
          <w:tcPr>
            <w:tcW w:w="5220" w:type="dxa"/>
          </w:tcPr>
          <w:p w:rsidR="002B61D9" w:rsidRPr="002B61D9" w:rsidRDefault="00555DD7" w:rsidP="0047588B">
            <w:r>
              <w:t>Will</w:t>
            </w:r>
            <w:r w:rsidR="002B61D9" w:rsidRPr="002B61D9">
              <w:t xml:space="preserve"> contain the size of the supplied buffer</w:t>
            </w:r>
            <w:r w:rsidR="006564E8">
              <w:t xml:space="preserve">. </w:t>
            </w:r>
            <w:r w:rsidR="002B61D9" w:rsidRPr="002B61D9">
              <w:t xml:space="preserve">A value of 0 is invalid and will cause </w:t>
            </w:r>
            <w:r w:rsidR="002B61D9" w:rsidRPr="006A4C21">
              <w:rPr>
                <w:rFonts w:ascii="Courier New" w:hAnsi="Courier New" w:cs="Courier New"/>
                <w:sz w:val="18"/>
              </w:rPr>
              <w:t>H5LTopen_file_image_f</w:t>
            </w:r>
            <w:r w:rsidR="002B61D9" w:rsidRPr="002B61D9">
              <w:t xml:space="preserve"> to fail.</w:t>
            </w:r>
          </w:p>
        </w:tc>
      </w:tr>
      <w:tr w:rsidR="002B61D9" w:rsidRPr="002B61D9">
        <w:tc>
          <w:tcPr>
            <w:tcW w:w="4878" w:type="dxa"/>
          </w:tcPr>
          <w:p w:rsidR="002B61D9" w:rsidRDefault="002B61D9" w:rsidP="002B61D9">
            <w:pPr>
              <w:pStyle w:val="PlainText"/>
            </w:pPr>
          </w:p>
        </w:tc>
        <w:tc>
          <w:tcPr>
            <w:tcW w:w="5220" w:type="dxa"/>
          </w:tcPr>
          <w:p w:rsidR="002B61D9" w:rsidRPr="002B61D9" w:rsidRDefault="002B61D9" w:rsidP="0047588B"/>
        </w:tc>
      </w:tr>
      <w:tr w:rsidR="002B61D9" w:rsidRPr="002B61D9">
        <w:tc>
          <w:tcPr>
            <w:tcW w:w="4878" w:type="dxa"/>
          </w:tcPr>
          <w:p w:rsidR="002B61D9" w:rsidRPr="002B61D9" w:rsidRDefault="002B61D9" w:rsidP="002B61D9">
            <w:pPr>
              <w:pStyle w:val="PlainText"/>
            </w:pPr>
            <w:r>
              <w:t xml:space="preserve">INTEGER, INTENT(IN) :: </w:t>
            </w:r>
            <w:r w:rsidRPr="003617EF">
              <w:t>flags</w:t>
            </w:r>
          </w:p>
        </w:tc>
        <w:tc>
          <w:tcPr>
            <w:tcW w:w="5220" w:type="dxa"/>
          </w:tcPr>
          <w:p w:rsidR="00702264" w:rsidRPr="002B61D9" w:rsidRDefault="00555DD7" w:rsidP="00702264">
            <w:r>
              <w:t>Will</w:t>
            </w:r>
            <w:r w:rsidR="002B61D9" w:rsidRPr="002B61D9">
              <w:t xml:space="preserve"> contain a set of flags indicating whether the image is to be opened read/write</w:t>
            </w:r>
            <w:r w:rsidR="002B61D9">
              <w:t>,</w:t>
            </w:r>
            <w:r w:rsidR="002B61D9" w:rsidRPr="002B61D9">
              <w:t xml:space="preserve"> whether HDF5 is to take control of the buffer</w:t>
            </w:r>
            <w:r w:rsidR="002B61D9">
              <w:t xml:space="preserve">, </w:t>
            </w:r>
            <w:r w:rsidR="002B61D9" w:rsidRPr="002B61D9">
              <w:t>and how long the application promises to maintain the buffer. Possible flags are as follows:</w:t>
            </w:r>
            <w:r w:rsidR="002B61D9">
              <w:t xml:space="preserve"> </w:t>
            </w:r>
            <w:r w:rsidR="002B61D9" w:rsidRPr="00702264">
              <w:rPr>
                <w:rFonts w:ascii="Courier New" w:hAnsi="Courier New" w:cs="Courier New"/>
                <w:sz w:val="18"/>
              </w:rPr>
              <w:t>H5LT_IMAGE_OPEN_RW_F</w:t>
            </w:r>
            <w:r w:rsidR="002B61D9">
              <w:t xml:space="preserve">, </w:t>
            </w:r>
            <w:r w:rsidR="002B61D9" w:rsidRPr="00702264">
              <w:rPr>
                <w:rFonts w:ascii="Courier New" w:hAnsi="Courier New" w:cs="Courier New"/>
                <w:sz w:val="18"/>
              </w:rPr>
              <w:t>H5LT_IMAGE_DONT_COPY_F</w:t>
            </w:r>
            <w:r w:rsidR="002B61D9">
              <w:t>,</w:t>
            </w:r>
            <w:r w:rsidR="00702264">
              <w:t xml:space="preserve"> and</w:t>
            </w:r>
            <w:r w:rsidR="002B61D9">
              <w:t xml:space="preserve"> </w:t>
            </w:r>
            <w:r w:rsidR="002B61D9" w:rsidRPr="00702264">
              <w:rPr>
                <w:rFonts w:ascii="Courier New" w:hAnsi="Courier New" w:cs="Courier New"/>
                <w:sz w:val="18"/>
              </w:rPr>
              <w:t>H5LT_IMAGE_DONT_RELEASE_F</w:t>
            </w:r>
            <w:r w:rsidR="00702264">
              <w:rPr>
                <w:rFonts w:ascii="Courier New" w:hAnsi="Courier New" w:cs="Courier New"/>
                <w:sz w:val="18"/>
              </w:rPr>
              <w:t xml:space="preserve">. </w:t>
            </w:r>
            <w:r w:rsidR="00702264">
              <w:t xml:space="preserve">The C equivalent flags are defined in the “H5LTopen_file_image” section on page </w:t>
            </w:r>
            <w:r w:rsidR="00B84989">
              <w:fldChar w:fldCharType="begin"/>
            </w:r>
            <w:r w:rsidR="00702264">
              <w:instrText xml:space="preserve"> PAGEREF H5LTopen_file_image \h </w:instrText>
            </w:r>
            <w:r w:rsidR="00B84989">
              <w:fldChar w:fldCharType="separate"/>
            </w:r>
            <w:r w:rsidR="006D729D">
              <w:rPr>
                <w:noProof/>
              </w:rPr>
              <w:t>19</w:t>
            </w:r>
            <w:r w:rsidR="00B84989">
              <w:fldChar w:fldCharType="end"/>
            </w:r>
            <w:r w:rsidR="00702264">
              <w:t>.</w:t>
            </w:r>
          </w:p>
        </w:tc>
      </w:tr>
      <w:tr w:rsidR="002B61D9" w:rsidRPr="002B61D9">
        <w:tc>
          <w:tcPr>
            <w:tcW w:w="4878" w:type="dxa"/>
          </w:tcPr>
          <w:p w:rsidR="002B61D9" w:rsidRDefault="002B61D9" w:rsidP="0047588B">
            <w:pPr>
              <w:rPr>
                <w:rFonts w:ascii="Consolas" w:hAnsi="Consolas"/>
              </w:rPr>
            </w:pPr>
          </w:p>
        </w:tc>
        <w:tc>
          <w:tcPr>
            <w:tcW w:w="5220" w:type="dxa"/>
          </w:tcPr>
          <w:p w:rsidR="002B61D9" w:rsidRPr="002B61D9" w:rsidRDefault="002B61D9" w:rsidP="0047588B"/>
        </w:tc>
      </w:tr>
      <w:tr w:rsidR="002B61D9" w:rsidRPr="002B61D9">
        <w:tc>
          <w:tcPr>
            <w:tcW w:w="4878" w:type="dxa"/>
          </w:tcPr>
          <w:p w:rsidR="002B61D9" w:rsidRPr="002B61D9" w:rsidRDefault="002B61D9" w:rsidP="002B61D9">
            <w:pPr>
              <w:pStyle w:val="PlainText"/>
            </w:pPr>
            <w:r w:rsidRPr="002B61D9">
              <w:t>INTEGER(hid_t)</w:t>
            </w:r>
            <w:r>
              <w:t xml:space="preserve">, </w:t>
            </w:r>
            <w:r w:rsidRPr="002B61D9">
              <w:t>INTENT(IN) ::  file_id</w:t>
            </w:r>
          </w:p>
        </w:tc>
        <w:tc>
          <w:tcPr>
            <w:tcW w:w="5220" w:type="dxa"/>
          </w:tcPr>
          <w:p w:rsidR="002B61D9" w:rsidRPr="002B61D9" w:rsidRDefault="00555DD7" w:rsidP="0047588B">
            <w:r>
              <w:t>Will</w:t>
            </w:r>
            <w:r w:rsidR="002B61D9" w:rsidRPr="002B61D9">
              <w:t xml:space="preserve"> be a file ID on success.</w:t>
            </w:r>
          </w:p>
        </w:tc>
      </w:tr>
      <w:tr w:rsidR="002B61D9" w:rsidRPr="002B61D9">
        <w:tc>
          <w:tcPr>
            <w:tcW w:w="4878" w:type="dxa"/>
          </w:tcPr>
          <w:p w:rsidR="002B61D9" w:rsidRPr="002B61D9" w:rsidRDefault="002B61D9" w:rsidP="002B61D9">
            <w:pPr>
              <w:pStyle w:val="PlainText"/>
            </w:pPr>
          </w:p>
        </w:tc>
        <w:tc>
          <w:tcPr>
            <w:tcW w:w="5220" w:type="dxa"/>
          </w:tcPr>
          <w:p w:rsidR="002B61D9" w:rsidRPr="002B61D9" w:rsidRDefault="002B61D9" w:rsidP="0047588B"/>
        </w:tc>
      </w:tr>
      <w:tr w:rsidR="002B61D9" w:rsidRPr="002B61D9">
        <w:tc>
          <w:tcPr>
            <w:tcW w:w="4878" w:type="dxa"/>
          </w:tcPr>
          <w:p w:rsidR="002B61D9" w:rsidRPr="002B61D9" w:rsidRDefault="002B61D9" w:rsidP="002B61D9">
            <w:pPr>
              <w:pStyle w:val="PlainText"/>
            </w:pPr>
            <w:r>
              <w:t>INTEGER, INTENT(OUT) :: hdferr</w:t>
            </w:r>
          </w:p>
        </w:tc>
        <w:tc>
          <w:tcPr>
            <w:tcW w:w="5220" w:type="dxa"/>
          </w:tcPr>
          <w:p w:rsidR="002B61D9" w:rsidRPr="002B61D9" w:rsidRDefault="00702264" w:rsidP="0047588B">
            <w:r w:rsidRPr="002B61D9">
              <w:t xml:space="preserve">Returns </w:t>
            </w:r>
            <w:r w:rsidR="002B61D9" w:rsidRPr="002B61D9">
              <w:t>the error status</w:t>
            </w:r>
            <w:r>
              <w:t>:</w:t>
            </w:r>
            <w:r w:rsidR="002B61D9">
              <w:t xml:space="preserve"> </w:t>
            </w:r>
            <w:r w:rsidR="002B61D9" w:rsidRPr="002B61D9">
              <w:t>0 for success and -1 for failure.</w:t>
            </w:r>
          </w:p>
        </w:tc>
      </w:tr>
    </w:tbl>
    <w:p w:rsidR="00B97404" w:rsidRDefault="00B97404" w:rsidP="00DD7D61"/>
    <w:p w:rsidR="00803FC8" w:rsidRDefault="00803FC8" w:rsidP="00621809"/>
    <w:sectPr w:rsidR="00803FC8" w:rsidSect="00155CEA">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45D" w:rsidRDefault="00D5445D" w:rsidP="00621809">
      <w:r>
        <w:separator/>
      </w:r>
    </w:p>
  </w:endnote>
  <w:endnote w:type="continuationSeparator" w:id="0">
    <w:p w:rsidR="00D5445D" w:rsidRDefault="00D5445D"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8C2127" w:rsidRDefault="008C2127" w:rsidP="00621809">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E14F9C">
              <w:fldChar w:fldCharType="begin"/>
            </w:r>
            <w:r w:rsidR="00E14F9C">
              <w:instrText xml:space="preserve"> PAGE </w:instrText>
            </w:r>
            <w:r w:rsidR="00E14F9C">
              <w:fldChar w:fldCharType="separate"/>
            </w:r>
            <w:r w:rsidR="004743CC">
              <w:rPr>
                <w:noProof/>
              </w:rPr>
              <w:t>46</w:t>
            </w:r>
            <w:r w:rsidR="00E14F9C">
              <w:rPr>
                <w:noProof/>
              </w:rPr>
              <w:fldChar w:fldCharType="end"/>
            </w:r>
            <w:r>
              <w:t xml:space="preserve"> of </w:t>
            </w:r>
            <w:r w:rsidR="00D5445D">
              <w:fldChar w:fldCharType="begin"/>
            </w:r>
            <w:r w:rsidR="00D5445D">
              <w:instrText xml:space="preserve"> NUMPAGES  </w:instrText>
            </w:r>
            <w:r w:rsidR="00D5445D">
              <w:fldChar w:fldCharType="separate"/>
            </w:r>
            <w:r w:rsidR="004743CC">
              <w:rPr>
                <w:noProof/>
              </w:rPr>
              <w:t>46</w:t>
            </w:r>
            <w:r w:rsidR="00D5445D">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8C2127" w:rsidRDefault="008C2127" w:rsidP="00621809">
            <w:pPr>
              <w:pStyle w:val="HDFFooter"/>
            </w:pPr>
            <w:r>
              <w:rPr>
                <w:noProof/>
              </w:rPr>
              <w:drawing>
                <wp:anchor distT="0" distB="0" distL="0" distR="0" simplePos="0" relativeHeight="251662336"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E14F9C">
              <w:fldChar w:fldCharType="begin"/>
            </w:r>
            <w:r w:rsidR="00E14F9C">
              <w:instrText xml:space="preserve"> PAGE </w:instrText>
            </w:r>
            <w:r w:rsidR="00E14F9C">
              <w:fldChar w:fldCharType="separate"/>
            </w:r>
            <w:r w:rsidR="004743CC">
              <w:rPr>
                <w:noProof/>
              </w:rPr>
              <w:t>5</w:t>
            </w:r>
            <w:r w:rsidR="00E14F9C">
              <w:rPr>
                <w:noProof/>
              </w:rPr>
              <w:fldChar w:fldCharType="end"/>
            </w:r>
            <w:r>
              <w:t xml:space="preserve"> of </w:t>
            </w:r>
            <w:r w:rsidR="00D5445D">
              <w:fldChar w:fldCharType="begin"/>
            </w:r>
            <w:r w:rsidR="00D5445D">
              <w:instrText xml:space="preserve"> NUMPAGES  </w:instrText>
            </w:r>
            <w:r w:rsidR="00D5445D">
              <w:fldChar w:fldCharType="separate"/>
            </w:r>
            <w:r w:rsidR="004743CC">
              <w:rPr>
                <w:noProof/>
              </w:rPr>
              <w:t>46</w:t>
            </w:r>
            <w:r w:rsidR="00D5445D">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45D" w:rsidRDefault="00D5445D" w:rsidP="00621809">
      <w:r>
        <w:separator/>
      </w:r>
    </w:p>
  </w:footnote>
  <w:footnote w:type="continuationSeparator" w:id="0">
    <w:p w:rsidR="00D5445D" w:rsidRDefault="00D5445D"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Default="00D5445D" w:rsidP="00801D68">
    <w:pPr>
      <w:pStyle w:val="THGHeader2"/>
      <w:jc w:val="right"/>
    </w:pPr>
    <w:r>
      <w:fldChar w:fldCharType="begin"/>
    </w:r>
    <w:r>
      <w:instrText xml:space="preserve"> STYLEREF  "Heading 1"  \* MERGEFORMAT </w:instrText>
    </w:r>
    <w:r>
      <w:fldChar w:fldCharType="separate"/>
    </w:r>
    <w:r w:rsidR="004743CC">
      <w:rPr>
        <w:noProof/>
      </w:rPr>
      <w:t>Fortran Signatures for File Image Operations API Calls</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8C2127"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8C2127"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8C2127"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D5445D" w:rsidP="00326919">
    <w:pPr>
      <w:pStyle w:val="THGHeader2"/>
      <w:jc w:val="right"/>
    </w:pPr>
    <w:r>
      <w:fldChar w:fldCharType="begin"/>
    </w:r>
    <w:r>
      <w:instrText xml:space="preserve"> STYLEREF  "</w:instrText>
    </w:r>
    <w:r>
      <w:instrText xml:space="preserve">Heading 1"  \* MERGEFORMAT </w:instrText>
    </w:r>
    <w:r>
      <w:fldChar w:fldCharType="separate"/>
    </w:r>
    <w:r w:rsidR="004743CC">
      <w:rPr>
        <w:noProof/>
      </w:rPr>
      <w:t>Introduction to HDF5 File Image Operations</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2B17BDB"/>
    <w:multiLevelType w:val="hybridMultilevel"/>
    <w:tmpl w:val="952AE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03742D61"/>
    <w:multiLevelType w:val="hybridMultilevel"/>
    <w:tmpl w:val="3098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7">
    <w:nsid w:val="10787D97"/>
    <w:multiLevelType w:val="hybridMultilevel"/>
    <w:tmpl w:val="B024C2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99915BD"/>
    <w:multiLevelType w:val="hybridMultilevel"/>
    <w:tmpl w:val="66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F7A0E"/>
    <w:multiLevelType w:val="hybridMultilevel"/>
    <w:tmpl w:val="7EF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8C5697"/>
    <w:multiLevelType w:val="hybridMultilevel"/>
    <w:tmpl w:val="660C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9265F"/>
    <w:multiLevelType w:val="hybridMultilevel"/>
    <w:tmpl w:val="8D986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06937"/>
    <w:multiLevelType w:val="hybridMultilevel"/>
    <w:tmpl w:val="877E9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70E9E"/>
    <w:multiLevelType w:val="hybridMultilevel"/>
    <w:tmpl w:val="09324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565FF7"/>
    <w:multiLevelType w:val="hybridMultilevel"/>
    <w:tmpl w:val="7272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D46107"/>
    <w:multiLevelType w:val="hybridMultilevel"/>
    <w:tmpl w:val="21C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7133B"/>
    <w:multiLevelType w:val="hybridMultilevel"/>
    <w:tmpl w:val="C156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3D26F1"/>
    <w:multiLevelType w:val="hybridMultilevel"/>
    <w:tmpl w:val="3668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5D10B5"/>
    <w:multiLevelType w:val="hybridMultilevel"/>
    <w:tmpl w:val="5E9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66481B"/>
    <w:multiLevelType w:val="hybridMultilevel"/>
    <w:tmpl w:val="F70E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B32708"/>
    <w:multiLevelType w:val="hybridMultilevel"/>
    <w:tmpl w:val="17AA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1E58AE"/>
    <w:multiLevelType w:val="hybridMultilevel"/>
    <w:tmpl w:val="910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2D742C"/>
    <w:multiLevelType w:val="hybridMultilevel"/>
    <w:tmpl w:val="F4AAB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13054D"/>
    <w:multiLevelType w:val="hybridMultilevel"/>
    <w:tmpl w:val="F0C4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9">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3"/>
  </w:num>
  <w:num w:numId="4">
    <w:abstractNumId w:val="2"/>
  </w:num>
  <w:num w:numId="5">
    <w:abstractNumId w:val="1"/>
  </w:num>
  <w:num w:numId="6">
    <w:abstractNumId w:val="0"/>
  </w:num>
  <w:num w:numId="7">
    <w:abstractNumId w:val="8"/>
  </w:num>
  <w:num w:numId="8">
    <w:abstractNumId w:val="19"/>
  </w:num>
  <w:num w:numId="9">
    <w:abstractNumId w:val="17"/>
  </w:num>
  <w:num w:numId="10">
    <w:abstractNumId w:val="29"/>
  </w:num>
  <w:num w:numId="11">
    <w:abstractNumId w:val="24"/>
  </w:num>
  <w:num w:numId="12">
    <w:abstractNumId w:val="21"/>
  </w:num>
  <w:num w:numId="13">
    <w:abstractNumId w:val="18"/>
  </w:num>
  <w:num w:numId="14">
    <w:abstractNumId w:val="10"/>
  </w:num>
  <w:num w:numId="15">
    <w:abstractNumId w:val="22"/>
  </w:num>
  <w:num w:numId="16">
    <w:abstractNumId w:val="11"/>
  </w:num>
  <w:num w:numId="17">
    <w:abstractNumId w:val="25"/>
  </w:num>
  <w:num w:numId="18">
    <w:abstractNumId w:val="14"/>
  </w:num>
  <w:num w:numId="19">
    <w:abstractNumId w:val="23"/>
  </w:num>
  <w:num w:numId="20">
    <w:abstractNumId w:val="12"/>
  </w:num>
  <w:num w:numId="21">
    <w:abstractNumId w:val="4"/>
  </w:num>
  <w:num w:numId="22">
    <w:abstractNumId w:val="15"/>
  </w:num>
  <w:num w:numId="23">
    <w:abstractNumId w:val="7"/>
  </w:num>
  <w:num w:numId="24">
    <w:abstractNumId w:val="20"/>
  </w:num>
  <w:num w:numId="25">
    <w:abstractNumId w:val="13"/>
  </w:num>
  <w:num w:numId="26">
    <w:abstractNumId w:val="27"/>
  </w:num>
  <w:num w:numId="27">
    <w:abstractNumId w:val="16"/>
  </w:num>
  <w:num w:numId="28">
    <w:abstractNumId w:val="9"/>
  </w:num>
  <w:num w:numId="29">
    <w:abstractNumId w:val="5"/>
  </w:num>
  <w:num w:numId="30">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8"/>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0300F"/>
    <w:rsid w:val="000060EC"/>
    <w:rsid w:val="00006478"/>
    <w:rsid w:val="00006B21"/>
    <w:rsid w:val="00014FB0"/>
    <w:rsid w:val="00015CAB"/>
    <w:rsid w:val="00015FDD"/>
    <w:rsid w:val="000162EC"/>
    <w:rsid w:val="00022025"/>
    <w:rsid w:val="00023B85"/>
    <w:rsid w:val="00034019"/>
    <w:rsid w:val="0003432D"/>
    <w:rsid w:val="00041FCD"/>
    <w:rsid w:val="0004389B"/>
    <w:rsid w:val="00043FA5"/>
    <w:rsid w:val="0004467A"/>
    <w:rsid w:val="000455C8"/>
    <w:rsid w:val="000477ED"/>
    <w:rsid w:val="0005491D"/>
    <w:rsid w:val="00061D60"/>
    <w:rsid w:val="00066140"/>
    <w:rsid w:val="00070501"/>
    <w:rsid w:val="00071297"/>
    <w:rsid w:val="00086E6C"/>
    <w:rsid w:val="00094E01"/>
    <w:rsid w:val="0009599F"/>
    <w:rsid w:val="000A4854"/>
    <w:rsid w:val="000A4FED"/>
    <w:rsid w:val="000B4568"/>
    <w:rsid w:val="000C650D"/>
    <w:rsid w:val="000C7627"/>
    <w:rsid w:val="000D4FC9"/>
    <w:rsid w:val="000E1FF8"/>
    <w:rsid w:val="000E2452"/>
    <w:rsid w:val="000E4B2A"/>
    <w:rsid w:val="000E784E"/>
    <w:rsid w:val="000E7BA5"/>
    <w:rsid w:val="000F3283"/>
    <w:rsid w:val="00102309"/>
    <w:rsid w:val="00110268"/>
    <w:rsid w:val="00113A75"/>
    <w:rsid w:val="0011634C"/>
    <w:rsid w:val="00124DDD"/>
    <w:rsid w:val="001310B9"/>
    <w:rsid w:val="001338B4"/>
    <w:rsid w:val="0013497D"/>
    <w:rsid w:val="00137C51"/>
    <w:rsid w:val="001410A4"/>
    <w:rsid w:val="00141D4C"/>
    <w:rsid w:val="00145D85"/>
    <w:rsid w:val="00146873"/>
    <w:rsid w:val="00150605"/>
    <w:rsid w:val="00155CEA"/>
    <w:rsid w:val="001563AA"/>
    <w:rsid w:val="00157E5A"/>
    <w:rsid w:val="00171B34"/>
    <w:rsid w:val="00173C7C"/>
    <w:rsid w:val="00175226"/>
    <w:rsid w:val="00175469"/>
    <w:rsid w:val="0018241D"/>
    <w:rsid w:val="00186743"/>
    <w:rsid w:val="00194421"/>
    <w:rsid w:val="00194EAF"/>
    <w:rsid w:val="001976E1"/>
    <w:rsid w:val="001A1FAA"/>
    <w:rsid w:val="001A5ADF"/>
    <w:rsid w:val="001B2625"/>
    <w:rsid w:val="001B6294"/>
    <w:rsid w:val="001C2BBC"/>
    <w:rsid w:val="001D2C35"/>
    <w:rsid w:val="001E0173"/>
    <w:rsid w:val="001E07DE"/>
    <w:rsid w:val="001E28A1"/>
    <w:rsid w:val="001E31BA"/>
    <w:rsid w:val="001E4C85"/>
    <w:rsid w:val="0020187A"/>
    <w:rsid w:val="00221BF6"/>
    <w:rsid w:val="00222F71"/>
    <w:rsid w:val="002259C6"/>
    <w:rsid w:val="00237DBA"/>
    <w:rsid w:val="00240D23"/>
    <w:rsid w:val="00243685"/>
    <w:rsid w:val="00244835"/>
    <w:rsid w:val="002475FC"/>
    <w:rsid w:val="002509B5"/>
    <w:rsid w:val="002534CD"/>
    <w:rsid w:val="00256EDE"/>
    <w:rsid w:val="00265F48"/>
    <w:rsid w:val="0027734E"/>
    <w:rsid w:val="002873B0"/>
    <w:rsid w:val="00287818"/>
    <w:rsid w:val="00296F4D"/>
    <w:rsid w:val="002A25F1"/>
    <w:rsid w:val="002B61D9"/>
    <w:rsid w:val="002C13CE"/>
    <w:rsid w:val="002C2935"/>
    <w:rsid w:val="002C43B2"/>
    <w:rsid w:val="002D0633"/>
    <w:rsid w:val="002D670B"/>
    <w:rsid w:val="002E2C16"/>
    <w:rsid w:val="002E7774"/>
    <w:rsid w:val="002F0AD3"/>
    <w:rsid w:val="003064BF"/>
    <w:rsid w:val="00311057"/>
    <w:rsid w:val="0031105C"/>
    <w:rsid w:val="00315BF7"/>
    <w:rsid w:val="00325822"/>
    <w:rsid w:val="00326919"/>
    <w:rsid w:val="00332A96"/>
    <w:rsid w:val="00336058"/>
    <w:rsid w:val="00342603"/>
    <w:rsid w:val="00347C9C"/>
    <w:rsid w:val="003517A1"/>
    <w:rsid w:val="003519F8"/>
    <w:rsid w:val="00351DB1"/>
    <w:rsid w:val="0035209E"/>
    <w:rsid w:val="003725E2"/>
    <w:rsid w:val="00380E70"/>
    <w:rsid w:val="003820A1"/>
    <w:rsid w:val="0039148C"/>
    <w:rsid w:val="003A0997"/>
    <w:rsid w:val="003B02EE"/>
    <w:rsid w:val="003B47E3"/>
    <w:rsid w:val="003B52DF"/>
    <w:rsid w:val="003C244D"/>
    <w:rsid w:val="003C3CEE"/>
    <w:rsid w:val="003C4144"/>
    <w:rsid w:val="003C53F3"/>
    <w:rsid w:val="003C5B19"/>
    <w:rsid w:val="003D0937"/>
    <w:rsid w:val="003D3492"/>
    <w:rsid w:val="003D72B0"/>
    <w:rsid w:val="003E30A2"/>
    <w:rsid w:val="003F0BCF"/>
    <w:rsid w:val="003F1C10"/>
    <w:rsid w:val="003F3F68"/>
    <w:rsid w:val="003F6D0D"/>
    <w:rsid w:val="003F72C5"/>
    <w:rsid w:val="0040276B"/>
    <w:rsid w:val="00407B4C"/>
    <w:rsid w:val="00420406"/>
    <w:rsid w:val="0043187D"/>
    <w:rsid w:val="004356B1"/>
    <w:rsid w:val="004449B6"/>
    <w:rsid w:val="0045736D"/>
    <w:rsid w:val="00461430"/>
    <w:rsid w:val="00473226"/>
    <w:rsid w:val="004743CC"/>
    <w:rsid w:val="00474535"/>
    <w:rsid w:val="0047588B"/>
    <w:rsid w:val="0048308A"/>
    <w:rsid w:val="00485751"/>
    <w:rsid w:val="00491269"/>
    <w:rsid w:val="004923DB"/>
    <w:rsid w:val="0049749D"/>
    <w:rsid w:val="004A4947"/>
    <w:rsid w:val="004A526E"/>
    <w:rsid w:val="004A7069"/>
    <w:rsid w:val="004B27F5"/>
    <w:rsid w:val="004B32E7"/>
    <w:rsid w:val="004B399E"/>
    <w:rsid w:val="004B3A3D"/>
    <w:rsid w:val="004C09C2"/>
    <w:rsid w:val="004C2091"/>
    <w:rsid w:val="004C498A"/>
    <w:rsid w:val="004C50BA"/>
    <w:rsid w:val="004E05D6"/>
    <w:rsid w:val="004E413A"/>
    <w:rsid w:val="00501CEC"/>
    <w:rsid w:val="00506DD8"/>
    <w:rsid w:val="0051123F"/>
    <w:rsid w:val="005113DE"/>
    <w:rsid w:val="0051579A"/>
    <w:rsid w:val="0052685F"/>
    <w:rsid w:val="00526D8C"/>
    <w:rsid w:val="0053342D"/>
    <w:rsid w:val="00535CFC"/>
    <w:rsid w:val="00542174"/>
    <w:rsid w:val="00543630"/>
    <w:rsid w:val="00543966"/>
    <w:rsid w:val="005458E9"/>
    <w:rsid w:val="00545D2A"/>
    <w:rsid w:val="0055169A"/>
    <w:rsid w:val="0055278F"/>
    <w:rsid w:val="005547B8"/>
    <w:rsid w:val="00555DD7"/>
    <w:rsid w:val="00556960"/>
    <w:rsid w:val="00556C8B"/>
    <w:rsid w:val="005572C9"/>
    <w:rsid w:val="005600DD"/>
    <w:rsid w:val="00564458"/>
    <w:rsid w:val="00564ADB"/>
    <w:rsid w:val="00566ED9"/>
    <w:rsid w:val="00567B75"/>
    <w:rsid w:val="005750AC"/>
    <w:rsid w:val="00575CB8"/>
    <w:rsid w:val="00576588"/>
    <w:rsid w:val="00591888"/>
    <w:rsid w:val="005A0F21"/>
    <w:rsid w:val="005A314C"/>
    <w:rsid w:val="005C0C94"/>
    <w:rsid w:val="005C1C46"/>
    <w:rsid w:val="005C4A64"/>
    <w:rsid w:val="005C7714"/>
    <w:rsid w:val="005D2638"/>
    <w:rsid w:val="005D3991"/>
    <w:rsid w:val="005D43CD"/>
    <w:rsid w:val="005D5F68"/>
    <w:rsid w:val="005E40EB"/>
    <w:rsid w:val="005F0180"/>
    <w:rsid w:val="005F4CCB"/>
    <w:rsid w:val="005F6D01"/>
    <w:rsid w:val="006064E5"/>
    <w:rsid w:val="006131A1"/>
    <w:rsid w:val="00616110"/>
    <w:rsid w:val="00621809"/>
    <w:rsid w:val="00622721"/>
    <w:rsid w:val="006257DA"/>
    <w:rsid w:val="00627DAC"/>
    <w:rsid w:val="00627FE7"/>
    <w:rsid w:val="00631009"/>
    <w:rsid w:val="00632BDE"/>
    <w:rsid w:val="00632C86"/>
    <w:rsid w:val="00641805"/>
    <w:rsid w:val="00644871"/>
    <w:rsid w:val="0064656E"/>
    <w:rsid w:val="00647220"/>
    <w:rsid w:val="00651570"/>
    <w:rsid w:val="006540DE"/>
    <w:rsid w:val="0065515C"/>
    <w:rsid w:val="006564E8"/>
    <w:rsid w:val="006640F9"/>
    <w:rsid w:val="0066455E"/>
    <w:rsid w:val="00664E9D"/>
    <w:rsid w:val="0066528A"/>
    <w:rsid w:val="00672821"/>
    <w:rsid w:val="00687565"/>
    <w:rsid w:val="00695735"/>
    <w:rsid w:val="006A1142"/>
    <w:rsid w:val="006A4745"/>
    <w:rsid w:val="006A4C21"/>
    <w:rsid w:val="006A5E55"/>
    <w:rsid w:val="006B156F"/>
    <w:rsid w:val="006B1E2A"/>
    <w:rsid w:val="006B64EF"/>
    <w:rsid w:val="006B7A63"/>
    <w:rsid w:val="006C2D12"/>
    <w:rsid w:val="006D2134"/>
    <w:rsid w:val="006D3706"/>
    <w:rsid w:val="006D729D"/>
    <w:rsid w:val="006D7829"/>
    <w:rsid w:val="006F79F9"/>
    <w:rsid w:val="00702264"/>
    <w:rsid w:val="00707A07"/>
    <w:rsid w:val="00713B2B"/>
    <w:rsid w:val="00724549"/>
    <w:rsid w:val="00724DE5"/>
    <w:rsid w:val="007303E3"/>
    <w:rsid w:val="007352C9"/>
    <w:rsid w:val="0073648D"/>
    <w:rsid w:val="007416DE"/>
    <w:rsid w:val="007428F1"/>
    <w:rsid w:val="0075359B"/>
    <w:rsid w:val="00755EDB"/>
    <w:rsid w:val="007618A1"/>
    <w:rsid w:val="007625C5"/>
    <w:rsid w:val="00771444"/>
    <w:rsid w:val="0077258A"/>
    <w:rsid w:val="00775B35"/>
    <w:rsid w:val="00775EB6"/>
    <w:rsid w:val="007878D7"/>
    <w:rsid w:val="007926A5"/>
    <w:rsid w:val="00797BCB"/>
    <w:rsid w:val="007A1E8A"/>
    <w:rsid w:val="007A3DC0"/>
    <w:rsid w:val="007A7267"/>
    <w:rsid w:val="007B04EE"/>
    <w:rsid w:val="007B1532"/>
    <w:rsid w:val="007C407A"/>
    <w:rsid w:val="007C59DE"/>
    <w:rsid w:val="007D6A43"/>
    <w:rsid w:val="007E0B5A"/>
    <w:rsid w:val="007E377A"/>
    <w:rsid w:val="007E4D69"/>
    <w:rsid w:val="007E67DF"/>
    <w:rsid w:val="007E68B0"/>
    <w:rsid w:val="007F20E5"/>
    <w:rsid w:val="007F28B4"/>
    <w:rsid w:val="007F7507"/>
    <w:rsid w:val="00801D68"/>
    <w:rsid w:val="00802B89"/>
    <w:rsid w:val="00803FC8"/>
    <w:rsid w:val="00804132"/>
    <w:rsid w:val="00805591"/>
    <w:rsid w:val="00805EC9"/>
    <w:rsid w:val="00810641"/>
    <w:rsid w:val="00814CA0"/>
    <w:rsid w:val="008169A5"/>
    <w:rsid w:val="00821FE3"/>
    <w:rsid w:val="00823520"/>
    <w:rsid w:val="00823CD4"/>
    <w:rsid w:val="00824F0D"/>
    <w:rsid w:val="00832125"/>
    <w:rsid w:val="00836867"/>
    <w:rsid w:val="00840098"/>
    <w:rsid w:val="00850531"/>
    <w:rsid w:val="00861CB0"/>
    <w:rsid w:val="00870C93"/>
    <w:rsid w:val="00873EB2"/>
    <w:rsid w:val="00874E7A"/>
    <w:rsid w:val="00881358"/>
    <w:rsid w:val="008838F3"/>
    <w:rsid w:val="008848CC"/>
    <w:rsid w:val="00885053"/>
    <w:rsid w:val="008853FE"/>
    <w:rsid w:val="008A4EF3"/>
    <w:rsid w:val="008B0893"/>
    <w:rsid w:val="008B27D0"/>
    <w:rsid w:val="008B74BD"/>
    <w:rsid w:val="008C1AFC"/>
    <w:rsid w:val="008C2127"/>
    <w:rsid w:val="008C59F5"/>
    <w:rsid w:val="008C633C"/>
    <w:rsid w:val="008D0D50"/>
    <w:rsid w:val="008D1E44"/>
    <w:rsid w:val="008D330E"/>
    <w:rsid w:val="008D48B5"/>
    <w:rsid w:val="008D5E46"/>
    <w:rsid w:val="008E76DC"/>
    <w:rsid w:val="008F071E"/>
    <w:rsid w:val="008F2364"/>
    <w:rsid w:val="00915832"/>
    <w:rsid w:val="0091784A"/>
    <w:rsid w:val="00923080"/>
    <w:rsid w:val="00924B5A"/>
    <w:rsid w:val="00927303"/>
    <w:rsid w:val="00931CB2"/>
    <w:rsid w:val="00932EA8"/>
    <w:rsid w:val="009527AC"/>
    <w:rsid w:val="009563B6"/>
    <w:rsid w:val="00956BDF"/>
    <w:rsid w:val="00960004"/>
    <w:rsid w:val="00964FA7"/>
    <w:rsid w:val="009663BE"/>
    <w:rsid w:val="00967F88"/>
    <w:rsid w:val="009744CB"/>
    <w:rsid w:val="009759F6"/>
    <w:rsid w:val="00977255"/>
    <w:rsid w:val="009834DC"/>
    <w:rsid w:val="00984711"/>
    <w:rsid w:val="009A66F3"/>
    <w:rsid w:val="009A7336"/>
    <w:rsid w:val="009B0B2A"/>
    <w:rsid w:val="009B2730"/>
    <w:rsid w:val="009B40CC"/>
    <w:rsid w:val="009B5CC8"/>
    <w:rsid w:val="009B69B7"/>
    <w:rsid w:val="009D434E"/>
    <w:rsid w:val="009D7B4C"/>
    <w:rsid w:val="009E099F"/>
    <w:rsid w:val="009F6278"/>
    <w:rsid w:val="00A002BA"/>
    <w:rsid w:val="00A01E0A"/>
    <w:rsid w:val="00A021D4"/>
    <w:rsid w:val="00A024F4"/>
    <w:rsid w:val="00A06BC3"/>
    <w:rsid w:val="00A06C78"/>
    <w:rsid w:val="00A06EC6"/>
    <w:rsid w:val="00A1225B"/>
    <w:rsid w:val="00A13C0F"/>
    <w:rsid w:val="00A13E79"/>
    <w:rsid w:val="00A14305"/>
    <w:rsid w:val="00A14DE9"/>
    <w:rsid w:val="00A15271"/>
    <w:rsid w:val="00A208BD"/>
    <w:rsid w:val="00A21BA4"/>
    <w:rsid w:val="00A230DD"/>
    <w:rsid w:val="00A24834"/>
    <w:rsid w:val="00A267C5"/>
    <w:rsid w:val="00A27194"/>
    <w:rsid w:val="00A33D8B"/>
    <w:rsid w:val="00A34CBD"/>
    <w:rsid w:val="00A35A9D"/>
    <w:rsid w:val="00A41BA7"/>
    <w:rsid w:val="00A4200A"/>
    <w:rsid w:val="00A50FEB"/>
    <w:rsid w:val="00A65BE1"/>
    <w:rsid w:val="00A66D79"/>
    <w:rsid w:val="00A767F4"/>
    <w:rsid w:val="00A87CB2"/>
    <w:rsid w:val="00A90495"/>
    <w:rsid w:val="00A9131E"/>
    <w:rsid w:val="00A92E9A"/>
    <w:rsid w:val="00AA1C49"/>
    <w:rsid w:val="00AA341C"/>
    <w:rsid w:val="00AB1B11"/>
    <w:rsid w:val="00AB5454"/>
    <w:rsid w:val="00AC18BA"/>
    <w:rsid w:val="00AC2B5E"/>
    <w:rsid w:val="00AC7749"/>
    <w:rsid w:val="00AC774B"/>
    <w:rsid w:val="00AE0079"/>
    <w:rsid w:val="00AF1399"/>
    <w:rsid w:val="00AF4C4A"/>
    <w:rsid w:val="00B044EC"/>
    <w:rsid w:val="00B04E61"/>
    <w:rsid w:val="00B079E8"/>
    <w:rsid w:val="00B11914"/>
    <w:rsid w:val="00B13583"/>
    <w:rsid w:val="00B17607"/>
    <w:rsid w:val="00B20A18"/>
    <w:rsid w:val="00B24139"/>
    <w:rsid w:val="00B2437E"/>
    <w:rsid w:val="00B338CB"/>
    <w:rsid w:val="00B42D34"/>
    <w:rsid w:val="00B4440F"/>
    <w:rsid w:val="00B44C14"/>
    <w:rsid w:val="00B45F78"/>
    <w:rsid w:val="00B50584"/>
    <w:rsid w:val="00B5463D"/>
    <w:rsid w:val="00B62087"/>
    <w:rsid w:val="00B64461"/>
    <w:rsid w:val="00B64A9F"/>
    <w:rsid w:val="00B64C13"/>
    <w:rsid w:val="00B70C08"/>
    <w:rsid w:val="00B8194A"/>
    <w:rsid w:val="00B84989"/>
    <w:rsid w:val="00B86B1C"/>
    <w:rsid w:val="00B95EC7"/>
    <w:rsid w:val="00B97404"/>
    <w:rsid w:val="00BA08FF"/>
    <w:rsid w:val="00BB2518"/>
    <w:rsid w:val="00BB55EE"/>
    <w:rsid w:val="00BC0C2F"/>
    <w:rsid w:val="00BD207B"/>
    <w:rsid w:val="00BE1A29"/>
    <w:rsid w:val="00BE2D69"/>
    <w:rsid w:val="00BE77AE"/>
    <w:rsid w:val="00BF55D1"/>
    <w:rsid w:val="00BF6E79"/>
    <w:rsid w:val="00C01361"/>
    <w:rsid w:val="00C0409C"/>
    <w:rsid w:val="00C047D8"/>
    <w:rsid w:val="00C05764"/>
    <w:rsid w:val="00C207F5"/>
    <w:rsid w:val="00C23519"/>
    <w:rsid w:val="00C27E3A"/>
    <w:rsid w:val="00C33E76"/>
    <w:rsid w:val="00C36F6B"/>
    <w:rsid w:val="00C41E4B"/>
    <w:rsid w:val="00C47ED0"/>
    <w:rsid w:val="00C54201"/>
    <w:rsid w:val="00C74E6B"/>
    <w:rsid w:val="00C76741"/>
    <w:rsid w:val="00C77FF7"/>
    <w:rsid w:val="00C8004C"/>
    <w:rsid w:val="00C82E6F"/>
    <w:rsid w:val="00CA548B"/>
    <w:rsid w:val="00CB6C98"/>
    <w:rsid w:val="00CC1927"/>
    <w:rsid w:val="00CC22A8"/>
    <w:rsid w:val="00CC738F"/>
    <w:rsid w:val="00CD25B2"/>
    <w:rsid w:val="00CD6913"/>
    <w:rsid w:val="00CE20B3"/>
    <w:rsid w:val="00CE4854"/>
    <w:rsid w:val="00CE69CA"/>
    <w:rsid w:val="00CF0188"/>
    <w:rsid w:val="00CF3474"/>
    <w:rsid w:val="00D047D3"/>
    <w:rsid w:val="00D0593A"/>
    <w:rsid w:val="00D12401"/>
    <w:rsid w:val="00D150F3"/>
    <w:rsid w:val="00D31E34"/>
    <w:rsid w:val="00D34FDD"/>
    <w:rsid w:val="00D36C91"/>
    <w:rsid w:val="00D40BA8"/>
    <w:rsid w:val="00D436C9"/>
    <w:rsid w:val="00D47248"/>
    <w:rsid w:val="00D51136"/>
    <w:rsid w:val="00D53013"/>
    <w:rsid w:val="00D5308A"/>
    <w:rsid w:val="00D5445D"/>
    <w:rsid w:val="00D54BA1"/>
    <w:rsid w:val="00D56F29"/>
    <w:rsid w:val="00D6452E"/>
    <w:rsid w:val="00D6732C"/>
    <w:rsid w:val="00D67E8F"/>
    <w:rsid w:val="00D71AF1"/>
    <w:rsid w:val="00D8155C"/>
    <w:rsid w:val="00D91F0E"/>
    <w:rsid w:val="00D92813"/>
    <w:rsid w:val="00D93053"/>
    <w:rsid w:val="00D94420"/>
    <w:rsid w:val="00D94BE0"/>
    <w:rsid w:val="00D9653E"/>
    <w:rsid w:val="00D974CD"/>
    <w:rsid w:val="00DA1CFE"/>
    <w:rsid w:val="00DA5359"/>
    <w:rsid w:val="00DB1778"/>
    <w:rsid w:val="00DB1A9F"/>
    <w:rsid w:val="00DB1F57"/>
    <w:rsid w:val="00DB2E37"/>
    <w:rsid w:val="00DB547F"/>
    <w:rsid w:val="00DC0EED"/>
    <w:rsid w:val="00DD7D61"/>
    <w:rsid w:val="00DE0AD0"/>
    <w:rsid w:val="00DF720F"/>
    <w:rsid w:val="00E03820"/>
    <w:rsid w:val="00E0407C"/>
    <w:rsid w:val="00E061BC"/>
    <w:rsid w:val="00E13586"/>
    <w:rsid w:val="00E14F9C"/>
    <w:rsid w:val="00E22D03"/>
    <w:rsid w:val="00E24BD3"/>
    <w:rsid w:val="00E32CF4"/>
    <w:rsid w:val="00E43056"/>
    <w:rsid w:val="00E4710C"/>
    <w:rsid w:val="00E500B2"/>
    <w:rsid w:val="00E51C54"/>
    <w:rsid w:val="00E529CF"/>
    <w:rsid w:val="00E535D5"/>
    <w:rsid w:val="00E5784D"/>
    <w:rsid w:val="00E66570"/>
    <w:rsid w:val="00E7140E"/>
    <w:rsid w:val="00E827BC"/>
    <w:rsid w:val="00E85681"/>
    <w:rsid w:val="00E86E7F"/>
    <w:rsid w:val="00E97D23"/>
    <w:rsid w:val="00EB71FC"/>
    <w:rsid w:val="00EC2309"/>
    <w:rsid w:val="00EC34B7"/>
    <w:rsid w:val="00EC4A43"/>
    <w:rsid w:val="00EE37B1"/>
    <w:rsid w:val="00EE4CEA"/>
    <w:rsid w:val="00EE6426"/>
    <w:rsid w:val="00EF1275"/>
    <w:rsid w:val="00F025B2"/>
    <w:rsid w:val="00F05C1F"/>
    <w:rsid w:val="00F10DB2"/>
    <w:rsid w:val="00F129E7"/>
    <w:rsid w:val="00F14D38"/>
    <w:rsid w:val="00F15936"/>
    <w:rsid w:val="00F1662A"/>
    <w:rsid w:val="00F3666C"/>
    <w:rsid w:val="00F369C4"/>
    <w:rsid w:val="00F410DE"/>
    <w:rsid w:val="00F4132D"/>
    <w:rsid w:val="00F423C8"/>
    <w:rsid w:val="00F42582"/>
    <w:rsid w:val="00F42B88"/>
    <w:rsid w:val="00F43272"/>
    <w:rsid w:val="00F44FA4"/>
    <w:rsid w:val="00F537DC"/>
    <w:rsid w:val="00F564BC"/>
    <w:rsid w:val="00F56AA6"/>
    <w:rsid w:val="00F6447F"/>
    <w:rsid w:val="00F71A22"/>
    <w:rsid w:val="00F73133"/>
    <w:rsid w:val="00F81DC4"/>
    <w:rsid w:val="00F90E4E"/>
    <w:rsid w:val="00F960DD"/>
    <w:rsid w:val="00F96AAA"/>
    <w:rsid w:val="00FA3F06"/>
    <w:rsid w:val="00FB4EF7"/>
    <w:rsid w:val="00FB62AA"/>
    <w:rsid w:val="00FB6345"/>
    <w:rsid w:val="00FB7CE9"/>
    <w:rsid w:val="00FC1C59"/>
    <w:rsid w:val="00FC46A0"/>
    <w:rsid w:val="00FD1C94"/>
    <w:rsid w:val="00FD43F7"/>
    <w:rsid w:val="00FD5F68"/>
    <w:rsid w:val="00FE0206"/>
    <w:rsid w:val="00FE22F5"/>
    <w:rsid w:val="00FE57AE"/>
    <w:rsid w:val="00FF52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Hyperlink" w:uiPriority="99"/>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Hyperlink" w:uiPriority="99"/>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9"/>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618278">
      <w:bodyDiv w:val="1"/>
      <w:marLeft w:val="0"/>
      <w:marRight w:val="0"/>
      <w:marTop w:val="0"/>
      <w:marBottom w:val="0"/>
      <w:divBdr>
        <w:top w:val="none" w:sz="0" w:space="0" w:color="auto"/>
        <w:left w:val="none" w:sz="0" w:space="0" w:color="auto"/>
        <w:bottom w:val="none" w:sz="0" w:space="0" w:color="auto"/>
        <w:right w:val="none" w:sz="0" w:space="0" w:color="auto"/>
      </w:divBdr>
    </w:div>
    <w:div w:id="1766917925">
      <w:bodyDiv w:val="1"/>
      <w:marLeft w:val="0"/>
      <w:marRight w:val="0"/>
      <w:marTop w:val="0"/>
      <w:marBottom w:val="0"/>
      <w:divBdr>
        <w:top w:val="none" w:sz="0" w:space="0" w:color="auto"/>
        <w:left w:val="none" w:sz="0" w:space="0" w:color="auto"/>
        <w:bottom w:val="none" w:sz="0" w:space="0" w:color="auto"/>
        <w:right w:val="none" w:sz="0" w:space="0" w:color="auto"/>
      </w:divBdr>
    </w:div>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hdfgroup.org/HDF5/doc/TechNotes.html" TargetMode="Externa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hdfgroup.org/HDF5/doc/RM/RM_H5P.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www.HDFGroup.org" TargetMode="External"/><Relationship Id="rId19" Type="http://schemas.openxmlformats.org/officeDocument/2006/relationships/hyperlink" Target="http://www.hdfgroup.org/HDF5/doc/UG/UG_frame08TheFile.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B0BC6-5A0F-436E-8361-C82A4DD65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81</TotalTime>
  <Pages>46</Pages>
  <Words>14704</Words>
  <Characters>83814</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98322</CharactersWithSpaces>
  <SharedDoc>false</SharedDoc>
  <HyperlinkBase/>
  <HLinks>
    <vt:vector size="24" baseType="variant">
      <vt:variant>
        <vt:i4>8126484</vt:i4>
      </vt:variant>
      <vt:variant>
        <vt:i4>141</vt:i4>
      </vt:variant>
      <vt:variant>
        <vt:i4>0</vt:i4>
      </vt:variant>
      <vt:variant>
        <vt:i4>5</vt:i4>
      </vt:variant>
      <vt:variant>
        <vt:lpwstr>http://www.hdfgroup.org/HDF5/doc/TechNotes.html</vt:lpwstr>
      </vt:variant>
      <vt:variant>
        <vt:lpwstr/>
      </vt:variant>
      <vt:variant>
        <vt:i4>2293799</vt:i4>
      </vt:variant>
      <vt:variant>
        <vt:i4>138</vt:i4>
      </vt:variant>
      <vt:variant>
        <vt:i4>0</vt:i4>
      </vt:variant>
      <vt:variant>
        <vt:i4>5</vt:i4>
      </vt:variant>
      <vt:variant>
        <vt:lpwstr>http://www.hdfgroup.org/HDF5/doc/RM/RM_H5P.html</vt:lpwstr>
      </vt:variant>
      <vt:variant>
        <vt:lpwstr>Property-SetFaplCore</vt:lpwstr>
      </vt:variant>
      <vt:variant>
        <vt:i4>3407967</vt:i4>
      </vt:variant>
      <vt:variant>
        <vt:i4>135</vt:i4>
      </vt:variant>
      <vt:variant>
        <vt:i4>0</vt:i4>
      </vt:variant>
      <vt:variant>
        <vt:i4>5</vt:i4>
      </vt:variant>
      <vt:variant>
        <vt:lpwstr>http://www.hdfgroup.org/HDF5/doc/UG/UG_frame08TheFile.html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15</cp:revision>
  <cp:lastPrinted>2012-01-31T17:37:00Z</cp:lastPrinted>
  <dcterms:created xsi:type="dcterms:W3CDTF">2012-03-01T20:13:00Z</dcterms:created>
  <dcterms:modified xsi:type="dcterms:W3CDTF">2012-03-08T15:40:00Z</dcterms:modified>
</cp:coreProperties>
</file>